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C8FEF" w14:textId="029492E1" w:rsidR="0062232E" w:rsidRDefault="0027526A" w:rsidP="003174A9">
      <w:pPr>
        <w:pStyle w:val="Titre1"/>
        <w:tabs>
          <w:tab w:val="clear" w:pos="284"/>
        </w:tabs>
        <w:spacing w:before="0" w:after="0"/>
        <w:jc w:val="center"/>
        <w:rPr>
          <w:rFonts w:ascii="Arial" w:hAnsi="Arial" w:cs="Arial"/>
          <w:caps/>
          <w:u w:val="single"/>
        </w:rPr>
      </w:pPr>
      <w:bookmarkStart w:id="0" w:name="_Toc224114688"/>
      <w:bookmarkStart w:id="1" w:name="_Toc270409754"/>
      <w:bookmarkStart w:id="2" w:name="_Toc278547641"/>
      <w:r>
        <w:rPr>
          <w:noProof/>
        </w:rPr>
        <w:drawing>
          <wp:anchor distT="152400" distB="152400" distL="152400" distR="152400" simplePos="0" relativeHeight="251664896" behindDoc="1" locked="0" layoutInCell="1" allowOverlap="1" wp14:anchorId="18D3790A" wp14:editId="773C68AD">
            <wp:simplePos x="0" y="0"/>
            <wp:positionH relativeFrom="page">
              <wp:posOffset>587375</wp:posOffset>
            </wp:positionH>
            <wp:positionV relativeFrom="page">
              <wp:posOffset>480695</wp:posOffset>
            </wp:positionV>
            <wp:extent cx="1080000" cy="1080000"/>
            <wp:effectExtent l="0" t="0" r="6350" b="6350"/>
            <wp:wrapNone/>
            <wp:docPr id="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LOGO CEA_ORIGINAL.jpg"/>
                    <pic:cNvPicPr>
                      <a:picLocks noChangeAspect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6C755A" w14:textId="1B0F2D77" w:rsidR="00672680" w:rsidRDefault="00672680" w:rsidP="00672680"/>
    <w:p w14:paraId="304FEA2D" w14:textId="41618623" w:rsidR="00A673C5" w:rsidRDefault="00A673C5" w:rsidP="00672680"/>
    <w:p w14:paraId="5563CA39" w14:textId="77777777" w:rsidR="00A673C5" w:rsidRPr="00672680" w:rsidRDefault="00A673C5" w:rsidP="00672680"/>
    <w:p w14:paraId="32EAC52F" w14:textId="266C2056" w:rsidR="000C6407" w:rsidRPr="00D54990" w:rsidRDefault="000C6407" w:rsidP="003174A9">
      <w:pPr>
        <w:pStyle w:val="Titre1"/>
        <w:tabs>
          <w:tab w:val="clear" w:pos="284"/>
        </w:tabs>
        <w:spacing w:before="0" w:after="0"/>
        <w:jc w:val="center"/>
        <w:rPr>
          <w:rFonts w:ascii="Arial" w:hAnsi="Arial" w:cs="Arial"/>
          <w:caps/>
          <w:u w:val="single"/>
        </w:rPr>
      </w:pPr>
    </w:p>
    <w:p w14:paraId="6EBCD049" w14:textId="60DBE670" w:rsidR="006908B2" w:rsidRPr="006908B2" w:rsidRDefault="006908B2" w:rsidP="006908B2"/>
    <w:p w14:paraId="5C8F6320" w14:textId="77777777" w:rsidR="000C6407" w:rsidRPr="00A81E73" w:rsidRDefault="000C6407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caps/>
          <w:sz w:val="22"/>
          <w:szCs w:val="22"/>
        </w:rPr>
      </w:pPr>
    </w:p>
    <w:p w14:paraId="6BAE9759" w14:textId="77777777" w:rsidR="00B26644" w:rsidRDefault="00A81E73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caps/>
          <w:sz w:val="22"/>
          <w:szCs w:val="22"/>
        </w:rPr>
      </w:pPr>
      <w:r w:rsidRPr="00A81E73">
        <w:rPr>
          <w:rFonts w:ascii="Arial" w:hAnsi="Arial" w:cs="Arial"/>
          <w:caps/>
          <w:sz w:val="22"/>
          <w:szCs w:val="22"/>
        </w:rPr>
        <w:t xml:space="preserve">formulaire de </w:t>
      </w:r>
      <w:r w:rsidR="003174A9" w:rsidRPr="00A81E73">
        <w:rPr>
          <w:rFonts w:ascii="Arial" w:hAnsi="Arial" w:cs="Arial"/>
          <w:caps/>
          <w:sz w:val="22"/>
          <w:szCs w:val="22"/>
        </w:rPr>
        <w:t>DEMANDE D’ACCEPTATION D’UN SOUS-TRAITANT</w:t>
      </w:r>
      <w:bookmarkEnd w:id="0"/>
      <w:bookmarkEnd w:id="1"/>
      <w:bookmarkEnd w:id="2"/>
      <w:r w:rsidR="00FC6B00" w:rsidRPr="00A81E73">
        <w:rPr>
          <w:rFonts w:ascii="Arial" w:hAnsi="Arial" w:cs="Arial"/>
          <w:caps/>
          <w:sz w:val="22"/>
          <w:szCs w:val="22"/>
        </w:rPr>
        <w:t xml:space="preserve"> </w:t>
      </w:r>
      <w:r w:rsidR="00EB052E">
        <w:rPr>
          <w:rFonts w:ascii="Arial" w:hAnsi="Arial" w:cs="Arial"/>
          <w:caps/>
          <w:sz w:val="22"/>
          <w:szCs w:val="22"/>
        </w:rPr>
        <w:t>(DAST)</w:t>
      </w:r>
    </w:p>
    <w:p w14:paraId="0C9C95B7" w14:textId="209C7105" w:rsidR="00A92C66" w:rsidRPr="00B54C0E" w:rsidRDefault="00713CD0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caps/>
          <w:color w:val="00B050"/>
          <w:sz w:val="22"/>
          <w:szCs w:val="22"/>
        </w:rPr>
      </w:pPr>
      <w:r>
        <w:rPr>
          <w:rFonts w:ascii="Arial" w:hAnsi="Arial" w:cs="Arial"/>
          <w:caps/>
          <w:sz w:val="22"/>
          <w:szCs w:val="22"/>
        </w:rPr>
        <w:t>DE RANG 1</w:t>
      </w:r>
      <w:r w:rsidR="00A92C66">
        <w:rPr>
          <w:rFonts w:ascii="Arial" w:hAnsi="Arial" w:cs="Arial"/>
          <w:caps/>
          <w:sz w:val="22"/>
          <w:szCs w:val="22"/>
        </w:rPr>
        <w:t xml:space="preserve"> </w:t>
      </w:r>
      <w:r w:rsidR="00754344" w:rsidRPr="00B54C0E">
        <w:rPr>
          <w:rFonts w:ascii="Arial" w:hAnsi="Arial" w:cs="Arial"/>
          <w:caps/>
          <w:color w:val="00B050"/>
          <w:sz w:val="22"/>
          <w:szCs w:val="22"/>
        </w:rPr>
        <w:t>(March</w:t>
      </w:r>
      <w:r w:rsidR="002370CE" w:rsidRPr="002370CE">
        <w:rPr>
          <w:rFonts w:ascii="Arial" w:hAnsi="Arial" w:cs="Arial"/>
          <w:caps/>
          <w:color w:val="00B050"/>
          <w:sz w:val="22"/>
          <w:szCs w:val="22"/>
        </w:rPr>
        <w:t>É</w:t>
      </w:r>
      <w:r w:rsidR="00754344" w:rsidRPr="00B54C0E">
        <w:rPr>
          <w:rFonts w:ascii="Arial" w:hAnsi="Arial" w:cs="Arial"/>
          <w:caps/>
          <w:color w:val="00B050"/>
          <w:sz w:val="22"/>
          <w:szCs w:val="22"/>
        </w:rPr>
        <w:t xml:space="preserve"> </w:t>
      </w:r>
      <w:r w:rsidR="00D54990">
        <w:rPr>
          <w:rFonts w:ascii="Arial" w:hAnsi="Arial" w:cs="Arial"/>
          <w:caps/>
          <w:color w:val="00B050"/>
          <w:sz w:val="22"/>
          <w:szCs w:val="22"/>
        </w:rPr>
        <w:t>SANS MENTION DE PROTECTION ET</w:t>
      </w:r>
      <w:r w:rsidR="009D6EA6" w:rsidRPr="00B54C0E">
        <w:rPr>
          <w:rFonts w:ascii="Arial" w:hAnsi="Arial" w:cs="Arial"/>
          <w:caps/>
          <w:color w:val="00B050"/>
          <w:sz w:val="22"/>
          <w:szCs w:val="22"/>
        </w:rPr>
        <w:t xml:space="preserve"> sans RGPD</w:t>
      </w:r>
      <w:r w:rsidR="00754344" w:rsidRPr="00B54C0E">
        <w:rPr>
          <w:rFonts w:ascii="Arial" w:hAnsi="Arial" w:cs="Arial"/>
          <w:caps/>
          <w:color w:val="00B050"/>
          <w:sz w:val="22"/>
          <w:szCs w:val="22"/>
        </w:rPr>
        <w:t>)</w:t>
      </w:r>
    </w:p>
    <w:p w14:paraId="7D214516" w14:textId="77777777" w:rsidR="009D6EA6" w:rsidRDefault="009D6EA6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i/>
        </w:rPr>
      </w:pPr>
    </w:p>
    <w:p w14:paraId="2E4ED9F1" w14:textId="737935BF" w:rsidR="006A5109" w:rsidRDefault="00A92C66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i/>
        </w:rPr>
      </w:pPr>
      <w:r w:rsidRPr="000623A6">
        <w:rPr>
          <w:rFonts w:ascii="Arial" w:hAnsi="Arial" w:cs="Arial"/>
          <w:i/>
        </w:rPr>
        <w:t>(</w:t>
      </w:r>
      <w:proofErr w:type="gramStart"/>
      <w:r w:rsidRPr="000623A6">
        <w:rPr>
          <w:rFonts w:ascii="Arial" w:hAnsi="Arial" w:cs="Arial"/>
          <w:i/>
        </w:rPr>
        <w:t>à</w:t>
      </w:r>
      <w:proofErr w:type="gramEnd"/>
      <w:r w:rsidRPr="000623A6">
        <w:rPr>
          <w:rFonts w:ascii="Arial" w:hAnsi="Arial" w:cs="Arial"/>
          <w:i/>
        </w:rPr>
        <w:t xml:space="preserve"> remplir par le Titulaire du marché ou le soumissionnaire</w:t>
      </w:r>
      <w:r w:rsidR="006E3333">
        <w:rPr>
          <w:rFonts w:ascii="Arial" w:hAnsi="Arial" w:cs="Arial"/>
          <w:i/>
        </w:rPr>
        <w:t xml:space="preserve">, </w:t>
      </w:r>
      <w:r>
        <w:rPr>
          <w:rFonts w:ascii="Arial" w:hAnsi="Arial" w:cs="Arial"/>
          <w:i/>
        </w:rPr>
        <w:t>sauf la rubrique 7 qui doit être remplie par le sous-traitant</w:t>
      </w:r>
      <w:r w:rsidRPr="000623A6">
        <w:rPr>
          <w:rFonts w:ascii="Arial" w:hAnsi="Arial" w:cs="Arial"/>
          <w:i/>
        </w:rPr>
        <w:t>)</w:t>
      </w:r>
    </w:p>
    <w:p w14:paraId="3843CE3A" w14:textId="77777777" w:rsidR="006A5109" w:rsidRDefault="006A5109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i/>
        </w:rPr>
      </w:pPr>
    </w:p>
    <w:p w14:paraId="03DA9DF7" w14:textId="3286CE86" w:rsidR="003174A9" w:rsidRPr="003A2A00" w:rsidRDefault="003D51B4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caps/>
          <w:sz w:val="22"/>
          <w:szCs w:val="22"/>
        </w:rPr>
      </w:pPr>
      <w:r w:rsidRPr="003A2A00">
        <w:rPr>
          <w:rFonts w:ascii="Arial" w:hAnsi="Arial" w:cs="Arial"/>
        </w:rPr>
        <w:t xml:space="preserve">Version </w:t>
      </w:r>
      <w:r w:rsidR="006A5109" w:rsidRPr="003A2A00">
        <w:rPr>
          <w:rFonts w:ascii="Arial" w:hAnsi="Arial" w:cs="Arial"/>
        </w:rPr>
        <w:t xml:space="preserve">du </w:t>
      </w:r>
      <w:r w:rsidR="006E4994">
        <w:rPr>
          <w:rFonts w:ascii="Arial" w:hAnsi="Arial" w:cs="Arial"/>
        </w:rPr>
        <w:t>04</w:t>
      </w:r>
      <w:r w:rsidR="00B75719">
        <w:rPr>
          <w:rFonts w:ascii="Arial" w:hAnsi="Arial" w:cs="Arial"/>
        </w:rPr>
        <w:t>/0</w:t>
      </w:r>
      <w:r w:rsidR="006E4994">
        <w:rPr>
          <w:rFonts w:ascii="Arial" w:hAnsi="Arial" w:cs="Arial"/>
        </w:rPr>
        <w:t>9</w:t>
      </w:r>
      <w:r w:rsidR="006A5109" w:rsidRPr="003A2A00">
        <w:rPr>
          <w:rFonts w:ascii="Arial" w:hAnsi="Arial" w:cs="Arial"/>
        </w:rPr>
        <w:t>/202</w:t>
      </w:r>
      <w:r w:rsidR="006E4994">
        <w:rPr>
          <w:rFonts w:ascii="Arial" w:hAnsi="Arial" w:cs="Arial"/>
        </w:rPr>
        <w:t>5</w:t>
      </w:r>
    </w:p>
    <w:p w14:paraId="7EE099B7" w14:textId="7A3E2BB1" w:rsidR="00A92C66" w:rsidRPr="002526DE" w:rsidRDefault="00A92C66" w:rsidP="002526DE"/>
    <w:p w14:paraId="74EAD050" w14:textId="33F6471B" w:rsidR="00A81E73" w:rsidRPr="00A81E73" w:rsidRDefault="008F444E" w:rsidP="00A81E73"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9B59398" wp14:editId="4AAC00DC">
                <wp:simplePos x="0" y="0"/>
                <wp:positionH relativeFrom="column">
                  <wp:posOffset>128905</wp:posOffset>
                </wp:positionH>
                <wp:positionV relativeFrom="paragraph">
                  <wp:posOffset>21590</wp:posOffset>
                </wp:positionV>
                <wp:extent cx="5410200" cy="666750"/>
                <wp:effectExtent l="0" t="0" r="19050" b="19050"/>
                <wp:wrapNone/>
                <wp:docPr id="2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0200" cy="666750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E13896" w14:textId="77777777" w:rsidR="008F444E" w:rsidRPr="00897514" w:rsidRDefault="008F444E" w:rsidP="008F444E">
                            <w:pPr>
                              <w:tabs>
                                <w:tab w:val="left" w:pos="284"/>
                              </w:tabs>
                              <w:spacing w:before="120" w:line="200" w:lineRule="exact"/>
                              <w:jc w:val="center"/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</w:pPr>
                            <w:r w:rsidRPr="00897514"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  <w:t>Merci de remplir de préférence informatiquement votre DAST par souci de lisibilité.</w:t>
                            </w:r>
                          </w:p>
                          <w:p w14:paraId="0044B268" w14:textId="650DA5BF" w:rsidR="008F444E" w:rsidRPr="003D2F4D" w:rsidRDefault="008F444E" w:rsidP="008F444E">
                            <w:pPr>
                              <w:tabs>
                                <w:tab w:val="left" w:pos="284"/>
                              </w:tabs>
                              <w:spacing w:before="120" w:line="200" w:lineRule="exact"/>
                              <w:jc w:val="center"/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</w:pPr>
                            <w:r w:rsidRPr="00897514"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  <w:t>Tous les champs concernés pa</w:t>
                            </w:r>
                            <w:r w:rsidR="001E02B3" w:rsidRPr="00897514"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  <w:t xml:space="preserve">r la présente DAST doivent </w:t>
                            </w:r>
                            <w:r w:rsidRPr="00897514"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  <w:t xml:space="preserve">obligatoirement </w:t>
                            </w:r>
                            <w:r w:rsidR="001E02B3" w:rsidRPr="00897514"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  <w:t xml:space="preserve">être </w:t>
                            </w:r>
                            <w:r w:rsidRPr="00897514"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  <w:t>complétés.</w:t>
                            </w:r>
                          </w:p>
                          <w:p w14:paraId="667CE013" w14:textId="77777777" w:rsidR="008F444E" w:rsidRPr="003D2F4D" w:rsidRDefault="008F444E" w:rsidP="008F444E">
                            <w:pPr>
                              <w:tabs>
                                <w:tab w:val="left" w:pos="284"/>
                              </w:tabs>
                              <w:spacing w:before="120" w:line="200" w:lineRule="exact"/>
                              <w:jc w:val="center"/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</w:pPr>
                          </w:p>
                          <w:p w14:paraId="0E8B5A06" w14:textId="77777777" w:rsidR="008F444E" w:rsidRPr="003D2F4D" w:rsidRDefault="008F444E" w:rsidP="008F444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9B59398" id="Rectangle à coins arrondis 2" o:spid="_x0000_s1026" style="position:absolute;margin-left:10.15pt;margin-top:1.7pt;width:426pt;height:52.5pt;z-index:251662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" fillcolor="white [3201]" strokecolor="red" strokeweight="2pt">
                <v:textbox>
                  <w:txbxContent>
                    <w:p w14:paraId="69E13896" w14:textId="77777777" w:rsidR="008F444E" w:rsidRPr="00897514" w:rsidRDefault="008F444E" w:rsidP="008F444E">
                      <w:pPr>
                        <w:tabs>
                          <w:tab w:val="left" w:pos="284"/>
                        </w:tabs>
                        <w:spacing w:before="120" w:line="200" w:lineRule="exact"/>
                        <w:jc w:val="center"/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</w:pPr>
                      <w:r w:rsidRPr="00897514"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  <w:t>Merci de remplir de préférence informatiquement votre DAST par souci de lisibilité.</w:t>
                      </w:r>
                    </w:p>
                    <w:p w14:paraId="0044B268" w14:textId="650DA5BF" w:rsidR="008F444E" w:rsidRPr="003D2F4D" w:rsidRDefault="008F444E" w:rsidP="008F444E">
                      <w:pPr>
                        <w:tabs>
                          <w:tab w:val="left" w:pos="284"/>
                        </w:tabs>
                        <w:spacing w:before="120" w:line="200" w:lineRule="exact"/>
                        <w:jc w:val="center"/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</w:pPr>
                      <w:r w:rsidRPr="00897514"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  <w:t>Tous les champs concernés pa</w:t>
                      </w:r>
                      <w:r w:rsidR="001E02B3" w:rsidRPr="00897514"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  <w:t xml:space="preserve">r la présente DAST doivent </w:t>
                      </w:r>
                      <w:r w:rsidRPr="00897514"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  <w:t xml:space="preserve">obligatoirement </w:t>
                      </w:r>
                      <w:r w:rsidR="001E02B3" w:rsidRPr="00897514"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  <w:t xml:space="preserve">être </w:t>
                      </w:r>
                      <w:r w:rsidRPr="00897514"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  <w:t>complétés.</w:t>
                      </w:r>
                    </w:p>
                    <w:p w14:paraId="667CE013" w14:textId="77777777" w:rsidR="008F444E" w:rsidRPr="003D2F4D" w:rsidRDefault="008F444E" w:rsidP="008F444E">
                      <w:pPr>
                        <w:tabs>
                          <w:tab w:val="left" w:pos="284"/>
                        </w:tabs>
                        <w:spacing w:before="120" w:line="200" w:lineRule="exact"/>
                        <w:jc w:val="center"/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</w:pPr>
                    </w:p>
                    <w:p w14:paraId="0E8B5A06" w14:textId="77777777" w:rsidR="008F444E" w:rsidRPr="003D2F4D" w:rsidRDefault="008F444E" w:rsidP="008F444E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68A36830" w14:textId="77777777" w:rsidR="008F444E" w:rsidRDefault="008F444E" w:rsidP="006908B2">
      <w:pPr>
        <w:tabs>
          <w:tab w:val="left" w:pos="284"/>
        </w:tabs>
        <w:spacing w:before="120" w:line="200" w:lineRule="exact"/>
        <w:jc w:val="center"/>
        <w:rPr>
          <w:rStyle w:val="lev"/>
          <w:rFonts w:ascii="Arial" w:hAnsi="Arial" w:cs="Arial"/>
          <w:color w:val="000000"/>
          <w:sz w:val="24"/>
          <w:shd w:val="clear" w:color="auto" w:fill="FFFFFF"/>
        </w:rPr>
      </w:pPr>
    </w:p>
    <w:p w14:paraId="45DE91AA" w14:textId="77777777" w:rsidR="008F444E" w:rsidRDefault="008F444E" w:rsidP="006908B2">
      <w:pPr>
        <w:tabs>
          <w:tab w:val="left" w:pos="284"/>
        </w:tabs>
        <w:spacing w:before="120" w:line="200" w:lineRule="exact"/>
        <w:jc w:val="center"/>
        <w:rPr>
          <w:rStyle w:val="lev"/>
          <w:rFonts w:ascii="Arial" w:hAnsi="Arial" w:cs="Arial"/>
          <w:color w:val="000000"/>
          <w:sz w:val="24"/>
          <w:shd w:val="clear" w:color="auto" w:fill="FFFFFF"/>
        </w:rPr>
      </w:pPr>
    </w:p>
    <w:p w14:paraId="115E7DB5" w14:textId="77777777" w:rsidR="008F444E" w:rsidRDefault="008F444E" w:rsidP="006908B2">
      <w:pPr>
        <w:tabs>
          <w:tab w:val="left" w:pos="284"/>
        </w:tabs>
        <w:spacing w:before="120" w:line="200" w:lineRule="exact"/>
        <w:jc w:val="center"/>
        <w:rPr>
          <w:rStyle w:val="lev"/>
          <w:rFonts w:ascii="Arial" w:hAnsi="Arial" w:cs="Arial"/>
          <w:color w:val="000000"/>
          <w:sz w:val="24"/>
          <w:shd w:val="clear" w:color="auto" w:fill="FFFFFF"/>
        </w:rPr>
      </w:pPr>
    </w:p>
    <w:p w14:paraId="44701F66" w14:textId="77777777" w:rsidR="003D2F4D" w:rsidRDefault="003D2F4D" w:rsidP="006908B2">
      <w:pPr>
        <w:tabs>
          <w:tab w:val="left" w:pos="284"/>
        </w:tabs>
        <w:spacing w:before="120" w:line="200" w:lineRule="exact"/>
        <w:jc w:val="center"/>
        <w:rPr>
          <w:rStyle w:val="lev"/>
          <w:rFonts w:ascii="Arial" w:hAnsi="Arial" w:cs="Arial"/>
          <w:color w:val="000000"/>
          <w:sz w:val="24"/>
          <w:shd w:val="clear" w:color="auto" w:fill="FFFFFF"/>
        </w:rPr>
      </w:pPr>
    </w:p>
    <w:p w14:paraId="16F83835" w14:textId="612DDF90" w:rsidR="00947D6E" w:rsidRPr="00086A12" w:rsidRDefault="00193ABA" w:rsidP="006908B2">
      <w:pPr>
        <w:tabs>
          <w:tab w:val="left" w:pos="284"/>
        </w:tabs>
        <w:spacing w:before="120" w:line="200" w:lineRule="exact"/>
        <w:jc w:val="center"/>
        <w:rPr>
          <w:rStyle w:val="lev"/>
          <w:rFonts w:ascii="Arial" w:hAnsi="Arial" w:cs="Arial"/>
          <w:color w:val="000000"/>
          <w:sz w:val="24"/>
          <w:shd w:val="clear" w:color="auto" w:fill="FFFFFF"/>
        </w:rPr>
      </w:pPr>
      <w:r w:rsidRPr="00086A12">
        <w:rPr>
          <w:rStyle w:val="lev"/>
          <w:rFonts w:ascii="Arial" w:hAnsi="Arial" w:cs="Arial"/>
          <w:color w:val="000000"/>
          <w:sz w:val="24"/>
          <w:shd w:val="clear" w:color="auto" w:fill="FFFFFF"/>
        </w:rPr>
        <w:t>Référence</w:t>
      </w:r>
      <w:r w:rsidR="001E02B3" w:rsidRPr="00B51FEB">
        <w:rPr>
          <w:rStyle w:val="lev"/>
          <w:rFonts w:ascii="Arial" w:hAnsi="Arial" w:cs="Arial"/>
          <w:color w:val="000000"/>
          <w:sz w:val="28"/>
          <w:shd w:val="clear" w:color="auto" w:fill="FFFFFF"/>
          <w:vertAlign w:val="superscript"/>
        </w:rPr>
        <w:t>*</w:t>
      </w:r>
      <w:r w:rsidR="00AE15F7" w:rsidRPr="00B51FEB">
        <w:rPr>
          <w:rStyle w:val="lev"/>
          <w:rFonts w:ascii="Arial" w:hAnsi="Arial" w:cs="Arial"/>
          <w:color w:val="000000"/>
          <w:sz w:val="22"/>
          <w:shd w:val="clear" w:color="auto" w:fill="FFFFFF"/>
        </w:rPr>
        <w:t xml:space="preserve"> </w:t>
      </w:r>
      <w:r w:rsidR="00AE15F7" w:rsidRPr="00086A12">
        <w:rPr>
          <w:rStyle w:val="lev"/>
          <w:rFonts w:ascii="Arial" w:hAnsi="Arial" w:cs="Arial"/>
          <w:color w:val="000000"/>
          <w:sz w:val="24"/>
          <w:shd w:val="clear" w:color="auto" w:fill="FFFFFF"/>
        </w:rPr>
        <w:t>du marché</w:t>
      </w:r>
      <w:r w:rsidRPr="00086A12">
        <w:rPr>
          <w:rStyle w:val="lev"/>
          <w:rFonts w:ascii="Arial" w:hAnsi="Arial" w:cs="Arial"/>
          <w:color w:val="000000"/>
          <w:sz w:val="24"/>
          <w:shd w:val="clear" w:color="auto" w:fill="FFFFFF"/>
        </w:rPr>
        <w:t xml:space="preserve"> CEA</w:t>
      </w:r>
      <w:r w:rsidR="00AE15F7" w:rsidRPr="00086A12">
        <w:rPr>
          <w:rStyle w:val="lev"/>
          <w:rFonts w:ascii="Arial" w:hAnsi="Arial" w:cs="Arial"/>
          <w:color w:val="000000"/>
          <w:sz w:val="24"/>
          <w:shd w:val="clear" w:color="auto" w:fill="FFFFFF"/>
        </w:rPr>
        <w:t xml:space="preserve"> : </w:t>
      </w:r>
      <w:r w:rsidR="00AE15F7" w:rsidRPr="00787697">
        <w:rPr>
          <w:rStyle w:val="lev"/>
          <w:rFonts w:ascii="Arial" w:hAnsi="Arial" w:cs="Arial"/>
          <w:b w:val="0"/>
          <w:color w:val="000000"/>
          <w:sz w:val="24"/>
          <w:shd w:val="clear" w:color="auto" w:fill="FFFFFF"/>
        </w:rPr>
        <w:t>…………………………</w:t>
      </w:r>
      <w:proofErr w:type="gramStart"/>
      <w:r w:rsidR="00AE15F7" w:rsidRPr="00787697">
        <w:rPr>
          <w:rStyle w:val="lev"/>
          <w:rFonts w:ascii="Arial" w:hAnsi="Arial" w:cs="Arial"/>
          <w:b w:val="0"/>
          <w:color w:val="000000"/>
          <w:sz w:val="24"/>
          <w:shd w:val="clear" w:color="auto" w:fill="FFFFFF"/>
        </w:rPr>
        <w:t>…….</w:t>
      </w:r>
      <w:proofErr w:type="gramEnd"/>
      <w:r w:rsidR="00AE15F7" w:rsidRPr="00787697">
        <w:rPr>
          <w:rStyle w:val="lev"/>
          <w:rFonts w:ascii="Arial" w:hAnsi="Arial" w:cs="Arial"/>
          <w:b w:val="0"/>
          <w:color w:val="000000"/>
          <w:sz w:val="24"/>
          <w:shd w:val="clear" w:color="auto" w:fill="FFFFFF"/>
        </w:rPr>
        <w:t>.</w:t>
      </w:r>
    </w:p>
    <w:p w14:paraId="5326F8B9" w14:textId="15C8AA10" w:rsidR="00567886" w:rsidRPr="001E02B3" w:rsidRDefault="008F444E" w:rsidP="008F444E">
      <w:pPr>
        <w:tabs>
          <w:tab w:val="left" w:pos="284"/>
          <w:tab w:val="left" w:pos="5970"/>
        </w:tabs>
        <w:spacing w:before="120" w:line="200" w:lineRule="exact"/>
        <w:jc w:val="right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(</w:t>
      </w:r>
      <w:r w:rsidR="001E02B3" w:rsidRPr="00897514">
        <w:rPr>
          <w:rStyle w:val="lev"/>
          <w:rFonts w:ascii="Arial" w:hAnsi="Arial" w:cs="Arial"/>
          <w:b w:val="0"/>
          <w:i/>
          <w:color w:val="00B050"/>
          <w:sz w:val="22"/>
          <w:shd w:val="clear" w:color="auto" w:fill="FFFFFF"/>
        </w:rPr>
        <w:t>*</w:t>
      </w:r>
      <w:r w:rsidR="001E02B3"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Lorsque</w:t>
      </w: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 xml:space="preserve"> la DAST est transmise après la notification du marc</w:t>
      </w:r>
      <w:r w:rsidR="00E32625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hé, la référence commence par 41</w:t>
      </w: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00</w:t>
      </w:r>
      <w:r w:rsidR="001E02B3"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, 5</w:t>
      </w:r>
      <w:r w:rsidR="00035381"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0</w:t>
      </w:r>
      <w:r w:rsidR="001E02B3"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0000</w:t>
      </w: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 xml:space="preserve"> ou 520000)</w:t>
      </w:r>
    </w:p>
    <w:p w14:paraId="51E43289" w14:textId="77777777" w:rsidR="00744C6A" w:rsidRDefault="00744C6A" w:rsidP="006908B2">
      <w:pPr>
        <w:tabs>
          <w:tab w:val="left" w:pos="284"/>
        </w:tabs>
        <w:spacing w:before="120" w:line="200" w:lineRule="exact"/>
        <w:jc w:val="center"/>
        <w:rPr>
          <w:rStyle w:val="lev"/>
          <w:rFonts w:ascii="Arial" w:hAnsi="Arial" w:cs="Arial"/>
          <w:b w:val="0"/>
          <w:color w:val="000000"/>
          <w:shd w:val="clear" w:color="auto" w:fill="FFFFFF"/>
        </w:rPr>
      </w:pPr>
    </w:p>
    <w:p w14:paraId="4114D018" w14:textId="6971F11A" w:rsidR="006908B2" w:rsidRPr="006908B2" w:rsidRDefault="006908B2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hd w:val="clear" w:color="auto" w:fill="FFFFFF"/>
        </w:rPr>
      </w:pPr>
    </w:p>
    <w:p w14:paraId="1305CA30" w14:textId="720E2966" w:rsidR="000623A6" w:rsidRDefault="001535A9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Ce formulaire de demande </w:t>
      </w:r>
      <w:r w:rsidR="000623A6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d’acceptation est</w:t>
      </w:r>
      <w:r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destiné à </w:t>
      </w:r>
      <w:r w:rsidR="00E225F1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présenter l</w:t>
      </w:r>
      <w:r w:rsidR="00FC2A3A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e </w:t>
      </w:r>
      <w:r w:rsidR="00E225F1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sous-traitant et les prestations sous-traitées</w:t>
      </w:r>
      <w:r w:rsidR="000623A6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.</w:t>
      </w:r>
    </w:p>
    <w:p w14:paraId="7256729C" w14:textId="115D7E75" w:rsidR="000623A6" w:rsidRDefault="000623A6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5B2A3FFA" w14:textId="2A03ED41" w:rsidR="001535A9" w:rsidRDefault="000623A6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Il a également pour objet de</w:t>
      </w:r>
      <w:r w:rsidR="00E225F1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soumettre à l’agrément du CEA les conditions de paiement direct du sous-traitant</w:t>
      </w:r>
      <w:r w:rsidR="00293B5C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de rang 1 uniquement</w:t>
      </w:r>
      <w:r w:rsidR="00E225F1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.</w:t>
      </w:r>
    </w:p>
    <w:p w14:paraId="056836B9" w14:textId="40E56168" w:rsidR="006908B2" w:rsidRPr="0078504B" w:rsidRDefault="006908B2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0A0810C1" w14:textId="09A02BF9" w:rsidR="006908B2" w:rsidRPr="0078504B" w:rsidRDefault="006908B2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78504B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En cas de pluralité de sous-traitants, il est établi un formulaire par sous-traitant.</w:t>
      </w:r>
    </w:p>
    <w:p w14:paraId="727782C5" w14:textId="79AE6BB1" w:rsidR="006908B2" w:rsidRPr="0078504B" w:rsidRDefault="006908B2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33B01668" w14:textId="24572977" w:rsidR="00E225F1" w:rsidRDefault="006908B2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78504B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Si le présent formulaire n’est pas complété dans son intégralité, il ne pourra pas être validé par le CEA. Le sous-traitant ne sera donc pas accepté</w:t>
      </w:r>
      <w:r w:rsidR="00FC2A3A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.</w:t>
      </w:r>
    </w:p>
    <w:p w14:paraId="05833C18" w14:textId="410CB869" w:rsidR="006908B2" w:rsidRPr="006908B2" w:rsidRDefault="006908B2" w:rsidP="006908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center"/>
        <w:rPr>
          <w:rFonts w:ascii="Arial" w:hAnsi="Arial" w:cs="Arial"/>
        </w:rPr>
      </w:pPr>
    </w:p>
    <w:p w14:paraId="16A51A25" w14:textId="31BD28A3" w:rsidR="006908B2" w:rsidRDefault="006908B2" w:rsidP="003174A9">
      <w:pPr>
        <w:tabs>
          <w:tab w:val="left" w:pos="284"/>
        </w:tabs>
        <w:spacing w:before="120" w:line="200" w:lineRule="exact"/>
        <w:rPr>
          <w:rFonts w:ascii="Arial" w:hAnsi="Arial" w:cs="Arial"/>
        </w:rPr>
      </w:pPr>
    </w:p>
    <w:p w14:paraId="40CCD233" w14:textId="44B19D3A" w:rsidR="00AE15F7" w:rsidRPr="00035381" w:rsidRDefault="00185DB6" w:rsidP="003174A9">
      <w:pPr>
        <w:tabs>
          <w:tab w:val="left" w:pos="284"/>
        </w:tabs>
        <w:spacing w:before="120" w:line="200" w:lineRule="exact"/>
        <w:rPr>
          <w:rFonts w:ascii="Arial" w:hAnsi="Arial" w:cs="Arial"/>
          <w:u w:val="single"/>
        </w:rPr>
      </w:pPr>
      <w:r w:rsidRPr="00897514">
        <w:rPr>
          <w:rFonts w:ascii="Arial" w:hAnsi="Arial" w:cs="Arial"/>
          <w:u w:val="single"/>
        </w:rPr>
        <w:t xml:space="preserve">Cocher la ou les </w:t>
      </w:r>
      <w:r w:rsidR="00AE15F7" w:rsidRPr="00897514">
        <w:rPr>
          <w:rFonts w:ascii="Arial" w:hAnsi="Arial" w:cs="Arial"/>
          <w:u w:val="single"/>
        </w:rPr>
        <w:t>cases</w:t>
      </w:r>
      <w:r w:rsidRPr="00897514">
        <w:rPr>
          <w:rFonts w:ascii="Arial" w:hAnsi="Arial" w:cs="Arial"/>
          <w:u w:val="single"/>
        </w:rPr>
        <w:t xml:space="preserve"> concernées</w:t>
      </w:r>
      <w:r w:rsidR="00AE15F7" w:rsidRPr="00897514">
        <w:rPr>
          <w:rFonts w:ascii="Arial" w:hAnsi="Arial" w:cs="Arial"/>
          <w:u w:val="single"/>
        </w:rPr>
        <w:t xml:space="preserve"> ci-dessous :</w:t>
      </w:r>
    </w:p>
    <w:p w14:paraId="28726778" w14:textId="77777777" w:rsidR="005D3B1D" w:rsidRPr="00311067" w:rsidRDefault="005D3B1D" w:rsidP="00603E83">
      <w:pPr>
        <w:tabs>
          <w:tab w:val="left" w:pos="284"/>
        </w:tabs>
        <w:spacing w:before="120" w:line="200" w:lineRule="exact"/>
        <w:jc w:val="both"/>
        <w:rPr>
          <w:rFonts w:ascii="Arial" w:hAnsi="Arial" w:cs="Arial"/>
        </w:rPr>
      </w:pPr>
    </w:p>
    <w:p w14:paraId="59DFC0F8" w14:textId="4B38491E" w:rsidR="008C0967" w:rsidRPr="00311067" w:rsidRDefault="006E4994" w:rsidP="00747262">
      <w:pPr>
        <w:tabs>
          <w:tab w:val="left" w:pos="284"/>
        </w:tabs>
        <w:ind w:left="284" w:hanging="284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2061006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E0ABD">
            <w:rPr>
              <w:rFonts w:ascii="MS Gothic" w:eastAsia="MS Gothic" w:hAnsi="MS Gothic" w:cs="Arial" w:hint="eastAsia"/>
            </w:rPr>
            <w:t>☐</w:t>
          </w:r>
        </w:sdtContent>
      </w:sdt>
      <w:r w:rsidR="00747262">
        <w:rPr>
          <w:rFonts w:ascii="Arial" w:hAnsi="Arial" w:cs="Arial"/>
        </w:rPr>
        <w:tab/>
      </w:r>
      <w:r w:rsidR="008C0967" w:rsidRPr="00311067">
        <w:rPr>
          <w:rFonts w:ascii="Arial" w:hAnsi="Arial" w:cs="Arial"/>
        </w:rPr>
        <w:t xml:space="preserve">Si la demande intervient </w:t>
      </w:r>
      <w:r w:rsidR="008C0967" w:rsidRPr="00EB052E">
        <w:rPr>
          <w:rFonts w:ascii="Arial" w:hAnsi="Arial" w:cs="Arial"/>
          <w:b/>
        </w:rPr>
        <w:t>avant la notification du marché</w:t>
      </w:r>
      <w:r w:rsidR="00873B66" w:rsidRPr="00311067">
        <w:rPr>
          <w:rFonts w:ascii="Arial" w:hAnsi="Arial" w:cs="Arial"/>
        </w:rPr>
        <w:t>,</w:t>
      </w:r>
      <w:r w:rsidR="008C0967" w:rsidRPr="00311067">
        <w:rPr>
          <w:rFonts w:ascii="Arial" w:hAnsi="Arial" w:cs="Arial"/>
        </w:rPr>
        <w:t xml:space="preserve"> le </w:t>
      </w:r>
      <w:r w:rsidR="00747262">
        <w:rPr>
          <w:rFonts w:ascii="Arial" w:hAnsi="Arial" w:cs="Arial"/>
        </w:rPr>
        <w:t xml:space="preserve">présent formulaire vaut demande </w:t>
      </w:r>
      <w:r w:rsidR="008C0967" w:rsidRPr="00311067">
        <w:rPr>
          <w:rFonts w:ascii="Arial" w:hAnsi="Arial" w:cs="Arial"/>
        </w:rPr>
        <w:t>d’acceptation du sous-traitant.</w:t>
      </w:r>
    </w:p>
    <w:p w14:paraId="39188CA8" w14:textId="021A7941" w:rsidR="008C0967" w:rsidRPr="00311067" w:rsidRDefault="008C0967" w:rsidP="00603E83">
      <w:pPr>
        <w:tabs>
          <w:tab w:val="left" w:pos="284"/>
        </w:tabs>
        <w:jc w:val="both"/>
        <w:rPr>
          <w:rFonts w:ascii="Arial" w:hAnsi="Arial" w:cs="Arial"/>
        </w:rPr>
      </w:pPr>
    </w:p>
    <w:p w14:paraId="61632A51" w14:textId="2D46ACCA" w:rsidR="005E39E0" w:rsidRDefault="006E4994" w:rsidP="00603E83">
      <w:pPr>
        <w:tabs>
          <w:tab w:val="left" w:pos="284"/>
        </w:tabs>
        <w:ind w:left="426" w:hanging="426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4620289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B63F5">
            <w:rPr>
              <w:rFonts w:ascii="MS Gothic" w:eastAsia="MS Gothic" w:hAnsi="MS Gothic" w:cs="Arial" w:hint="eastAsia"/>
            </w:rPr>
            <w:t>☐</w:t>
          </w:r>
        </w:sdtContent>
      </w:sdt>
      <w:r w:rsidR="004B63F5">
        <w:rPr>
          <w:rFonts w:ascii="Arial" w:hAnsi="Arial" w:cs="Arial"/>
        </w:rPr>
        <w:t xml:space="preserve"> </w:t>
      </w:r>
      <w:r w:rsidR="008C0967" w:rsidRPr="00311067">
        <w:rPr>
          <w:rFonts w:ascii="Arial" w:hAnsi="Arial" w:cs="Arial"/>
        </w:rPr>
        <w:t xml:space="preserve">Si la demande intervient </w:t>
      </w:r>
      <w:r w:rsidR="008C0967" w:rsidRPr="00EB052E">
        <w:rPr>
          <w:rFonts w:ascii="Arial" w:hAnsi="Arial" w:cs="Arial"/>
          <w:b/>
        </w:rPr>
        <w:t>après la notification du marché</w:t>
      </w:r>
      <w:r w:rsidR="005E39E0">
        <w:rPr>
          <w:rFonts w:ascii="Arial" w:hAnsi="Arial" w:cs="Arial"/>
        </w:rPr>
        <w:t> :</w:t>
      </w:r>
    </w:p>
    <w:p w14:paraId="4E969788" w14:textId="70AC2292" w:rsidR="00EB052E" w:rsidRDefault="00EB052E" w:rsidP="00603E83">
      <w:pPr>
        <w:tabs>
          <w:tab w:val="left" w:pos="284"/>
        </w:tabs>
        <w:ind w:left="426" w:hanging="426"/>
        <w:jc w:val="both"/>
        <w:rPr>
          <w:rFonts w:ascii="Arial" w:hAnsi="Arial" w:cs="Arial"/>
        </w:rPr>
      </w:pPr>
    </w:p>
    <w:p w14:paraId="7E2FB94E" w14:textId="707E378A" w:rsidR="00AE15F7" w:rsidRPr="004B63F5" w:rsidRDefault="004B63F5" w:rsidP="004B63F5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7053625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 xml:space="preserve"> </w:t>
      </w:r>
      <w:proofErr w:type="gramStart"/>
      <w:r w:rsidR="008C0967" w:rsidRPr="004B63F5">
        <w:rPr>
          <w:rFonts w:ascii="Arial" w:hAnsi="Arial" w:cs="Arial"/>
        </w:rPr>
        <w:t>le</w:t>
      </w:r>
      <w:proofErr w:type="gramEnd"/>
      <w:r w:rsidR="008C0967" w:rsidRPr="004B63F5">
        <w:rPr>
          <w:rFonts w:ascii="Arial" w:hAnsi="Arial" w:cs="Arial"/>
        </w:rPr>
        <w:t xml:space="preserve"> présent formulaire vaut acte spécial</w:t>
      </w:r>
      <w:r w:rsidR="00AE15F7" w:rsidRPr="004B63F5">
        <w:rPr>
          <w:rFonts w:ascii="Arial" w:hAnsi="Arial" w:cs="Arial"/>
        </w:rPr>
        <w:t xml:space="preserve"> de sous-traitance</w:t>
      </w:r>
      <w:r w:rsidR="00747262">
        <w:rPr>
          <w:rFonts w:ascii="Arial" w:hAnsi="Arial" w:cs="Arial"/>
        </w:rPr>
        <w:t> ;</w:t>
      </w:r>
    </w:p>
    <w:p w14:paraId="1F5C96E6" w14:textId="77777777" w:rsidR="005E39E0" w:rsidRDefault="005E39E0" w:rsidP="00266373">
      <w:pPr>
        <w:pStyle w:val="Paragraphedeliste"/>
        <w:tabs>
          <w:tab w:val="left" w:pos="284"/>
        </w:tabs>
        <w:jc w:val="both"/>
        <w:rPr>
          <w:rFonts w:ascii="Arial" w:hAnsi="Arial" w:cs="Arial"/>
        </w:rPr>
      </w:pPr>
    </w:p>
    <w:p w14:paraId="3CD5E63C" w14:textId="49AB7A16" w:rsidR="00EB052E" w:rsidRPr="004B63F5" w:rsidRDefault="004B63F5" w:rsidP="004B63F5">
      <w:pPr>
        <w:tabs>
          <w:tab w:val="left" w:pos="567"/>
        </w:tabs>
        <w:ind w:left="851" w:hanging="851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9132014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 xml:space="preserve"> </w:t>
      </w:r>
      <w:proofErr w:type="gramStart"/>
      <w:r w:rsidR="00EB052E" w:rsidRPr="004B63F5">
        <w:rPr>
          <w:rFonts w:ascii="Arial" w:hAnsi="Arial" w:cs="Arial"/>
        </w:rPr>
        <w:t>le</w:t>
      </w:r>
      <w:proofErr w:type="gramEnd"/>
      <w:r w:rsidR="00EB052E" w:rsidRPr="004B63F5">
        <w:rPr>
          <w:rFonts w:ascii="Arial" w:hAnsi="Arial" w:cs="Arial"/>
        </w:rPr>
        <w:t xml:space="preserve"> présent formulaire vaut acte spécial de sous-traitance modificatif si la demande initiale a été modifiée</w:t>
      </w:r>
      <w:r w:rsidR="00747262">
        <w:rPr>
          <w:rFonts w:ascii="Arial" w:hAnsi="Arial" w:cs="Arial"/>
        </w:rPr>
        <w:t>.</w:t>
      </w:r>
    </w:p>
    <w:p w14:paraId="5B2B6A5B" w14:textId="54A89FB2" w:rsidR="00747262" w:rsidRDefault="00747262">
      <w:pPr>
        <w:rPr>
          <w:rFonts w:ascii="Arial" w:hAnsi="Arial" w:cs="Arial"/>
          <w:sz w:val="22"/>
        </w:rPr>
      </w:pPr>
    </w:p>
    <w:p w14:paraId="64035710" w14:textId="21E9DF48" w:rsidR="003D4B79" w:rsidRDefault="003D4B79">
      <w:pPr>
        <w:rPr>
          <w:rFonts w:ascii="Arial" w:hAnsi="Arial" w:cs="Arial"/>
          <w:sz w:val="22"/>
        </w:rPr>
      </w:pPr>
    </w:p>
    <w:p w14:paraId="24278235" w14:textId="35A86D4C" w:rsidR="003D4B79" w:rsidRDefault="003D4B79">
      <w:pPr>
        <w:rPr>
          <w:rFonts w:ascii="Arial" w:hAnsi="Arial" w:cs="Arial"/>
          <w:sz w:val="22"/>
        </w:rPr>
      </w:pPr>
    </w:p>
    <w:p w14:paraId="1975C8AA" w14:textId="77777777" w:rsidR="003D4B79" w:rsidRDefault="003D4B79">
      <w:pPr>
        <w:rPr>
          <w:rFonts w:ascii="Arial" w:hAnsi="Arial" w:cs="Arial"/>
          <w:sz w:val="22"/>
        </w:rPr>
      </w:pPr>
    </w:p>
    <w:p w14:paraId="0CBFAB93" w14:textId="77777777" w:rsidR="007961FD" w:rsidRDefault="007961FD" w:rsidP="007961FD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</w:rPr>
        <w:lastRenderedPageBreak/>
        <w:t>1 - MARCHE CONCERNE</w:t>
      </w:r>
    </w:p>
    <w:p w14:paraId="49C01AB5" w14:textId="77777777" w:rsidR="007961FD" w:rsidRDefault="007961FD" w:rsidP="007961FD">
      <w:pPr>
        <w:tabs>
          <w:tab w:val="left" w:pos="3544"/>
          <w:tab w:val="right" w:leader="dot" w:pos="10205"/>
        </w:tabs>
        <w:spacing w:after="60"/>
        <w:rPr>
          <w:rFonts w:ascii="Arial" w:hAnsi="Arial" w:cs="Arial"/>
          <w:b/>
          <w:caps/>
        </w:rPr>
      </w:pPr>
    </w:p>
    <w:p w14:paraId="546558E6" w14:textId="74DFB81D" w:rsidR="00056F4F" w:rsidRDefault="00056F4F" w:rsidP="009B60B7">
      <w:pPr>
        <w:tabs>
          <w:tab w:val="left" w:pos="3544"/>
          <w:tab w:val="right" w:leader="dot" w:pos="9072"/>
        </w:tabs>
        <w:spacing w:after="60"/>
        <w:rPr>
          <w:rFonts w:ascii="Arial" w:hAnsi="Arial" w:cs="Arial"/>
          <w:caps/>
        </w:rPr>
      </w:pPr>
      <w:r>
        <w:rPr>
          <w:rFonts w:ascii="Arial" w:hAnsi="Arial" w:cs="Arial"/>
          <w:b/>
          <w:caps/>
        </w:rPr>
        <w:t xml:space="preserve">denomination sociale du </w:t>
      </w:r>
      <w:r w:rsidR="003174A9">
        <w:rPr>
          <w:rFonts w:ascii="Arial" w:hAnsi="Arial" w:cs="Arial"/>
          <w:b/>
          <w:caps/>
        </w:rPr>
        <w:t xml:space="preserve">Titulaire </w:t>
      </w:r>
      <w:r>
        <w:rPr>
          <w:rFonts w:ascii="Arial" w:hAnsi="Arial" w:cs="Arial"/>
          <w:b/>
          <w:caps/>
        </w:rPr>
        <w:t xml:space="preserve">du marche </w:t>
      </w:r>
      <w:r w:rsidR="003174A9">
        <w:rPr>
          <w:rFonts w:ascii="Arial" w:hAnsi="Arial" w:cs="Arial"/>
          <w:b/>
          <w:caps/>
        </w:rPr>
        <w:t xml:space="preserve">(ou </w:t>
      </w:r>
      <w:r>
        <w:rPr>
          <w:rFonts w:ascii="Arial" w:hAnsi="Arial" w:cs="Arial"/>
          <w:b/>
          <w:caps/>
        </w:rPr>
        <w:t xml:space="preserve">du </w:t>
      </w:r>
      <w:r w:rsidR="003174A9">
        <w:rPr>
          <w:rFonts w:ascii="Arial" w:hAnsi="Arial" w:cs="Arial"/>
          <w:b/>
          <w:caps/>
        </w:rPr>
        <w:t>SOUMISSIONNAIRE</w:t>
      </w:r>
      <w:r>
        <w:rPr>
          <w:rFonts w:ascii="Arial" w:hAnsi="Arial" w:cs="Arial"/>
          <w:b/>
          <w:caps/>
        </w:rPr>
        <w:t xml:space="preserve">) : </w:t>
      </w:r>
      <w:r w:rsidR="009B60B7" w:rsidRPr="009B60B7">
        <w:rPr>
          <w:rFonts w:ascii="Arial" w:hAnsi="Arial" w:cs="Arial"/>
          <w:caps/>
        </w:rPr>
        <w:tab/>
      </w:r>
      <w:r w:rsidR="003174A9" w:rsidRPr="00056F4F">
        <w:rPr>
          <w:rFonts w:ascii="Arial" w:hAnsi="Arial" w:cs="Arial"/>
          <w:caps/>
        </w:rPr>
        <w:t xml:space="preserve"> </w:t>
      </w:r>
    </w:p>
    <w:p w14:paraId="45A71A1C" w14:textId="5633681F" w:rsidR="009B60B7" w:rsidRDefault="009B60B7" w:rsidP="009B60B7">
      <w:pPr>
        <w:tabs>
          <w:tab w:val="right" w:leader="dot" w:pos="9072"/>
        </w:tabs>
        <w:spacing w:after="60"/>
        <w:rPr>
          <w:rFonts w:ascii="Arial" w:hAnsi="Arial" w:cs="Arial"/>
          <w:b/>
          <w:caps/>
        </w:rPr>
      </w:pPr>
      <w:r>
        <w:rPr>
          <w:rFonts w:ascii="Arial" w:hAnsi="Arial" w:cs="Arial"/>
          <w:caps/>
        </w:rPr>
        <w:tab/>
      </w:r>
    </w:p>
    <w:p w14:paraId="7F0663EA" w14:textId="51080095" w:rsidR="00CB22BE" w:rsidRPr="009B60B7" w:rsidRDefault="009B60B7" w:rsidP="009B60B7">
      <w:pPr>
        <w:tabs>
          <w:tab w:val="left" w:leader="dot" w:pos="9072"/>
        </w:tabs>
        <w:spacing w:after="60"/>
        <w:rPr>
          <w:rFonts w:ascii="Arial" w:hAnsi="Arial" w:cs="Arial"/>
          <w:caps/>
        </w:rPr>
      </w:pPr>
      <w:r>
        <w:rPr>
          <w:rFonts w:ascii="Arial" w:hAnsi="Arial" w:cs="Arial"/>
          <w:b/>
          <w:caps/>
        </w:rPr>
        <w:t xml:space="preserve">objet du marché : </w:t>
      </w:r>
      <w:r w:rsidRPr="009B60B7">
        <w:rPr>
          <w:rFonts w:ascii="Arial" w:hAnsi="Arial" w:cs="Arial"/>
          <w:caps/>
        </w:rPr>
        <w:tab/>
      </w:r>
    </w:p>
    <w:p w14:paraId="3B0B341D" w14:textId="7B87FE5A" w:rsidR="009B60B7" w:rsidRPr="009B60B7" w:rsidRDefault="009B60B7" w:rsidP="009B60B7">
      <w:pPr>
        <w:tabs>
          <w:tab w:val="left" w:leader="dot" w:pos="9072"/>
        </w:tabs>
        <w:spacing w:after="60"/>
        <w:rPr>
          <w:rFonts w:ascii="Arial" w:hAnsi="Arial" w:cs="Arial"/>
          <w:caps/>
        </w:rPr>
      </w:pPr>
      <w:r w:rsidRPr="009B60B7">
        <w:rPr>
          <w:rFonts w:ascii="Arial" w:hAnsi="Arial" w:cs="Arial"/>
          <w:caps/>
        </w:rPr>
        <w:tab/>
      </w:r>
    </w:p>
    <w:p w14:paraId="489444A4" w14:textId="088B59CA" w:rsidR="00CB22BE" w:rsidRPr="000623A6" w:rsidRDefault="00CB22BE" w:rsidP="009B60B7">
      <w:pPr>
        <w:tabs>
          <w:tab w:val="left" w:leader="dot" w:pos="9072"/>
        </w:tabs>
        <w:spacing w:after="60"/>
        <w:rPr>
          <w:rFonts w:ascii="Arial" w:hAnsi="Arial" w:cs="Arial"/>
          <w:b/>
          <w:sz w:val="18"/>
          <w:szCs w:val="16"/>
        </w:rPr>
      </w:pPr>
      <w:r w:rsidRPr="000623A6">
        <w:rPr>
          <w:rFonts w:ascii="Arial" w:hAnsi="Arial" w:cs="Arial"/>
          <w:b/>
          <w:szCs w:val="16"/>
        </w:rPr>
        <w:t>REFERENCE</w:t>
      </w:r>
      <w:r w:rsidR="00035381" w:rsidRPr="00B51FEB">
        <w:rPr>
          <w:rFonts w:ascii="Arial" w:hAnsi="Arial" w:cs="Arial"/>
          <w:b/>
          <w:sz w:val="28"/>
          <w:szCs w:val="16"/>
          <w:vertAlign w:val="superscript"/>
        </w:rPr>
        <w:t>*</w:t>
      </w:r>
      <w:r w:rsidRPr="000623A6">
        <w:rPr>
          <w:rFonts w:ascii="Arial" w:hAnsi="Arial" w:cs="Arial"/>
          <w:b/>
          <w:szCs w:val="16"/>
        </w:rPr>
        <w:t xml:space="preserve"> DU MARCHE </w:t>
      </w:r>
      <w:r w:rsidRPr="000623A6">
        <w:rPr>
          <w:rFonts w:ascii="Arial" w:hAnsi="Arial" w:cs="Arial"/>
          <w:b/>
          <w:sz w:val="18"/>
          <w:szCs w:val="16"/>
        </w:rPr>
        <w:t>:</w:t>
      </w:r>
      <w:r w:rsidR="009B60B7">
        <w:rPr>
          <w:rFonts w:ascii="Arial" w:hAnsi="Arial" w:cs="Arial"/>
          <w:b/>
          <w:sz w:val="18"/>
          <w:szCs w:val="16"/>
        </w:rPr>
        <w:t xml:space="preserve"> </w:t>
      </w:r>
      <w:r w:rsidR="009B60B7" w:rsidRPr="009B60B7">
        <w:rPr>
          <w:rFonts w:ascii="Arial" w:hAnsi="Arial" w:cs="Arial"/>
          <w:sz w:val="18"/>
          <w:szCs w:val="16"/>
        </w:rPr>
        <w:tab/>
      </w:r>
    </w:p>
    <w:p w14:paraId="56DEF425" w14:textId="67A7F118" w:rsidR="00035381" w:rsidRDefault="00035381" w:rsidP="00035381">
      <w:pPr>
        <w:tabs>
          <w:tab w:val="left" w:pos="284"/>
          <w:tab w:val="left" w:pos="5970"/>
        </w:tabs>
        <w:spacing w:before="120" w:line="200" w:lineRule="exact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(</w:t>
      </w:r>
      <w:r w:rsidRPr="00897514">
        <w:rPr>
          <w:rStyle w:val="lev"/>
          <w:rFonts w:ascii="Arial" w:hAnsi="Arial" w:cs="Arial"/>
          <w:b w:val="0"/>
          <w:i/>
          <w:color w:val="00B050"/>
          <w:sz w:val="22"/>
          <w:shd w:val="clear" w:color="auto" w:fill="FFFFFF"/>
        </w:rPr>
        <w:t>*</w:t>
      </w: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Lorsque la DAST est transmise après la notification du marc</w:t>
      </w:r>
      <w:r w:rsidR="00E32625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hé, la référence commence par 41</w:t>
      </w: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00, 500000 ou 520000)</w:t>
      </w:r>
    </w:p>
    <w:p w14:paraId="30D9087A" w14:textId="1BA8AA43" w:rsidR="006D5EE8" w:rsidRDefault="006D5EE8" w:rsidP="00035381">
      <w:pPr>
        <w:tabs>
          <w:tab w:val="left" w:pos="284"/>
          <w:tab w:val="left" w:pos="5970"/>
        </w:tabs>
        <w:spacing w:before="120" w:line="200" w:lineRule="exact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</w:p>
    <w:p w14:paraId="3CAFBF22" w14:textId="04EA890A" w:rsidR="00095F6D" w:rsidRDefault="00095F6D" w:rsidP="00882EAD">
      <w:pPr>
        <w:tabs>
          <w:tab w:val="left" w:pos="284"/>
          <w:tab w:val="left" w:pos="5970"/>
        </w:tabs>
        <w:spacing w:before="120" w:line="200" w:lineRule="exact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  <w:r>
        <w:rPr>
          <w:rFonts w:ascii="Arial" w:hAnsi="Arial" w:cs="Arial"/>
          <w:b/>
          <w:caps/>
        </w:rPr>
        <w:t>PAIEMENT DIRECT</w:t>
      </w:r>
      <w:r w:rsidRPr="00EF291C">
        <w:rPr>
          <w:rFonts w:ascii="Arial" w:hAnsi="Arial" w:cs="Arial"/>
          <w:b/>
          <w:caps/>
          <w:sz w:val="28"/>
        </w:rPr>
        <w:t> </w:t>
      </w:r>
      <w:r>
        <w:rPr>
          <w:rFonts w:ascii="Arial" w:hAnsi="Arial" w:cs="Arial"/>
          <w:b/>
          <w:caps/>
        </w:rPr>
        <w:t xml:space="preserve">DU SOUS-TRAITANT PAR LE CEA : </w:t>
      </w:r>
      <w:r w:rsidR="00882EAD">
        <w:rPr>
          <w:rFonts w:ascii="MS Gothic" w:eastAsia="MS Gothic" w:hAnsi="MS Gothic" w:cs="Arial" w:hint="eastAsia"/>
          <w:b/>
        </w:rPr>
        <w:t xml:space="preserve">   </w:t>
      </w:r>
      <w:sdt>
        <w:sdtPr>
          <w:rPr>
            <w:rFonts w:ascii="Arial" w:hAnsi="Arial" w:cs="Arial"/>
            <w:b/>
          </w:rPr>
          <w:id w:val="2850076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82EAD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882EAD">
        <w:rPr>
          <w:rFonts w:ascii="Arial" w:hAnsi="Arial" w:cs="Arial"/>
          <w:b/>
        </w:rPr>
        <w:t xml:space="preserve">   OUI      </w:t>
      </w:r>
      <w:sdt>
        <w:sdtPr>
          <w:rPr>
            <w:rFonts w:ascii="Arial" w:hAnsi="Arial" w:cs="Arial"/>
            <w:b/>
          </w:rPr>
          <w:id w:val="-2662338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82EAD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882EAD">
        <w:rPr>
          <w:rFonts w:ascii="Arial" w:hAnsi="Arial" w:cs="Arial"/>
          <w:b/>
        </w:rPr>
        <w:t xml:space="preserve">   NON</w:t>
      </w:r>
    </w:p>
    <w:p w14:paraId="785544EB" w14:textId="340D2CE7" w:rsidR="004458C6" w:rsidRDefault="004458C6">
      <w:pPr>
        <w:rPr>
          <w:rFonts w:ascii="Arial" w:hAnsi="Arial" w:cs="Arial"/>
        </w:rPr>
      </w:pPr>
    </w:p>
    <w:p w14:paraId="072DFFF6" w14:textId="51AFCAD2" w:rsidR="00564133" w:rsidRDefault="00564133" w:rsidP="009B60B7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 </w:t>
      </w:r>
      <w:r w:rsidR="005B0162">
        <w:rPr>
          <w:rFonts w:ascii="Arial" w:hAnsi="Arial" w:cs="Arial"/>
          <w:b/>
        </w:rPr>
        <w:t>-</w:t>
      </w:r>
      <w:r>
        <w:rPr>
          <w:rFonts w:ascii="Arial" w:hAnsi="Arial" w:cs="Arial"/>
          <w:b/>
        </w:rPr>
        <w:t xml:space="preserve"> </w:t>
      </w:r>
      <w:r w:rsidR="00056F4F">
        <w:rPr>
          <w:rFonts w:ascii="Arial" w:hAnsi="Arial" w:cs="Arial"/>
          <w:b/>
        </w:rPr>
        <w:t xml:space="preserve">RENSEIGNEMENTS SUR LE </w:t>
      </w:r>
      <w:r>
        <w:rPr>
          <w:rFonts w:ascii="Arial" w:hAnsi="Arial" w:cs="Arial"/>
          <w:b/>
        </w:rPr>
        <w:t xml:space="preserve">SOUS-TRAITANT </w:t>
      </w:r>
      <w:r w:rsidR="001770EC">
        <w:rPr>
          <w:rFonts w:ascii="Arial" w:hAnsi="Arial" w:cs="Arial"/>
          <w:b/>
        </w:rPr>
        <w:t>DE 1</w:t>
      </w:r>
      <w:r w:rsidR="001770EC" w:rsidRPr="009B60B7">
        <w:rPr>
          <w:rFonts w:ascii="Arial" w:hAnsi="Arial" w:cs="Arial"/>
          <w:b/>
        </w:rPr>
        <w:t>ER</w:t>
      </w:r>
      <w:r w:rsidR="001770EC">
        <w:rPr>
          <w:rFonts w:ascii="Arial" w:hAnsi="Arial" w:cs="Arial"/>
          <w:b/>
        </w:rPr>
        <w:t xml:space="preserve"> RANG</w:t>
      </w:r>
    </w:p>
    <w:p w14:paraId="5F980313" w14:textId="77777777" w:rsidR="007961FD" w:rsidRDefault="007961FD" w:rsidP="007961FD">
      <w:pPr>
        <w:tabs>
          <w:tab w:val="left" w:leader="dot" w:pos="9072"/>
          <w:tab w:val="right" w:leader="dot" w:pos="10205"/>
        </w:tabs>
        <w:spacing w:before="10" w:afterLines="60" w:after="144"/>
        <w:jc w:val="both"/>
        <w:rPr>
          <w:rFonts w:ascii="Arial" w:hAnsi="Arial" w:cs="Arial"/>
          <w:b/>
        </w:rPr>
      </w:pPr>
    </w:p>
    <w:p w14:paraId="73FA7BDB" w14:textId="07824C62" w:rsidR="007961FD" w:rsidRDefault="007961FD" w:rsidP="00DD6345">
      <w:pPr>
        <w:tabs>
          <w:tab w:val="left" w:leader="dot" w:pos="9072"/>
          <w:tab w:val="right" w:leader="dot" w:pos="10205"/>
        </w:tabs>
        <w:spacing w:before="10" w:afterLines="60" w:after="144"/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</w:rPr>
        <w:t>DENOMINATION SOCIALE</w:t>
      </w:r>
      <w:r>
        <w:rPr>
          <w:rFonts w:ascii="Arial" w:hAnsi="Arial" w:cs="Arial"/>
        </w:rPr>
        <w:t xml:space="preserve"> : </w:t>
      </w:r>
      <w:r w:rsidR="009B60B7">
        <w:rPr>
          <w:rFonts w:ascii="Arial" w:hAnsi="Arial" w:cs="Arial"/>
        </w:rPr>
        <w:tab/>
      </w:r>
    </w:p>
    <w:p w14:paraId="6B6E7991" w14:textId="2E8132C4" w:rsidR="007961FD" w:rsidRDefault="007961FD" w:rsidP="009B60B7">
      <w:pPr>
        <w:keepNext/>
        <w:tabs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ADRESSE</w:t>
      </w:r>
      <w:r w:rsidR="009B60B7">
        <w:rPr>
          <w:rFonts w:ascii="Arial" w:hAnsi="Arial" w:cs="Arial"/>
          <w:b/>
        </w:rPr>
        <w:t> </w:t>
      </w:r>
      <w:r w:rsidR="009B60B7">
        <w:rPr>
          <w:rFonts w:ascii="Arial" w:hAnsi="Arial" w:cs="Arial"/>
        </w:rPr>
        <w:t xml:space="preserve">: </w:t>
      </w:r>
      <w:r w:rsidR="009B60B7">
        <w:rPr>
          <w:rFonts w:ascii="Arial" w:hAnsi="Arial" w:cs="Arial"/>
        </w:rPr>
        <w:tab/>
      </w:r>
    </w:p>
    <w:p w14:paraId="083A9701" w14:textId="35DFEA48" w:rsidR="007961FD" w:rsidRDefault="007961FD" w:rsidP="009B60B7">
      <w:pPr>
        <w:tabs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CODE POSTAL : |__|__|__|__|__|         VILLE :</w:t>
      </w:r>
      <w:r w:rsidR="009B60B7">
        <w:rPr>
          <w:rFonts w:ascii="Arial" w:hAnsi="Arial" w:cs="Arial"/>
          <w:b/>
        </w:rPr>
        <w:t xml:space="preserve"> </w:t>
      </w:r>
      <w:r w:rsidR="009B60B7" w:rsidRPr="009B60B7">
        <w:rPr>
          <w:rFonts w:ascii="Arial" w:hAnsi="Arial" w:cs="Arial"/>
        </w:rPr>
        <w:tab/>
      </w:r>
    </w:p>
    <w:p w14:paraId="4ABFC76C" w14:textId="22D98197" w:rsidR="007961FD" w:rsidRDefault="007961FD" w:rsidP="00DD6345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TELEPHONE</w:t>
      </w:r>
      <w:r>
        <w:rPr>
          <w:rFonts w:ascii="Arial" w:hAnsi="Arial" w:cs="Arial"/>
        </w:rPr>
        <w:t xml:space="preserve"> : |__|__|__|__|__|__|__|__|__|__|     </w:t>
      </w:r>
      <w:proofErr w:type="gramStart"/>
      <w:r w:rsidRPr="006E3333">
        <w:rPr>
          <w:rFonts w:ascii="Arial" w:hAnsi="Arial" w:cs="Arial"/>
          <w:b/>
        </w:rPr>
        <w:t>MEL:</w:t>
      </w:r>
      <w:proofErr w:type="gramEnd"/>
      <w:r>
        <w:rPr>
          <w:rFonts w:ascii="Arial" w:hAnsi="Arial" w:cs="Arial"/>
        </w:rPr>
        <w:t xml:space="preserve"> ………………………….@..................................</w:t>
      </w:r>
    </w:p>
    <w:p w14:paraId="3A524DB5" w14:textId="77777777" w:rsidR="007961FD" w:rsidRDefault="007961FD" w:rsidP="00DD6345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N° </w:t>
      </w:r>
      <w:r>
        <w:rPr>
          <w:rFonts w:ascii="Arial" w:hAnsi="Arial" w:cs="Arial"/>
          <w:b/>
          <w:caps/>
        </w:rPr>
        <w:t>inscription au RCS</w:t>
      </w:r>
      <w:r>
        <w:rPr>
          <w:rFonts w:ascii="Arial" w:hAnsi="Arial" w:cs="Arial"/>
        </w:rPr>
        <w:t xml:space="preserve"> : |__|__|__| |__|__|__| |__|__|__|</w:t>
      </w:r>
    </w:p>
    <w:p w14:paraId="027BD992" w14:textId="0F68DDC1" w:rsidR="007961FD" w:rsidRDefault="007961FD" w:rsidP="00DD6345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 w:rsidRPr="00EB2444">
        <w:rPr>
          <w:rFonts w:ascii="Arial" w:hAnsi="Arial" w:cs="Arial"/>
          <w:b/>
        </w:rPr>
        <w:t xml:space="preserve">N° SIRET DE L’ETABLISSEMENT QUI FACTURE : </w:t>
      </w:r>
      <w:r>
        <w:rPr>
          <w:rFonts w:ascii="Arial" w:hAnsi="Arial" w:cs="Arial"/>
        </w:rPr>
        <w:t>|__|__|__| |__|__|__| |__|__|__| |__|__|__|__|__|</w:t>
      </w:r>
    </w:p>
    <w:p w14:paraId="00B05631" w14:textId="374906FC" w:rsidR="00754344" w:rsidRDefault="00754344" w:rsidP="00754344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 w:rsidRPr="00AF5304">
        <w:rPr>
          <w:rFonts w:ascii="Arial" w:hAnsi="Arial" w:cs="Arial"/>
          <w:b/>
        </w:rPr>
        <w:t>N° SIRET DE L’ETABLISSEMENT INTERVENANT</w:t>
      </w:r>
      <w:r w:rsidR="000B13FF">
        <w:rPr>
          <w:rFonts w:ascii="Arial" w:hAnsi="Arial" w:cs="Arial"/>
          <w:b/>
        </w:rPr>
        <w:t xml:space="preserve"> </w:t>
      </w:r>
      <w:r w:rsidRPr="00AF5304">
        <w:rPr>
          <w:rFonts w:ascii="Arial" w:hAnsi="Arial" w:cs="Arial"/>
          <w:b/>
        </w:rPr>
        <w:t xml:space="preserve">: </w:t>
      </w:r>
      <w:r w:rsidRPr="00AF5304">
        <w:rPr>
          <w:rFonts w:ascii="Arial" w:hAnsi="Arial" w:cs="Arial"/>
        </w:rPr>
        <w:t>|__|__|__| |__|__|__| |__|__|__| |__|__|__|__|__|</w:t>
      </w:r>
    </w:p>
    <w:p w14:paraId="64566E15" w14:textId="77777777" w:rsidR="007961FD" w:rsidRDefault="007961FD" w:rsidP="00DD6345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PME :  </w:t>
      </w:r>
      <w:sdt>
        <w:sdtPr>
          <w:rPr>
            <w:rFonts w:ascii="Arial" w:hAnsi="Arial" w:cs="Arial"/>
            <w:b/>
          </w:rPr>
          <w:id w:val="-2128692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Pr="00001A85">
        <w:rPr>
          <w:rFonts w:ascii="Arial" w:hAnsi="Arial" w:cs="Arial"/>
          <w:b/>
          <w:caps/>
        </w:rPr>
        <w:t xml:space="preserve">   oui    </w:t>
      </w:r>
      <w:sdt>
        <w:sdtPr>
          <w:rPr>
            <w:rFonts w:ascii="Arial" w:hAnsi="Arial" w:cs="Arial"/>
            <w:b/>
            <w:caps/>
          </w:rPr>
          <w:id w:val="-3756946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 w:rsidRPr="00001A85">
        <w:rPr>
          <w:rFonts w:ascii="Arial" w:hAnsi="Arial" w:cs="Arial"/>
          <w:b/>
          <w:caps/>
        </w:rPr>
        <w:t xml:space="preserve">   non</w:t>
      </w:r>
      <w:r>
        <w:rPr>
          <w:rFonts w:ascii="Arial" w:hAnsi="Arial" w:cs="Arial"/>
          <w:b/>
          <w:caps/>
        </w:rPr>
        <w:t xml:space="preserve"> </w:t>
      </w:r>
    </w:p>
    <w:p w14:paraId="62CA16BD" w14:textId="77777777" w:rsidR="007961FD" w:rsidRDefault="007961FD" w:rsidP="00DD6345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CODE APE</w:t>
      </w:r>
      <w:r>
        <w:rPr>
          <w:rFonts w:ascii="Arial" w:hAnsi="Arial" w:cs="Arial"/>
        </w:rPr>
        <w:t xml:space="preserve"> : |__|__|__|__| |__|</w:t>
      </w:r>
    </w:p>
    <w:p w14:paraId="0B5EE75A" w14:textId="4ADF3626" w:rsidR="00564133" w:rsidRDefault="00564133" w:rsidP="00DD6345">
      <w:pPr>
        <w:tabs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 w:rsidRPr="00D82906">
        <w:rPr>
          <w:rFonts w:ascii="Arial" w:hAnsi="Arial" w:cs="Arial"/>
          <w:b/>
        </w:rPr>
        <w:t>N° DE TVA INTRACOMMUNAUTAIRE</w:t>
      </w:r>
      <w:r w:rsidRPr="00D82906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 xml:space="preserve"> </w:t>
      </w:r>
      <w:r w:rsidR="00DD6345">
        <w:rPr>
          <w:rFonts w:ascii="Arial" w:hAnsi="Arial" w:cs="Arial"/>
        </w:rPr>
        <w:t>|__|__| |__|__|__|__|__|__|__|__|__|__|__|</w:t>
      </w:r>
    </w:p>
    <w:p w14:paraId="7F44B703" w14:textId="77777777" w:rsidR="00DD6345" w:rsidRDefault="00DD6345" w:rsidP="00DD6345">
      <w:pPr>
        <w:tabs>
          <w:tab w:val="left" w:pos="1620"/>
          <w:tab w:val="left" w:pos="4320"/>
          <w:tab w:val="left" w:pos="5760"/>
          <w:tab w:val="right" w:leader="dot" w:pos="10205"/>
        </w:tabs>
        <w:spacing w:before="10" w:afterLines="60" w:after="144"/>
        <w:rPr>
          <w:rFonts w:ascii="Arial" w:hAnsi="Arial" w:cs="Arial"/>
          <w:b/>
          <w:caps/>
        </w:rPr>
      </w:pPr>
      <w:r>
        <w:rPr>
          <w:rFonts w:ascii="Arial" w:hAnsi="Arial" w:cs="Arial"/>
          <w:b/>
        </w:rPr>
        <w:t>APPARTENANCE A UN GROUPE</w:t>
      </w:r>
      <w:r>
        <w:rPr>
          <w:rFonts w:ascii="Arial" w:hAnsi="Arial" w:cs="Arial"/>
        </w:rPr>
        <w:t xml:space="preserve"> :   </w:t>
      </w:r>
      <w:sdt>
        <w:sdtPr>
          <w:rPr>
            <w:rFonts w:ascii="Arial" w:hAnsi="Arial" w:cs="Arial"/>
          </w:rPr>
          <w:id w:val="-15098256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 xml:space="preserve">  </w:t>
      </w:r>
      <w:r>
        <w:rPr>
          <w:rFonts w:ascii="Arial" w:hAnsi="Arial" w:cs="Arial"/>
          <w:b/>
          <w:caps/>
        </w:rPr>
        <w:t>OUI</w:t>
      </w:r>
      <w:r w:rsidRPr="004302CC">
        <w:rPr>
          <w:rFonts w:ascii="Arial" w:hAnsi="Arial" w:cs="Arial"/>
          <w:b/>
          <w:caps/>
          <w:sz w:val="24"/>
          <w:szCs w:val="24"/>
        </w:rPr>
        <w:t xml:space="preserve"> </w:t>
      </w:r>
      <w:r w:rsidRPr="004302CC">
        <w:rPr>
          <w:rFonts w:ascii="Arial" w:hAnsi="Arial" w:cs="Arial"/>
          <w:b/>
          <w:caps/>
        </w:rPr>
        <w:t xml:space="preserve">  </w:t>
      </w:r>
      <w:r>
        <w:rPr>
          <w:rFonts w:ascii="Arial" w:hAnsi="Arial" w:cs="Arial"/>
          <w:b/>
          <w:caps/>
        </w:rPr>
        <w:t xml:space="preserve"> </w:t>
      </w:r>
      <w:sdt>
        <w:sdtPr>
          <w:rPr>
            <w:rFonts w:ascii="Arial" w:hAnsi="Arial" w:cs="Arial"/>
            <w:b/>
            <w:caps/>
          </w:rPr>
          <w:id w:val="4871426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>
        <w:rPr>
          <w:rFonts w:ascii="Arial" w:hAnsi="Arial" w:cs="Arial"/>
          <w:b/>
          <w:caps/>
        </w:rPr>
        <w:t xml:space="preserve">  NON </w:t>
      </w:r>
      <w:r w:rsidRPr="004302CC">
        <w:rPr>
          <w:rFonts w:ascii="Arial" w:hAnsi="Arial" w:cs="Arial"/>
          <w:b/>
          <w:caps/>
        </w:rPr>
        <w:t xml:space="preserve">   </w:t>
      </w:r>
    </w:p>
    <w:p w14:paraId="0A2DE9CD" w14:textId="77777777" w:rsidR="00DD6345" w:rsidRDefault="00DD6345" w:rsidP="00DD6345">
      <w:pPr>
        <w:tabs>
          <w:tab w:val="left" w:pos="1620"/>
          <w:tab w:val="left" w:pos="4320"/>
          <w:tab w:val="left" w:pos="5760"/>
          <w:tab w:val="right" w:leader="dot" w:pos="10205"/>
        </w:tabs>
        <w:spacing w:before="10" w:afterLines="60" w:after="144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>(SI OUI, INDIQUER LEQUEL) :</w:t>
      </w:r>
      <w:r w:rsidRPr="00EB2444">
        <w:rPr>
          <w:rFonts w:ascii="Arial" w:hAnsi="Arial" w:cs="Arial"/>
          <w:caps/>
        </w:rPr>
        <w:t xml:space="preserve"> …………………………………………………………………………………</w:t>
      </w:r>
    </w:p>
    <w:p w14:paraId="54FC6EC6" w14:textId="27828570" w:rsidR="00564133" w:rsidRDefault="00564133" w:rsidP="00564133">
      <w:pPr>
        <w:spacing w:before="240" w:line="240" w:lineRule="exact"/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</w:rPr>
        <w:t>NOM</w:t>
      </w:r>
      <w:r w:rsidR="00FE788D" w:rsidRPr="00897514">
        <w:rPr>
          <w:rFonts w:ascii="Arial" w:hAnsi="Arial" w:cs="Arial"/>
          <w:b/>
        </w:rPr>
        <w:t>, PRENOM</w:t>
      </w:r>
      <w:r w:rsidRPr="00897514">
        <w:rPr>
          <w:rFonts w:ascii="Arial" w:hAnsi="Arial" w:cs="Arial"/>
          <w:b/>
        </w:rPr>
        <w:t xml:space="preserve"> ET </w:t>
      </w:r>
      <w:r w:rsidRPr="00897514">
        <w:rPr>
          <w:rFonts w:ascii="Arial" w:hAnsi="Arial" w:cs="Arial"/>
          <w:b/>
          <w:u w:val="single"/>
        </w:rPr>
        <w:t>QUALITE</w:t>
      </w:r>
      <w:r w:rsidRPr="00897514">
        <w:rPr>
          <w:rFonts w:ascii="Arial" w:hAnsi="Arial" w:cs="Arial"/>
          <w:b/>
        </w:rPr>
        <w:t xml:space="preserve"> </w:t>
      </w:r>
      <w:r w:rsidR="00FE788D" w:rsidRPr="00897514">
        <w:rPr>
          <w:rFonts w:ascii="Arial" w:hAnsi="Arial" w:cs="Arial"/>
          <w:b/>
        </w:rPr>
        <w:t>DE LA</w:t>
      </w:r>
      <w:r w:rsidR="00FE788D">
        <w:rPr>
          <w:rFonts w:ascii="Arial" w:hAnsi="Arial" w:cs="Arial"/>
          <w:b/>
        </w:rPr>
        <w:t xml:space="preserve"> PERSONNE HABILITEE</w:t>
      </w:r>
      <w:r>
        <w:rPr>
          <w:rFonts w:ascii="Arial" w:hAnsi="Arial" w:cs="Arial"/>
          <w:b/>
        </w:rPr>
        <w:t xml:space="preserve"> A ENGAGER L’ENTREPRISE</w:t>
      </w:r>
      <w:r w:rsidR="00BC2C2A">
        <w:rPr>
          <w:rFonts w:ascii="Arial" w:hAnsi="Arial" w:cs="Arial"/>
          <w:b/>
        </w:rPr>
        <w:t>**</w:t>
      </w:r>
      <w:r w:rsidR="00FE788D">
        <w:rPr>
          <w:rFonts w:ascii="Arial" w:hAnsi="Arial" w:cs="Arial"/>
          <w:b/>
        </w:rPr>
        <w:t> :</w:t>
      </w:r>
    </w:p>
    <w:p w14:paraId="73327373" w14:textId="72AD4E62" w:rsidR="00564133" w:rsidRDefault="00564133" w:rsidP="00FE788D">
      <w:pPr>
        <w:tabs>
          <w:tab w:val="right" w:leader="dot" w:pos="9072"/>
          <w:tab w:val="right" w:leader="dot" w:pos="10205"/>
        </w:tabs>
        <w:spacing w:before="240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800430A" w14:textId="29744600" w:rsidR="00FE788D" w:rsidRDefault="00BC2C2A" w:rsidP="0078137C">
      <w:pPr>
        <w:tabs>
          <w:tab w:val="left" w:pos="1620"/>
          <w:tab w:val="left" w:pos="4320"/>
          <w:tab w:val="right" w:leader="dot" w:pos="10205"/>
        </w:tabs>
        <w:spacing w:beforeLines="60" w:before="144" w:after="60"/>
        <w:rPr>
          <w:rFonts w:ascii="Arial" w:hAnsi="Arial" w:cs="Arial"/>
          <w:b/>
          <w:caps/>
        </w:rPr>
      </w:pP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(</w:t>
      </w:r>
      <w:r w:rsidRPr="00897514">
        <w:rPr>
          <w:rStyle w:val="lev"/>
          <w:rFonts w:ascii="Arial" w:hAnsi="Arial" w:cs="Arial"/>
          <w:i/>
          <w:color w:val="00B050"/>
          <w:shd w:val="clear" w:color="auto" w:fill="FFFFFF"/>
        </w:rPr>
        <w:t>**</w:t>
      </w: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La personne indiquée ici doit être la même que celle renseignée en partie 7)</w:t>
      </w:r>
    </w:p>
    <w:p w14:paraId="01682BDE" w14:textId="6AED2DBB" w:rsidR="0078137C" w:rsidRDefault="0078137C" w:rsidP="0078137C">
      <w:pPr>
        <w:tabs>
          <w:tab w:val="left" w:pos="1620"/>
          <w:tab w:val="left" w:pos="4320"/>
          <w:tab w:val="right" w:leader="dot" w:pos="10205"/>
        </w:tabs>
        <w:spacing w:beforeLines="60" w:before="144" w:after="60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presence du sous-traitant sur </w:t>
      </w:r>
      <w:r w:rsidRPr="00897514">
        <w:rPr>
          <w:rFonts w:ascii="Arial" w:hAnsi="Arial" w:cs="Arial"/>
          <w:b/>
          <w:caps/>
        </w:rPr>
        <w:t>site cea</w:t>
      </w:r>
      <w:r w:rsidR="00035381" w:rsidRPr="00897514">
        <w:rPr>
          <w:rFonts w:ascii="Arial" w:hAnsi="Arial" w:cs="Arial"/>
          <w:b/>
          <w:caps/>
        </w:rPr>
        <w:t> :</w:t>
      </w:r>
    </w:p>
    <w:p w14:paraId="5BEB40CA" w14:textId="3B71B508" w:rsidR="00DD6345" w:rsidRPr="00001A85" w:rsidRDefault="00DD6345" w:rsidP="00DD6345">
      <w:pPr>
        <w:tabs>
          <w:tab w:val="left" w:pos="1418"/>
          <w:tab w:val="left" w:pos="4320"/>
          <w:tab w:val="right" w:leader="dot" w:pos="10205"/>
        </w:tabs>
        <w:spacing w:before="10" w:afterLines="60" w:after="144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   </w:t>
      </w:r>
      <w:r>
        <w:rPr>
          <w:rFonts w:ascii="Arial" w:hAnsi="Arial" w:cs="Arial"/>
          <w:b/>
          <w:caps/>
        </w:rPr>
        <w:tab/>
      </w:r>
      <w:sdt>
        <w:sdtPr>
          <w:rPr>
            <w:rFonts w:ascii="Arial" w:hAnsi="Arial" w:cs="Arial"/>
            <w:b/>
            <w:caps/>
          </w:rPr>
          <w:id w:val="-1740006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>
        <w:rPr>
          <w:rFonts w:ascii="Arial" w:hAnsi="Arial" w:cs="Arial"/>
          <w:b/>
          <w:caps/>
        </w:rPr>
        <w:t xml:space="preserve">  OUI – si oui, preciser le lieu d’execution</w:t>
      </w:r>
      <w:r w:rsidR="00035381">
        <w:rPr>
          <w:rFonts w:ascii="Arial" w:hAnsi="Arial" w:cs="Arial"/>
          <w:b/>
          <w:caps/>
        </w:rPr>
        <w:t> :</w:t>
      </w:r>
      <w:r w:rsidR="00035381">
        <w:rPr>
          <w:rFonts w:ascii="Arial" w:hAnsi="Arial" w:cs="Arial"/>
          <w:caps/>
        </w:rPr>
        <w:t xml:space="preserve"> </w:t>
      </w:r>
      <w:r w:rsidRPr="00C652CB">
        <w:rPr>
          <w:rFonts w:ascii="Arial" w:hAnsi="Arial" w:cs="Arial"/>
          <w:caps/>
        </w:rPr>
        <w:t>…………………………</w:t>
      </w:r>
      <w:proofErr w:type="gramStart"/>
      <w:r w:rsidRPr="00C652CB">
        <w:rPr>
          <w:rFonts w:ascii="Arial" w:hAnsi="Arial" w:cs="Arial"/>
          <w:caps/>
        </w:rPr>
        <w:t>…</w:t>
      </w:r>
      <w:r w:rsidR="00B23F8E">
        <w:rPr>
          <w:rFonts w:ascii="Arial" w:hAnsi="Arial" w:cs="Arial"/>
          <w:caps/>
        </w:rPr>
        <w:t>…</w:t>
      </w:r>
      <w:r w:rsidRPr="00C652CB">
        <w:rPr>
          <w:rFonts w:ascii="Arial" w:hAnsi="Arial" w:cs="Arial"/>
          <w:caps/>
        </w:rPr>
        <w:t>.</w:t>
      </w:r>
      <w:proofErr w:type="gramEnd"/>
      <w:r w:rsidRPr="00C652CB">
        <w:rPr>
          <w:rFonts w:ascii="Arial" w:hAnsi="Arial" w:cs="Arial"/>
          <w:caps/>
        </w:rPr>
        <w:t>.</w:t>
      </w:r>
    </w:p>
    <w:p w14:paraId="6B216151" w14:textId="6B2900F7" w:rsidR="00DD6345" w:rsidRDefault="00DD6345" w:rsidP="00DD6345">
      <w:pPr>
        <w:tabs>
          <w:tab w:val="left" w:pos="1418"/>
          <w:tab w:val="right" w:leader="dot" w:pos="9072"/>
          <w:tab w:val="right" w:leader="dot" w:pos="10205"/>
        </w:tabs>
        <w:spacing w:before="10" w:afterLines="60" w:after="144" w:line="240" w:lineRule="exact"/>
        <w:rPr>
          <w:rFonts w:ascii="Arial" w:hAnsi="Arial" w:cs="Arial"/>
        </w:rPr>
      </w:pPr>
      <w:r>
        <w:rPr>
          <w:rFonts w:ascii="Arial" w:hAnsi="Arial" w:cs="Arial"/>
          <w:b/>
          <w:caps/>
        </w:rPr>
        <w:tab/>
      </w:r>
      <w:sdt>
        <w:sdtPr>
          <w:rPr>
            <w:rFonts w:ascii="Arial" w:hAnsi="Arial" w:cs="Arial"/>
            <w:b/>
            <w:caps/>
          </w:rPr>
          <w:id w:val="3718136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>
        <w:rPr>
          <w:rFonts w:ascii="Arial" w:hAnsi="Arial" w:cs="Arial"/>
          <w:b/>
          <w:caps/>
        </w:rPr>
        <w:t xml:space="preserve">  NON</w:t>
      </w:r>
    </w:p>
    <w:p w14:paraId="51C0601F" w14:textId="4EBEF888" w:rsidR="005A59E3" w:rsidRDefault="00E412D1" w:rsidP="009516BC">
      <w:pPr>
        <w:tabs>
          <w:tab w:val="right" w:leader="dot" w:pos="9072"/>
          <w:tab w:val="right" w:leader="dot" w:pos="10205"/>
        </w:tabs>
        <w:spacing w:before="240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CERTIFICATIONS</w:t>
      </w:r>
      <w:r w:rsidR="00DB24A9">
        <w:rPr>
          <w:rFonts w:ascii="Arial" w:hAnsi="Arial" w:cs="Arial"/>
          <w:b/>
        </w:rPr>
        <w:t xml:space="preserve"> EVENTUELLES DU SOUS-TRAITANT</w:t>
      </w:r>
      <w:r>
        <w:rPr>
          <w:rFonts w:ascii="Arial" w:hAnsi="Arial" w:cs="Arial"/>
          <w:b/>
        </w:rPr>
        <w:t xml:space="preserve"> (QUALIBAT, AFNOR, </w:t>
      </w:r>
      <w:r w:rsidR="00771A97">
        <w:rPr>
          <w:rFonts w:ascii="Arial" w:hAnsi="Arial" w:cs="Arial"/>
          <w:b/>
        </w:rPr>
        <w:t xml:space="preserve">CEFRI, </w:t>
      </w:r>
      <w:r w:rsidR="009516BC">
        <w:rPr>
          <w:rFonts w:ascii="Arial" w:hAnsi="Arial" w:cs="Arial"/>
          <w:b/>
        </w:rPr>
        <w:t>QUALIANOR</w:t>
      </w:r>
      <w:r w:rsidR="00771A97">
        <w:rPr>
          <w:rFonts w:ascii="Arial" w:hAnsi="Arial" w:cs="Arial"/>
          <w:b/>
        </w:rPr>
        <w:t>...</w:t>
      </w:r>
      <w:r>
        <w:rPr>
          <w:rFonts w:ascii="Arial" w:hAnsi="Arial" w:cs="Arial"/>
          <w:b/>
        </w:rPr>
        <w:t>)</w:t>
      </w:r>
      <w:r w:rsidR="009516BC">
        <w:rPr>
          <w:rFonts w:ascii="Arial" w:hAnsi="Arial" w:cs="Arial"/>
        </w:rPr>
        <w:t> </w:t>
      </w:r>
      <w:r w:rsidR="009516BC" w:rsidRPr="009516BC">
        <w:rPr>
          <w:rFonts w:ascii="Arial" w:hAnsi="Arial" w:cs="Arial"/>
          <w:b/>
        </w:rPr>
        <w:t xml:space="preserve">: </w:t>
      </w:r>
    </w:p>
    <w:p w14:paraId="439D30BE" w14:textId="74CC4617" w:rsidR="009516BC" w:rsidRDefault="009516BC" w:rsidP="009516BC">
      <w:pPr>
        <w:tabs>
          <w:tab w:val="right" w:leader="dot" w:pos="9072"/>
          <w:tab w:val="right" w:leader="dot" w:pos="10205"/>
        </w:tabs>
        <w:spacing w:before="240" w:line="240" w:lineRule="exac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3269E84" w14:textId="77777777" w:rsidR="009D6EA6" w:rsidRDefault="009D6EA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2FD9A69D" w14:textId="7C6BF893" w:rsidR="00923279" w:rsidRDefault="00564133" w:rsidP="00564133">
      <w:pPr>
        <w:spacing w:before="360" w:after="120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 xml:space="preserve">REFERENCES </w:t>
      </w:r>
      <w:r w:rsidRPr="00897514">
        <w:rPr>
          <w:rFonts w:ascii="Arial" w:hAnsi="Arial" w:cs="Arial"/>
          <w:b/>
        </w:rPr>
        <w:t>RECENTES</w:t>
      </w:r>
      <w:r w:rsidRPr="00897514">
        <w:rPr>
          <w:rFonts w:ascii="Arial" w:hAnsi="Arial" w:cs="Arial"/>
        </w:rPr>
        <w:t xml:space="preserve"> </w:t>
      </w:r>
      <w:r w:rsidRPr="00897514">
        <w:rPr>
          <w:rFonts w:ascii="Arial" w:hAnsi="Arial" w:cs="Arial"/>
          <w:b/>
        </w:rPr>
        <w:t>D</w:t>
      </w:r>
      <w:r w:rsidR="002370CE" w:rsidRPr="00897514">
        <w:rPr>
          <w:rFonts w:ascii="Arial" w:hAnsi="Arial" w:cs="Arial"/>
          <w:b/>
        </w:rPr>
        <w:t>U SOUS-TRAITANT D</w:t>
      </w:r>
      <w:r w:rsidRPr="00897514">
        <w:rPr>
          <w:rFonts w:ascii="Arial" w:hAnsi="Arial" w:cs="Arial"/>
          <w:b/>
        </w:rPr>
        <w:t>ANS</w:t>
      </w:r>
      <w:r>
        <w:rPr>
          <w:rFonts w:ascii="Arial" w:hAnsi="Arial" w:cs="Arial"/>
          <w:b/>
        </w:rPr>
        <w:t xml:space="preserve"> LE DOMAINE DU MARCHE CONCERNE (</w:t>
      </w:r>
      <w:r w:rsidR="00CD5F69">
        <w:rPr>
          <w:rFonts w:ascii="Arial" w:hAnsi="Arial" w:cs="Arial"/>
          <w:b/>
        </w:rPr>
        <w:t xml:space="preserve">prestations </w:t>
      </w:r>
      <w:r>
        <w:rPr>
          <w:rFonts w:ascii="Arial" w:hAnsi="Arial" w:cs="Arial"/>
          <w:b/>
        </w:rPr>
        <w:t xml:space="preserve">exécutées </w:t>
      </w:r>
      <w:r w:rsidR="00CD5F69">
        <w:rPr>
          <w:rFonts w:ascii="Arial" w:hAnsi="Arial" w:cs="Arial"/>
          <w:b/>
        </w:rPr>
        <w:t xml:space="preserve">pendant </w:t>
      </w:r>
      <w:r>
        <w:rPr>
          <w:rFonts w:ascii="Arial" w:hAnsi="Arial" w:cs="Arial"/>
          <w:b/>
        </w:rPr>
        <w:t>les trois dernières années)</w:t>
      </w:r>
      <w:r>
        <w:rPr>
          <w:rFonts w:ascii="Arial" w:hAnsi="Arial" w:cs="Arial"/>
        </w:rPr>
        <w:t xml:space="preserve"> :</w:t>
      </w:r>
      <w:r w:rsidR="00D35C42">
        <w:rPr>
          <w:rFonts w:ascii="Arial" w:hAnsi="Arial" w:cs="Arial"/>
        </w:rPr>
        <w:t xml:space="preserve"> </w:t>
      </w:r>
      <w:r w:rsidR="00923279">
        <w:rPr>
          <w:rFonts w:ascii="Arial" w:hAnsi="Arial" w:cs="Arial"/>
        </w:rPr>
        <w:t>la liste de ces références doit être transmise au regard de ce qui est indiqué à la rubrique n°8 « Documents à produire par le sous-traitant ».</w:t>
      </w:r>
    </w:p>
    <w:p w14:paraId="71488F1C" w14:textId="1AC35F3D" w:rsidR="00A10587" w:rsidRDefault="00011AF5" w:rsidP="00F2385C">
      <w:pPr>
        <w:pStyle w:val="En-tte"/>
        <w:tabs>
          <w:tab w:val="left" w:pos="864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LE SOUS-TRAITANT DISPOSE D’UN </w:t>
      </w:r>
      <w:r w:rsidR="001B712F">
        <w:rPr>
          <w:rFonts w:ascii="Arial" w:hAnsi="Arial" w:cs="Arial"/>
          <w:b/>
        </w:rPr>
        <w:t>SITE INTERNET</w:t>
      </w:r>
      <w:r w:rsidR="001B712F" w:rsidRPr="00897514">
        <w:rPr>
          <w:rFonts w:ascii="Arial" w:hAnsi="Arial" w:cs="Arial"/>
        </w:rPr>
        <w:t xml:space="preserve"> </w:t>
      </w:r>
      <w:r w:rsidR="001B712F">
        <w:rPr>
          <w:rFonts w:ascii="Arial" w:hAnsi="Arial" w:cs="Arial"/>
          <w:b/>
        </w:rPr>
        <w:t>DECRIVANT LES METIERS ET LES SPECALITES DE L’ENTREPRISE :</w:t>
      </w:r>
    </w:p>
    <w:p w14:paraId="54295564" w14:textId="77777777" w:rsidR="00A10587" w:rsidRDefault="00A10587" w:rsidP="00F2385C">
      <w:pPr>
        <w:pStyle w:val="En-tte"/>
        <w:tabs>
          <w:tab w:val="left" w:pos="864"/>
        </w:tabs>
        <w:rPr>
          <w:rFonts w:ascii="Arial" w:hAnsi="Arial" w:cs="Arial"/>
          <w:b/>
        </w:rPr>
      </w:pPr>
    </w:p>
    <w:p w14:paraId="35A7D03C" w14:textId="08F53ED7" w:rsidR="00C86043" w:rsidRPr="006E77B1" w:rsidRDefault="006E4994" w:rsidP="00F2385C">
      <w:pPr>
        <w:pStyle w:val="En-tte"/>
        <w:tabs>
          <w:tab w:val="left" w:pos="864"/>
        </w:tabs>
        <w:rPr>
          <w:rStyle w:val="lev"/>
          <w:rFonts w:ascii="Arial" w:hAnsi="Arial" w:cs="Arial"/>
          <w:b w:val="0"/>
          <w:shd w:val="clear" w:color="auto" w:fill="FFFFFF"/>
        </w:rPr>
      </w:pPr>
      <w:sdt>
        <w:sdtPr>
          <w:rPr>
            <w:rFonts w:ascii="Arial" w:hAnsi="Arial" w:cs="Arial"/>
            <w:b/>
            <w:bCs/>
            <w:caps/>
          </w:rPr>
          <w:id w:val="-14308107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385C" w:rsidRPr="006E77B1"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 w:rsidR="00F2385C" w:rsidRPr="006E77B1">
        <w:rPr>
          <w:rFonts w:ascii="Arial" w:hAnsi="Arial" w:cs="Arial"/>
          <w:b/>
          <w:caps/>
        </w:rPr>
        <w:t xml:space="preserve">  </w:t>
      </w:r>
      <w:r w:rsidR="00C86043" w:rsidRPr="006E77B1">
        <w:rPr>
          <w:rStyle w:val="lev"/>
          <w:rFonts w:ascii="Arial" w:hAnsi="Arial" w:cs="Arial"/>
          <w:b w:val="0"/>
          <w:shd w:val="clear" w:color="auto" w:fill="FFFFFF"/>
        </w:rPr>
        <w:t>OUI – Si OUI préciser l’adresse du site internet :</w:t>
      </w:r>
      <w:r w:rsidR="00F2385C" w:rsidRPr="006E77B1">
        <w:rPr>
          <w:rStyle w:val="lev"/>
          <w:rFonts w:ascii="Arial" w:hAnsi="Arial" w:cs="Arial"/>
          <w:b w:val="0"/>
          <w:shd w:val="clear" w:color="auto" w:fill="FFFFFF"/>
        </w:rPr>
        <w:t xml:space="preserve"> </w:t>
      </w:r>
      <w:r w:rsidR="00C86043" w:rsidRPr="006E77B1">
        <w:rPr>
          <w:rStyle w:val="lev"/>
          <w:rFonts w:ascii="Arial" w:hAnsi="Arial" w:cs="Arial"/>
          <w:b w:val="0"/>
          <w:shd w:val="clear" w:color="auto" w:fill="FFFFFF"/>
        </w:rPr>
        <w:t>………………………………………………………</w:t>
      </w:r>
      <w:r w:rsidR="00F2385C" w:rsidRPr="006E77B1">
        <w:rPr>
          <w:rStyle w:val="lev"/>
          <w:rFonts w:ascii="Arial" w:hAnsi="Arial" w:cs="Arial"/>
          <w:b w:val="0"/>
          <w:shd w:val="clear" w:color="auto" w:fill="FFFFFF"/>
        </w:rPr>
        <w:t>....</w:t>
      </w:r>
      <w:r w:rsidR="00C86043" w:rsidRPr="006E77B1">
        <w:rPr>
          <w:rStyle w:val="lev"/>
          <w:rFonts w:ascii="Arial" w:hAnsi="Arial" w:cs="Arial"/>
          <w:b w:val="0"/>
          <w:shd w:val="clear" w:color="auto" w:fill="FFFFFF"/>
        </w:rPr>
        <w:t xml:space="preserve"> </w:t>
      </w:r>
    </w:p>
    <w:p w14:paraId="3A97EC78" w14:textId="0719133F" w:rsidR="00C86043" w:rsidRPr="006E77B1" w:rsidRDefault="006E4994" w:rsidP="001B712F">
      <w:pPr>
        <w:pStyle w:val="En-tte"/>
        <w:tabs>
          <w:tab w:val="left" w:pos="864"/>
        </w:tabs>
        <w:jc w:val="both"/>
        <w:rPr>
          <w:rStyle w:val="lev"/>
          <w:rFonts w:ascii="Arial" w:hAnsi="Arial" w:cs="Arial"/>
          <w:b w:val="0"/>
          <w:shd w:val="clear" w:color="auto" w:fill="FFFFFF"/>
        </w:rPr>
      </w:pPr>
      <w:sdt>
        <w:sdtPr>
          <w:rPr>
            <w:rFonts w:ascii="Arial" w:hAnsi="Arial" w:cs="Arial"/>
            <w:b/>
            <w:bCs/>
            <w:caps/>
          </w:rPr>
          <w:id w:val="2077247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385C" w:rsidRPr="006E77B1"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 w:rsidR="00F2385C" w:rsidRPr="006E77B1">
        <w:rPr>
          <w:rFonts w:ascii="Arial" w:hAnsi="Arial" w:cs="Arial"/>
          <w:b/>
          <w:caps/>
        </w:rPr>
        <w:t xml:space="preserve">  </w:t>
      </w:r>
      <w:r w:rsidR="00C86043" w:rsidRPr="006E77B1">
        <w:rPr>
          <w:rStyle w:val="lev"/>
          <w:rFonts w:ascii="Arial" w:hAnsi="Arial" w:cs="Arial"/>
          <w:b w:val="0"/>
          <w:shd w:val="clear" w:color="auto" w:fill="FFFFFF"/>
        </w:rPr>
        <w:t>NON – Si NON le sous-traitant doit alors transmettre une plaquette ou une note décrivant les métiers et les spécialités de l’entreprise.</w:t>
      </w:r>
    </w:p>
    <w:p w14:paraId="680410AE" w14:textId="77777777" w:rsidR="00A10587" w:rsidRPr="00DC7938" w:rsidRDefault="00A10587" w:rsidP="001B712F">
      <w:pPr>
        <w:pStyle w:val="En-tte"/>
        <w:tabs>
          <w:tab w:val="left" w:pos="864"/>
        </w:tabs>
        <w:jc w:val="both"/>
        <w:rPr>
          <w:rStyle w:val="lev"/>
          <w:rFonts w:ascii="Arial" w:hAnsi="Arial" w:cs="Arial"/>
          <w:b w:val="0"/>
          <w:u w:val="single"/>
          <w:shd w:val="clear" w:color="auto" w:fill="FFFFFF"/>
        </w:rPr>
      </w:pPr>
    </w:p>
    <w:p w14:paraId="0FC423FC" w14:textId="323513C3" w:rsidR="00DE79D4" w:rsidRPr="00DC7938" w:rsidRDefault="00DE79D4" w:rsidP="00DC7938">
      <w:pPr>
        <w:tabs>
          <w:tab w:val="left" w:pos="1418"/>
          <w:tab w:val="left" w:leader="dot" w:pos="9072"/>
        </w:tabs>
        <w:spacing w:before="120"/>
        <w:rPr>
          <w:rFonts w:ascii="Arial" w:hAnsi="Arial" w:cs="Arial"/>
        </w:rPr>
      </w:pPr>
      <w:r w:rsidRPr="00DC7938">
        <w:rPr>
          <w:rFonts w:ascii="Arial" w:hAnsi="Arial" w:cs="Arial"/>
          <w:b/>
        </w:rPr>
        <w:t>LE SOUS-TRAITANT EMPLOIE DES SALARIES DETACHES</w:t>
      </w:r>
      <w:r w:rsidR="00900996" w:rsidRPr="00DC7938">
        <w:rPr>
          <w:rFonts w:ascii="Arial" w:hAnsi="Arial" w:cs="Arial"/>
          <w:b/>
        </w:rPr>
        <w:t xml:space="preserve"> TRANSNATIONAUX</w:t>
      </w:r>
      <w:r w:rsidR="00107933" w:rsidRPr="00DC7938">
        <w:rPr>
          <w:rFonts w:ascii="Arial" w:hAnsi="Arial" w:cs="Arial"/>
          <w:b/>
        </w:rPr>
        <w:t> :</w:t>
      </w:r>
    </w:p>
    <w:p w14:paraId="1E09F2BF" w14:textId="77777777" w:rsidR="008A2322" w:rsidRPr="005163EE" w:rsidRDefault="008A2322" w:rsidP="008A2322">
      <w:pPr>
        <w:tabs>
          <w:tab w:val="left" w:pos="1418"/>
          <w:tab w:val="left" w:leader="dot" w:pos="9072"/>
        </w:tabs>
        <w:spacing w:before="120"/>
        <w:jc w:val="both"/>
        <w:rPr>
          <w:rFonts w:ascii="Arial" w:hAnsi="Arial" w:cs="Arial"/>
          <w:b/>
          <w:bCs/>
          <w:color w:val="00B050"/>
        </w:rPr>
      </w:pPr>
      <w:r>
        <w:rPr>
          <w:rFonts w:ascii="Arial" w:hAnsi="Arial" w:cs="Arial"/>
          <w:b/>
          <w:bCs/>
          <w:color w:val="00B050"/>
        </w:rPr>
        <w:t xml:space="preserve">[COCHER « OUI » </w:t>
      </w:r>
      <w:r w:rsidRPr="005163EE">
        <w:rPr>
          <w:rFonts w:ascii="Arial" w:hAnsi="Arial" w:cs="Arial"/>
          <w:b/>
          <w:bCs/>
          <w:color w:val="00B050"/>
        </w:rPr>
        <w:t xml:space="preserve">SI LE SOUS-TRAITANT </w:t>
      </w:r>
      <w:r>
        <w:rPr>
          <w:rFonts w:ascii="Arial" w:hAnsi="Arial" w:cs="Arial"/>
          <w:b/>
          <w:bCs/>
          <w:color w:val="00B050"/>
        </w:rPr>
        <w:t>EST BAS</w:t>
      </w:r>
      <w:r w:rsidRPr="005163EE">
        <w:rPr>
          <w:rFonts w:ascii="Arial" w:hAnsi="Arial" w:cs="Arial"/>
          <w:b/>
          <w:bCs/>
          <w:color w:val="00B050"/>
        </w:rPr>
        <w:t>É</w:t>
      </w:r>
      <w:r>
        <w:rPr>
          <w:rFonts w:ascii="Arial" w:hAnsi="Arial" w:cs="Arial"/>
          <w:b/>
          <w:bCs/>
          <w:color w:val="00B050"/>
        </w:rPr>
        <w:t xml:space="preserve"> A L’</w:t>
      </w:r>
      <w:r w:rsidRPr="005163EE">
        <w:rPr>
          <w:rFonts w:ascii="Arial" w:hAnsi="Arial" w:cs="Arial"/>
          <w:b/>
          <w:bCs/>
          <w:color w:val="00B050"/>
        </w:rPr>
        <w:t>É</w:t>
      </w:r>
      <w:r>
        <w:rPr>
          <w:rFonts w:ascii="Arial" w:hAnsi="Arial" w:cs="Arial"/>
          <w:b/>
          <w:bCs/>
          <w:color w:val="00B050"/>
        </w:rPr>
        <w:t xml:space="preserve">TRANGER ET DONT DES </w:t>
      </w:r>
      <w:r w:rsidRPr="005163EE">
        <w:rPr>
          <w:rFonts w:ascii="Arial" w:hAnsi="Arial" w:cs="Arial"/>
          <w:b/>
          <w:bCs/>
          <w:color w:val="00B050"/>
        </w:rPr>
        <w:t xml:space="preserve">SALARIÉS </w:t>
      </w:r>
      <w:r>
        <w:rPr>
          <w:rFonts w:ascii="Arial" w:hAnsi="Arial" w:cs="Arial"/>
          <w:b/>
          <w:bCs/>
          <w:color w:val="00B050"/>
        </w:rPr>
        <w:t>VONT VENIR R</w:t>
      </w:r>
      <w:r w:rsidRPr="005163EE">
        <w:rPr>
          <w:rFonts w:ascii="Arial" w:hAnsi="Arial" w:cs="Arial"/>
          <w:b/>
          <w:bCs/>
          <w:color w:val="00B050"/>
        </w:rPr>
        <w:t>É</w:t>
      </w:r>
      <w:r>
        <w:rPr>
          <w:rFonts w:ascii="Arial" w:hAnsi="Arial" w:cs="Arial"/>
          <w:b/>
          <w:bCs/>
          <w:color w:val="00B050"/>
        </w:rPr>
        <w:t>ALISER DES PRESTATIONS DANS LE CADRE DE LA SOUS-TRAITANCE (</w:t>
      </w:r>
      <w:r w:rsidRPr="005612C3">
        <w:rPr>
          <w:rFonts w:ascii="Arial" w:hAnsi="Arial" w:cs="Arial"/>
          <w:b/>
          <w:bCs/>
          <w:i/>
          <w:color w:val="00B050"/>
          <w:sz w:val="18"/>
        </w:rPr>
        <w:t>un salarié détaché est un salarié envoyé par son employeur d’origine basé à l’étranger pour exercer une mission temporaire en France)</w:t>
      </w:r>
      <w:r w:rsidRPr="005163EE">
        <w:rPr>
          <w:rFonts w:ascii="Arial" w:hAnsi="Arial" w:cs="Arial"/>
          <w:b/>
          <w:bCs/>
          <w:color w:val="00B050"/>
        </w:rPr>
        <w:t>]</w:t>
      </w:r>
    </w:p>
    <w:p w14:paraId="75D78D15" w14:textId="1A83898A" w:rsidR="00891E93" w:rsidRPr="00107933" w:rsidRDefault="006E4994" w:rsidP="00DE79D4">
      <w:pPr>
        <w:tabs>
          <w:tab w:val="left" w:pos="1418"/>
          <w:tab w:val="left" w:leader="dot" w:pos="9072"/>
        </w:tabs>
        <w:spacing w:before="120"/>
        <w:ind w:left="1418"/>
        <w:rPr>
          <w:rFonts w:ascii="Arial" w:hAnsi="Arial" w:cs="Arial"/>
          <w:b/>
        </w:rPr>
      </w:pPr>
      <w:sdt>
        <w:sdtPr>
          <w:rPr>
            <w:rFonts w:ascii="Arial" w:hAnsi="Arial" w:cs="Arial"/>
            <w:b/>
            <w:sz w:val="22"/>
            <w:szCs w:val="22"/>
          </w:rPr>
          <w:id w:val="3838365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7933" w:rsidRPr="00897514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DD6345" w:rsidRPr="00897514">
        <w:rPr>
          <w:rFonts w:ascii="Arial" w:hAnsi="Arial" w:cs="Arial"/>
          <w:b/>
          <w:sz w:val="22"/>
          <w:szCs w:val="22"/>
        </w:rPr>
        <w:t xml:space="preserve"> OUI</w:t>
      </w:r>
      <w:r w:rsidR="00DD6345" w:rsidRPr="00897514">
        <w:rPr>
          <w:rFonts w:ascii="Arial" w:hAnsi="Arial" w:cs="Arial"/>
          <w:b/>
        </w:rPr>
        <w:t xml:space="preserve">       </w:t>
      </w:r>
      <w:sdt>
        <w:sdtPr>
          <w:rPr>
            <w:rFonts w:ascii="Arial" w:hAnsi="Arial" w:cs="Arial"/>
            <w:b/>
          </w:rPr>
          <w:id w:val="-1049769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6345" w:rsidRPr="00897514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DD6345" w:rsidRPr="00897514">
        <w:rPr>
          <w:rFonts w:ascii="Arial" w:hAnsi="Arial" w:cs="Arial"/>
          <w:b/>
          <w:sz w:val="22"/>
          <w:szCs w:val="22"/>
        </w:rPr>
        <w:t xml:space="preserve"> NON</w:t>
      </w:r>
      <w:r w:rsidR="00DD6345" w:rsidRPr="00107933">
        <w:rPr>
          <w:rFonts w:ascii="Arial" w:hAnsi="Arial" w:cs="Arial"/>
          <w:b/>
        </w:rPr>
        <w:t xml:space="preserve">       </w:t>
      </w:r>
    </w:p>
    <w:p w14:paraId="4CD2D333" w14:textId="72398738" w:rsidR="00D73007" w:rsidRPr="008B5B9C" w:rsidRDefault="00DE79D4" w:rsidP="00D73007">
      <w:pPr>
        <w:tabs>
          <w:tab w:val="left" w:pos="1418"/>
          <w:tab w:val="left" w:leader="dot" w:pos="9072"/>
        </w:tabs>
        <w:spacing w:before="120"/>
        <w:jc w:val="both"/>
        <w:rPr>
          <w:rFonts w:ascii="Arial" w:hAnsi="Arial" w:cs="Arial"/>
          <w:i/>
        </w:rPr>
      </w:pPr>
      <w:r w:rsidRPr="008B5B9C">
        <w:rPr>
          <w:rFonts w:ascii="Arial" w:hAnsi="Arial" w:cs="Arial"/>
          <w:i/>
        </w:rPr>
        <w:t xml:space="preserve">Si oui, </w:t>
      </w:r>
      <w:r w:rsidR="00D73007" w:rsidRPr="008B5B9C">
        <w:rPr>
          <w:rFonts w:ascii="Arial" w:hAnsi="Arial" w:cs="Arial"/>
          <w:i/>
        </w:rPr>
        <w:t>joindre la pièce n°</w:t>
      </w:r>
      <w:r w:rsidR="00BC51B1" w:rsidRPr="008B5B9C">
        <w:rPr>
          <w:rFonts w:ascii="Arial" w:hAnsi="Arial" w:cs="Arial"/>
          <w:i/>
        </w:rPr>
        <w:t xml:space="preserve">5 </w:t>
      </w:r>
      <w:r w:rsidR="00BD3906" w:rsidRPr="008B5B9C">
        <w:rPr>
          <w:rFonts w:ascii="Arial" w:hAnsi="Arial" w:cs="Arial"/>
          <w:i/>
        </w:rPr>
        <w:t>figurant dans la rubrique n°</w:t>
      </w:r>
      <w:r w:rsidR="00C035E1" w:rsidRPr="008B5B9C">
        <w:rPr>
          <w:rFonts w:ascii="Arial" w:hAnsi="Arial" w:cs="Arial"/>
          <w:i/>
        </w:rPr>
        <w:t xml:space="preserve">8 </w:t>
      </w:r>
      <w:r w:rsidR="00D73007" w:rsidRPr="008B5B9C">
        <w:rPr>
          <w:rFonts w:ascii="Arial" w:hAnsi="Arial" w:cs="Arial"/>
          <w:i/>
        </w:rPr>
        <w:t>du présent document</w:t>
      </w:r>
      <w:r w:rsidR="00897738" w:rsidRPr="008B5B9C">
        <w:rPr>
          <w:rFonts w:ascii="Arial" w:hAnsi="Arial" w:cs="Arial"/>
          <w:i/>
        </w:rPr>
        <w:t>.</w:t>
      </w:r>
    </w:p>
    <w:p w14:paraId="32B2113F" w14:textId="78162831" w:rsidR="00AA211E" w:rsidRDefault="00AA211E" w:rsidP="00AA211E">
      <w:pPr>
        <w:tabs>
          <w:tab w:val="left" w:pos="1418"/>
          <w:tab w:val="left" w:leader="dot" w:pos="9072"/>
        </w:tabs>
        <w:spacing w:before="120"/>
        <w:jc w:val="both"/>
        <w:rPr>
          <w:rFonts w:ascii="Arial" w:hAnsi="Arial" w:cs="Arial"/>
          <w:i/>
        </w:rPr>
      </w:pPr>
      <w:r w:rsidRPr="008B5B9C">
        <w:rPr>
          <w:rFonts w:ascii="Arial" w:hAnsi="Arial" w:cs="Arial"/>
          <w:i/>
        </w:rPr>
        <w:t>Il est rappelé au Titulaire qu’il est tenu de demander au sous-traitant la communication des pièces prévues aux articles D.8222-5 (cocontractant établi en France) ou D.8222-7 et D.8222-8 (cocontractant établi à l'étranger) du Code du travail, qui sont à produire tous les six mois jusqu’à la fin de l’exécution du marché et, le cas échéant, la liste nominative des salariés étrangers qui seraient susceptibles d’être employés (articles D. 8254-2 à D. 8254-5 du Code du travail)</w:t>
      </w:r>
      <w:r w:rsidR="0062527D" w:rsidRPr="008B5B9C">
        <w:rPr>
          <w:rFonts w:ascii="Arial" w:hAnsi="Arial" w:cs="Arial"/>
          <w:i/>
        </w:rPr>
        <w:t xml:space="preserve"> ainsi que les salariés</w:t>
      </w:r>
      <w:r w:rsidR="0062527D" w:rsidRPr="008B5B9C">
        <w:rPr>
          <w:color w:val="1F497D"/>
        </w:rPr>
        <w:t xml:space="preserve"> </w:t>
      </w:r>
      <w:r w:rsidR="0062527D" w:rsidRPr="008B5B9C">
        <w:rPr>
          <w:rFonts w:ascii="Arial" w:hAnsi="Arial" w:cs="Arial"/>
          <w:i/>
        </w:rPr>
        <w:t>français détachés en France par leur société étrangère (ne nécessitant pas d’autorisation de travail prévue à l'article L. 5221-2</w:t>
      </w:r>
      <w:r w:rsidR="002F553F" w:rsidRPr="008B5B9C">
        <w:rPr>
          <w:rFonts w:ascii="Arial" w:hAnsi="Arial" w:cs="Arial"/>
          <w:i/>
        </w:rPr>
        <w:t xml:space="preserve"> du code du travail</w:t>
      </w:r>
      <w:r w:rsidR="0062527D" w:rsidRPr="008B5B9C">
        <w:rPr>
          <w:rFonts w:ascii="Arial" w:hAnsi="Arial" w:cs="Arial"/>
          <w:i/>
        </w:rPr>
        <w:t>)</w:t>
      </w:r>
      <w:r w:rsidRPr="008B5B9C">
        <w:rPr>
          <w:rFonts w:ascii="Arial" w:hAnsi="Arial" w:cs="Arial"/>
          <w:i/>
        </w:rPr>
        <w:t>.</w:t>
      </w:r>
    </w:p>
    <w:p w14:paraId="0510D25F" w14:textId="77777777" w:rsidR="002616F9" w:rsidRPr="00813B19" w:rsidRDefault="002616F9" w:rsidP="00AA211E">
      <w:pPr>
        <w:tabs>
          <w:tab w:val="left" w:pos="1418"/>
          <w:tab w:val="left" w:leader="dot" w:pos="9072"/>
        </w:tabs>
        <w:spacing w:before="120"/>
        <w:jc w:val="both"/>
        <w:rPr>
          <w:rFonts w:ascii="Arial" w:hAnsi="Arial" w:cs="Arial"/>
          <w:i/>
        </w:rPr>
      </w:pPr>
    </w:p>
    <w:p w14:paraId="022D8F78" w14:textId="3062FB3A" w:rsidR="001D6DE4" w:rsidRPr="00DD6345" w:rsidRDefault="00924091" w:rsidP="009B60B7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 w:rsidRPr="000623A6">
        <w:rPr>
          <w:rFonts w:ascii="Arial" w:hAnsi="Arial" w:cs="Arial"/>
          <w:b/>
        </w:rPr>
        <w:t xml:space="preserve">3- NATURE </w:t>
      </w:r>
      <w:r w:rsidR="00561A94">
        <w:rPr>
          <w:rFonts w:ascii="Arial" w:hAnsi="Arial" w:cs="Arial"/>
          <w:b/>
        </w:rPr>
        <w:t xml:space="preserve">ET DUREE </w:t>
      </w:r>
      <w:r w:rsidRPr="000623A6">
        <w:rPr>
          <w:rFonts w:ascii="Arial" w:hAnsi="Arial" w:cs="Arial"/>
          <w:b/>
        </w:rPr>
        <w:t>DES PRESTATIONS SOUS-TRAITE</w:t>
      </w:r>
      <w:r w:rsidR="002E0723">
        <w:rPr>
          <w:rFonts w:ascii="Arial" w:hAnsi="Arial" w:cs="Arial"/>
          <w:b/>
        </w:rPr>
        <w:t>E</w:t>
      </w:r>
      <w:r w:rsidRPr="000623A6">
        <w:rPr>
          <w:rFonts w:ascii="Arial" w:hAnsi="Arial" w:cs="Arial"/>
          <w:b/>
        </w:rPr>
        <w:t>S</w:t>
      </w:r>
      <w:r w:rsidR="009B60B7">
        <w:rPr>
          <w:rFonts w:ascii="Arial" w:hAnsi="Arial" w:cs="Arial"/>
          <w:b/>
        </w:rPr>
        <w:t xml:space="preserve"> </w:t>
      </w:r>
    </w:p>
    <w:p w14:paraId="07A45EAE" w14:textId="3484BE76" w:rsidR="00CE4417" w:rsidRDefault="00CE4417" w:rsidP="00CE4417">
      <w:pPr>
        <w:pStyle w:val="Paragraphedeliste"/>
        <w:ind w:left="1065"/>
        <w:rPr>
          <w:rFonts w:ascii="Arial" w:hAnsi="Arial" w:cs="Arial"/>
          <w:b/>
        </w:rPr>
      </w:pPr>
    </w:p>
    <w:p w14:paraId="75166DB7" w14:textId="2A67C549" w:rsidR="00B71D7A" w:rsidRPr="00897514" w:rsidRDefault="00D92452" w:rsidP="00B71D7A">
      <w:pPr>
        <w:pStyle w:val="En-tte"/>
        <w:tabs>
          <w:tab w:val="left" w:pos="864"/>
        </w:tabs>
        <w:jc w:val="both"/>
        <w:rPr>
          <w:rFonts w:ascii="Arial" w:hAnsi="Arial" w:cs="Arial"/>
        </w:rPr>
      </w:pPr>
      <w:r w:rsidRPr="00897514">
        <w:rPr>
          <w:rFonts w:ascii="Arial" w:hAnsi="Arial" w:cs="Arial"/>
          <w:bCs/>
          <w:color w:val="66CCFF"/>
          <w:spacing w:val="-10"/>
          <w:position w:val="-2"/>
        </w:rPr>
        <w:sym w:font="Wingdings" w:char="F06E"/>
      </w:r>
      <w:r w:rsidRPr="00897514">
        <w:rPr>
          <w:rFonts w:ascii="Arial" w:hAnsi="Arial" w:cs="Arial"/>
        </w:rPr>
        <w:t xml:space="preserve"> </w:t>
      </w:r>
      <w:r w:rsidR="00B71D7A" w:rsidRPr="00897514">
        <w:rPr>
          <w:rFonts w:ascii="Arial" w:hAnsi="Arial" w:cs="Arial"/>
          <w:b/>
          <w:bCs/>
        </w:rPr>
        <w:t>N</w:t>
      </w:r>
      <w:r w:rsidR="00B54C0E" w:rsidRPr="00897514">
        <w:rPr>
          <w:rFonts w:ascii="Arial" w:hAnsi="Arial" w:cs="Arial"/>
          <w:b/>
          <w:bCs/>
        </w:rPr>
        <w:t>ature des prestations sous-traitées</w:t>
      </w:r>
      <w:r w:rsidR="00762D6E" w:rsidRPr="00897514">
        <w:rPr>
          <w:rFonts w:ascii="Arial" w:hAnsi="Arial" w:cs="Arial"/>
          <w:b/>
          <w:bCs/>
        </w:rPr>
        <w:t>*</w:t>
      </w:r>
      <w:r w:rsidR="00B54C0E" w:rsidRPr="00897514">
        <w:rPr>
          <w:rFonts w:ascii="Arial" w:hAnsi="Arial" w:cs="Arial"/>
          <w:b/>
          <w:bCs/>
        </w:rPr>
        <w:t xml:space="preserve"> : </w:t>
      </w:r>
    </w:p>
    <w:p w14:paraId="6393346C" w14:textId="6ED21D4E" w:rsidR="00DD6345" w:rsidRPr="00897514" w:rsidRDefault="00B71D7A" w:rsidP="00B71D7A">
      <w:pPr>
        <w:pStyle w:val="En-tte"/>
        <w:tabs>
          <w:tab w:val="left" w:pos="864"/>
        </w:tabs>
        <w:jc w:val="both"/>
        <w:rPr>
          <w:rFonts w:ascii="Arial" w:hAnsi="Arial" w:cs="Arial"/>
        </w:rPr>
      </w:pPr>
      <w:r w:rsidRPr="00897514">
        <w:rPr>
          <w:rFonts w:ascii="Arial" w:hAnsi="Arial" w:cs="Arial"/>
        </w:rPr>
        <w:t>……………………………………………………………………………………………………………………</w:t>
      </w:r>
      <w:r w:rsidR="00B23F8E" w:rsidRPr="00897514">
        <w:rPr>
          <w:rFonts w:ascii="Arial" w:hAnsi="Arial" w:cs="Arial"/>
        </w:rPr>
        <w:t>….</w:t>
      </w:r>
      <w:r w:rsidR="00A861A0" w:rsidRPr="00897514">
        <w:rPr>
          <w:rFonts w:ascii="Arial" w:hAnsi="Arial" w:cs="Arial"/>
        </w:rPr>
        <w:tab/>
      </w:r>
    </w:p>
    <w:p w14:paraId="214F050D" w14:textId="6C50439C" w:rsidR="00DD6345" w:rsidRPr="00897514" w:rsidRDefault="00DD6345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5E3EAD3C" w14:textId="58E66B0B" w:rsidR="00762D6E" w:rsidRPr="00897514" w:rsidRDefault="00762D6E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  <w:r w:rsidRPr="00897514">
        <w:rPr>
          <w:rFonts w:ascii="Arial" w:hAnsi="Arial" w:cs="Arial"/>
        </w:rPr>
        <w:t>……………………………………………………………………………………………………………………….</w:t>
      </w:r>
    </w:p>
    <w:p w14:paraId="1AA57B3C" w14:textId="2266E475" w:rsidR="00762D6E" w:rsidRPr="00897514" w:rsidRDefault="00762D6E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6057135A" w14:textId="2C069BEF" w:rsidR="00762D6E" w:rsidRDefault="00762D6E" w:rsidP="00DD6345">
      <w:pPr>
        <w:pStyle w:val="En-tte"/>
        <w:tabs>
          <w:tab w:val="left" w:pos="864"/>
        </w:tabs>
        <w:jc w:val="both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(</w:t>
      </w:r>
      <w:r w:rsidR="007661DB" w:rsidRPr="00897514">
        <w:rPr>
          <w:rStyle w:val="lev"/>
          <w:rFonts w:ascii="Arial" w:hAnsi="Arial" w:cs="Arial"/>
          <w:i/>
          <w:color w:val="00B050"/>
          <w:shd w:val="clear" w:color="auto" w:fill="FFFFFF"/>
        </w:rPr>
        <w:t>*</w:t>
      </w:r>
      <w:r w:rsidR="007661DB"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Indiquer ici la liste des prestations sous-traitées et non l’objet du marché</w:t>
      </w: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)</w:t>
      </w:r>
    </w:p>
    <w:p w14:paraId="1498EC54" w14:textId="6723C2F1" w:rsidR="00561A94" w:rsidRDefault="00561A94" w:rsidP="00DD6345">
      <w:pPr>
        <w:pStyle w:val="En-tte"/>
        <w:tabs>
          <w:tab w:val="left" w:pos="864"/>
        </w:tabs>
        <w:jc w:val="both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</w:p>
    <w:p w14:paraId="4A6DF738" w14:textId="77777777" w:rsidR="00561A94" w:rsidRDefault="00561A94" w:rsidP="00561A94">
      <w:pPr>
        <w:pStyle w:val="En-tte"/>
        <w:tabs>
          <w:tab w:val="left" w:pos="864"/>
        </w:tabs>
        <w:jc w:val="both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</w:p>
    <w:p w14:paraId="77B1F97B" w14:textId="77777777" w:rsidR="00561A94" w:rsidRDefault="00561A94" w:rsidP="00561A94">
      <w:pPr>
        <w:jc w:val="both"/>
        <w:rPr>
          <w:rFonts w:ascii="Arial" w:hAnsi="Arial" w:cs="Arial"/>
          <w:b/>
        </w:rPr>
      </w:pPr>
      <w:r w:rsidRPr="001C7D87">
        <w:rPr>
          <w:rFonts w:ascii="Arial" w:hAnsi="Arial" w:cs="Arial"/>
          <w:bCs/>
          <w:color w:val="66CCFF"/>
          <w:spacing w:val="-10"/>
          <w:position w:val="-2"/>
        </w:rPr>
        <w:sym w:font="Wingdings" w:char="F06E"/>
      </w:r>
      <w:r w:rsidRPr="001C7D87">
        <w:rPr>
          <w:rFonts w:ascii="Arial" w:hAnsi="Arial" w:cs="Arial"/>
          <w:bCs/>
          <w:color w:val="66CCFF"/>
          <w:spacing w:val="-10"/>
          <w:position w:val="-2"/>
        </w:rPr>
        <w:t> </w:t>
      </w:r>
      <w:r>
        <w:rPr>
          <w:rFonts w:ascii="Arial" w:hAnsi="Arial" w:cs="Arial"/>
          <w:b/>
        </w:rPr>
        <w:t>Durée du contrat de sous-traitance en nombre de mois</w:t>
      </w:r>
    </w:p>
    <w:p w14:paraId="01BCD13C" w14:textId="77777777" w:rsidR="00561A94" w:rsidRDefault="00561A94" w:rsidP="00561A94">
      <w:pPr>
        <w:tabs>
          <w:tab w:val="left" w:leader="dot" w:pos="9072"/>
        </w:tabs>
        <w:jc w:val="both"/>
        <w:rPr>
          <w:rFonts w:ascii="Arial" w:hAnsi="Arial" w:cs="Arial"/>
        </w:rPr>
      </w:pPr>
    </w:p>
    <w:p w14:paraId="43B38D7D" w14:textId="77777777" w:rsidR="00561A94" w:rsidRPr="00727881" w:rsidRDefault="00561A94" w:rsidP="00561A94">
      <w:pPr>
        <w:pStyle w:val="En-tte"/>
        <w:tabs>
          <w:tab w:val="left" w:pos="864"/>
        </w:tabs>
        <w:jc w:val="both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  <w:r w:rsidRPr="00727881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(Nota : Si la durée indiquée dans le contrat de sous-traitance ne correspond pas à un nombre entier, arrondir au nombre entier supérieur. Ex : 20 jours = 1 mois, 1 mois et 2 semaines = 2 mois, etc.)</w:t>
      </w:r>
    </w:p>
    <w:p w14:paraId="5A47D212" w14:textId="77777777" w:rsidR="00561A94" w:rsidRDefault="00561A94" w:rsidP="00561A94">
      <w:pPr>
        <w:tabs>
          <w:tab w:val="left" w:leader="dot" w:pos="9072"/>
        </w:tabs>
        <w:jc w:val="both"/>
        <w:rPr>
          <w:rFonts w:ascii="Arial" w:hAnsi="Arial" w:cs="Arial"/>
        </w:rPr>
      </w:pPr>
    </w:p>
    <w:p w14:paraId="61FA9521" w14:textId="6B7446C9" w:rsidR="00561A94" w:rsidRDefault="00561A94" w:rsidP="00DD6345">
      <w:pPr>
        <w:pStyle w:val="En-tte"/>
        <w:tabs>
          <w:tab w:val="left" w:pos="864"/>
        </w:tabs>
        <w:jc w:val="both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  <w:r w:rsidRPr="00727881">
        <w:rPr>
          <w:rFonts w:ascii="Arial" w:hAnsi="Arial" w:cs="Arial"/>
        </w:rPr>
        <w:t>La durée du contrat de sous-traitance en nombre de mois est de :</w:t>
      </w:r>
      <w:r w:rsidR="00593D9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</w:t>
      </w:r>
      <w:r w:rsidR="00593D91">
        <w:rPr>
          <w:rFonts w:ascii="Arial" w:hAnsi="Arial" w:cs="Arial"/>
        </w:rPr>
        <w:t>………………………………</w:t>
      </w:r>
    </w:p>
    <w:p w14:paraId="62A6B12B" w14:textId="3603D220" w:rsidR="002616F9" w:rsidRDefault="002616F9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4BA0D5C3" w14:textId="79356A6B" w:rsidR="00761B78" w:rsidRDefault="00761B78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11407CFD" w14:textId="0D0B2DF3" w:rsidR="00761B78" w:rsidRDefault="00761B78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00EE6C58" w14:textId="742ABA77" w:rsidR="00761B78" w:rsidRDefault="00761B78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26404F75" w14:textId="5C0B1EF1" w:rsidR="00761B78" w:rsidRDefault="00761B78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31AEF2D2" w14:textId="54300D61" w:rsidR="00761B78" w:rsidRDefault="00761B78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527E15EF" w14:textId="70556322" w:rsidR="00761B78" w:rsidRDefault="00761B78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16C90059" w14:textId="15AD6DA6" w:rsidR="00761B78" w:rsidRDefault="00761B78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3954444F" w14:textId="3FB6DB9E" w:rsidR="00761B78" w:rsidRDefault="00761B78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65140168" w14:textId="57D66833" w:rsidR="00761B78" w:rsidRDefault="00761B78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57684025" w14:textId="49906B3E" w:rsidR="00761B78" w:rsidRDefault="00761B78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446F0589" w14:textId="77777777" w:rsidR="00761B78" w:rsidRDefault="00761B78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1272E8FA" w14:textId="16DF780F" w:rsidR="00761B78" w:rsidRPr="00C847AF" w:rsidRDefault="00761B78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54A4FB45" w14:textId="3A9BA3E1" w:rsidR="00A96F85" w:rsidRDefault="00C14928" w:rsidP="00B01350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4</w:t>
      </w:r>
      <w:r w:rsidR="00A96F85" w:rsidRPr="004E65F1">
        <w:rPr>
          <w:rFonts w:ascii="Arial" w:hAnsi="Arial" w:cs="Arial"/>
          <w:b/>
        </w:rPr>
        <w:t xml:space="preserve">- </w:t>
      </w:r>
      <w:r w:rsidR="00E53808">
        <w:rPr>
          <w:rFonts w:ascii="Arial" w:hAnsi="Arial" w:cs="Arial"/>
          <w:b/>
        </w:rPr>
        <w:t xml:space="preserve">MONTANT DES </w:t>
      </w:r>
      <w:r w:rsidR="006D5EE8">
        <w:rPr>
          <w:rFonts w:ascii="Arial" w:hAnsi="Arial" w:cs="Arial"/>
          <w:b/>
        </w:rPr>
        <w:t>PRESTATIONS SOUS-TRAITEES</w:t>
      </w:r>
    </w:p>
    <w:p w14:paraId="41DEE211" w14:textId="77777777" w:rsidR="00A96F85" w:rsidRDefault="00A96F85" w:rsidP="00D3211B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4ECBB54C" w14:textId="1BB179D7" w:rsidR="00717FA1" w:rsidRDefault="006D5EE8" w:rsidP="00717FA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Dans le cas d’un sous-traitant à paiement direct, l</w:t>
      </w:r>
      <w:r w:rsidR="00717FA1">
        <w:rPr>
          <w:rFonts w:ascii="Arial" w:hAnsi="Arial" w:cs="Arial"/>
        </w:rPr>
        <w:t xml:space="preserve">e montant des prestations sous-traitées indiqué ci-dessous constitue le montant maximum des sommes </w:t>
      </w:r>
      <w:r w:rsidR="004647D8">
        <w:rPr>
          <w:rFonts w:ascii="Arial" w:hAnsi="Arial" w:cs="Arial"/>
        </w:rPr>
        <w:t xml:space="preserve">que le CEA </w:t>
      </w:r>
      <w:r w:rsidR="00717FA1">
        <w:rPr>
          <w:rFonts w:ascii="Arial" w:hAnsi="Arial" w:cs="Arial"/>
        </w:rPr>
        <w:t>verser</w:t>
      </w:r>
      <w:r w:rsidR="004647D8">
        <w:rPr>
          <w:rFonts w:ascii="Arial" w:hAnsi="Arial" w:cs="Arial"/>
        </w:rPr>
        <w:t>a</w:t>
      </w:r>
      <w:r w:rsidR="00717FA1">
        <w:rPr>
          <w:rFonts w:ascii="Arial" w:hAnsi="Arial" w:cs="Arial"/>
        </w:rPr>
        <w:t xml:space="preserve"> par paiement direct au sous-traitant. </w:t>
      </w:r>
    </w:p>
    <w:p w14:paraId="77F709AF" w14:textId="0E16BEF0" w:rsidR="00717FA1" w:rsidRDefault="00717FA1" w:rsidP="00717FA1">
      <w:pPr>
        <w:jc w:val="both"/>
        <w:rPr>
          <w:rFonts w:ascii="Arial" w:hAnsi="Arial" w:cs="Arial"/>
          <w:bCs/>
          <w:color w:val="66CCFF"/>
          <w:spacing w:val="-10"/>
          <w:position w:val="-2"/>
        </w:rPr>
      </w:pPr>
    </w:p>
    <w:p w14:paraId="6DCD3E74" w14:textId="3F383A49" w:rsidR="007661DB" w:rsidRPr="00E672D3" w:rsidRDefault="007661DB" w:rsidP="007661DB">
      <w:pPr>
        <w:jc w:val="center"/>
        <w:rPr>
          <w:rFonts w:ascii="Arial" w:hAnsi="Arial" w:cs="Arial"/>
          <w:b/>
          <w:color w:val="00B050"/>
          <w:spacing w:val="-10"/>
          <w:position w:val="-2"/>
        </w:rPr>
      </w:pPr>
      <w:r w:rsidRPr="00897514">
        <w:rPr>
          <w:rFonts w:ascii="Arial" w:hAnsi="Arial" w:cs="Arial"/>
          <w:b/>
          <w:color w:val="00B050"/>
          <w:spacing w:val="-10"/>
          <w:position w:val="-2"/>
        </w:rPr>
        <w:t>[REMPLIR UNE DES DEUX PARTIES CI-DESSOUS (A OU B)]</w:t>
      </w:r>
    </w:p>
    <w:p w14:paraId="03C2D49A" w14:textId="0661C4D7" w:rsidR="007661DB" w:rsidRDefault="007661DB" w:rsidP="00717FA1">
      <w:pPr>
        <w:jc w:val="both"/>
        <w:rPr>
          <w:rFonts w:ascii="Arial" w:hAnsi="Arial" w:cs="Arial"/>
          <w:bCs/>
          <w:color w:val="66CCFF"/>
          <w:spacing w:val="-10"/>
          <w:position w:val="-2"/>
        </w:rPr>
      </w:pPr>
    </w:p>
    <w:p w14:paraId="5B3B800D" w14:textId="68ED09D1" w:rsidR="00717FA1" w:rsidRPr="00B54C0E" w:rsidRDefault="00EA0DD5" w:rsidP="00717FA1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spacing w:val="-10"/>
          <w:position w:val="-2"/>
        </w:rPr>
        <w:t>a</w:t>
      </w:r>
      <w:r w:rsidR="00717FA1" w:rsidRPr="00B54C0E">
        <w:rPr>
          <w:rFonts w:ascii="Arial" w:hAnsi="Arial" w:cs="Arial"/>
          <w:b/>
          <w:bCs/>
          <w:spacing w:val="-10"/>
          <w:position w:val="-2"/>
        </w:rPr>
        <w:t>)</w:t>
      </w:r>
      <w:r w:rsidR="00717FA1" w:rsidRPr="00B54C0E">
        <w:rPr>
          <w:rFonts w:ascii="Arial" w:hAnsi="Arial" w:cs="Arial"/>
          <w:bCs/>
          <w:color w:val="FFFF00"/>
          <w:spacing w:val="-10"/>
          <w:position w:val="-2"/>
        </w:rPr>
        <w:t xml:space="preserve"> </w:t>
      </w:r>
      <w:r w:rsidR="00B54C0E" w:rsidRPr="00B54C0E">
        <w:rPr>
          <w:rFonts w:ascii="Arial" w:hAnsi="Arial" w:cs="Arial"/>
          <w:bCs/>
          <w:color w:val="FFFF00"/>
          <w:spacing w:val="-10"/>
          <w:position w:val="-2"/>
        </w:rPr>
        <w:t xml:space="preserve"> </w:t>
      </w:r>
      <w:r w:rsidR="00717FA1" w:rsidRPr="00B54C0E">
        <w:rPr>
          <w:rFonts w:ascii="Arial" w:hAnsi="Arial" w:cs="Arial"/>
          <w:bCs/>
        </w:rPr>
        <w:t xml:space="preserve">Montant </w:t>
      </w:r>
      <w:r w:rsidR="00717FA1" w:rsidRPr="00B54C0E">
        <w:rPr>
          <w:rFonts w:ascii="Arial" w:hAnsi="Arial" w:cs="Arial"/>
        </w:rPr>
        <w:t xml:space="preserve">du contrat de sous-traitance dans le cas de prestations ne relevant pas du b) ci-dessous : </w:t>
      </w:r>
    </w:p>
    <w:p w14:paraId="14AC47C5" w14:textId="078D4D4E" w:rsidR="00717FA1" w:rsidRPr="00B54C0E" w:rsidRDefault="00DE1D37" w:rsidP="00DE1D37">
      <w:pPr>
        <w:numPr>
          <w:ilvl w:val="0"/>
          <w:numId w:val="39"/>
        </w:numPr>
        <w:tabs>
          <w:tab w:val="left" w:leader="dot" w:pos="4536"/>
        </w:tabs>
        <w:spacing w:before="120"/>
        <w:ind w:left="924" w:hanging="357"/>
        <w:jc w:val="both"/>
        <w:rPr>
          <w:rFonts w:ascii="Arial" w:hAnsi="Arial" w:cs="Arial"/>
        </w:rPr>
      </w:pPr>
      <w:r w:rsidRPr="00B54C0E">
        <w:rPr>
          <w:rFonts w:ascii="Arial" w:hAnsi="Arial" w:cs="Arial"/>
        </w:rPr>
        <w:t xml:space="preserve">Taux de la TVA : </w:t>
      </w:r>
      <w:r w:rsidRPr="00B54C0E">
        <w:rPr>
          <w:rFonts w:ascii="Arial" w:hAnsi="Arial" w:cs="Arial"/>
        </w:rPr>
        <w:tab/>
        <w:t xml:space="preserve"> </w:t>
      </w:r>
      <w:r w:rsidR="00727328" w:rsidRPr="00B54C0E">
        <w:rPr>
          <w:rFonts w:ascii="Arial" w:hAnsi="Arial" w:cs="Arial"/>
        </w:rPr>
        <w:t>%</w:t>
      </w:r>
    </w:p>
    <w:p w14:paraId="304A0A43" w14:textId="5CBFDFD2" w:rsidR="00717FA1" w:rsidRPr="00B54C0E" w:rsidRDefault="00DE1D37" w:rsidP="00DE1D37">
      <w:pPr>
        <w:numPr>
          <w:ilvl w:val="0"/>
          <w:numId w:val="39"/>
        </w:numPr>
        <w:tabs>
          <w:tab w:val="left" w:leader="dot" w:pos="4536"/>
        </w:tabs>
        <w:spacing w:before="120"/>
        <w:ind w:left="924" w:hanging="357"/>
        <w:jc w:val="both"/>
        <w:rPr>
          <w:rFonts w:ascii="Arial" w:hAnsi="Arial" w:cs="Arial"/>
        </w:rPr>
      </w:pPr>
      <w:r w:rsidRPr="00B54C0E">
        <w:rPr>
          <w:rFonts w:ascii="Arial" w:hAnsi="Arial" w:cs="Arial"/>
          <w:b/>
        </w:rPr>
        <w:t>Montant HT</w:t>
      </w:r>
      <w:r w:rsidRPr="00B54C0E">
        <w:rPr>
          <w:rFonts w:ascii="Arial" w:hAnsi="Arial" w:cs="Arial"/>
        </w:rPr>
        <w:t xml:space="preserve"> : </w:t>
      </w:r>
      <w:r w:rsidRPr="00B54C0E">
        <w:rPr>
          <w:rFonts w:ascii="Arial" w:hAnsi="Arial" w:cs="Arial"/>
        </w:rPr>
        <w:tab/>
      </w:r>
      <w:r w:rsidR="00727328" w:rsidRPr="00B54C0E">
        <w:rPr>
          <w:rFonts w:ascii="Arial" w:hAnsi="Arial" w:cs="Arial"/>
        </w:rPr>
        <w:t xml:space="preserve"> €</w:t>
      </w:r>
    </w:p>
    <w:p w14:paraId="237880F0" w14:textId="17B0DA20" w:rsidR="00717FA1" w:rsidRPr="00B54C0E" w:rsidRDefault="00DE1D37" w:rsidP="00DE1D37">
      <w:pPr>
        <w:numPr>
          <w:ilvl w:val="0"/>
          <w:numId w:val="39"/>
        </w:numPr>
        <w:tabs>
          <w:tab w:val="left" w:leader="dot" w:pos="4536"/>
        </w:tabs>
        <w:spacing w:before="120"/>
        <w:ind w:left="924" w:hanging="357"/>
        <w:jc w:val="both"/>
        <w:rPr>
          <w:rFonts w:ascii="Arial" w:hAnsi="Arial" w:cs="Arial"/>
        </w:rPr>
      </w:pPr>
      <w:r w:rsidRPr="00B54C0E">
        <w:rPr>
          <w:rFonts w:ascii="Arial" w:hAnsi="Arial" w:cs="Arial"/>
        </w:rPr>
        <w:t xml:space="preserve">Montant TTC : </w:t>
      </w:r>
      <w:r w:rsidRPr="00B54C0E">
        <w:rPr>
          <w:rFonts w:ascii="Arial" w:hAnsi="Arial" w:cs="Arial"/>
        </w:rPr>
        <w:tab/>
      </w:r>
      <w:r w:rsidR="00727328" w:rsidRPr="00B54C0E">
        <w:rPr>
          <w:rFonts w:ascii="Arial" w:hAnsi="Arial" w:cs="Arial"/>
        </w:rPr>
        <w:t xml:space="preserve"> €</w:t>
      </w:r>
    </w:p>
    <w:p w14:paraId="60F72D6F" w14:textId="77777777" w:rsidR="00717FA1" w:rsidRPr="00B54C0E" w:rsidRDefault="00717FA1" w:rsidP="00717FA1">
      <w:pPr>
        <w:spacing w:before="120"/>
        <w:jc w:val="both"/>
        <w:rPr>
          <w:rFonts w:ascii="Arial" w:hAnsi="Arial" w:cs="Arial"/>
        </w:rPr>
      </w:pPr>
    </w:p>
    <w:p w14:paraId="0596E8A6" w14:textId="60B96096" w:rsidR="00717FA1" w:rsidRPr="00B54C0E" w:rsidRDefault="00EA0DD5" w:rsidP="00717FA1">
      <w:pPr>
        <w:jc w:val="both"/>
        <w:rPr>
          <w:rFonts w:ascii="Arial" w:hAnsi="Arial" w:cs="Arial"/>
          <w:bCs/>
          <w:spacing w:val="-10"/>
          <w:position w:val="-2"/>
        </w:rPr>
      </w:pPr>
      <w:r>
        <w:rPr>
          <w:rFonts w:ascii="Arial" w:hAnsi="Arial" w:cs="Arial"/>
          <w:b/>
          <w:bCs/>
          <w:spacing w:val="-10"/>
          <w:position w:val="-2"/>
        </w:rPr>
        <w:t>b</w:t>
      </w:r>
      <w:r w:rsidR="00717FA1" w:rsidRPr="00B54C0E">
        <w:rPr>
          <w:rFonts w:ascii="Arial" w:hAnsi="Arial" w:cs="Arial"/>
          <w:b/>
          <w:bCs/>
          <w:spacing w:val="-10"/>
          <w:position w:val="-2"/>
        </w:rPr>
        <w:t>)</w:t>
      </w:r>
      <w:r w:rsidR="00717FA1" w:rsidRPr="00B54C0E">
        <w:rPr>
          <w:rFonts w:ascii="Arial" w:hAnsi="Arial" w:cs="Arial"/>
          <w:bCs/>
          <w:spacing w:val="-10"/>
          <w:position w:val="-2"/>
        </w:rPr>
        <w:t xml:space="preserve"> </w:t>
      </w:r>
      <w:r w:rsidR="00B54C0E" w:rsidRPr="00B54C0E">
        <w:rPr>
          <w:rFonts w:ascii="Arial" w:hAnsi="Arial" w:cs="Arial"/>
          <w:bCs/>
          <w:spacing w:val="-10"/>
          <w:position w:val="-2"/>
        </w:rPr>
        <w:t xml:space="preserve"> </w:t>
      </w:r>
      <w:r w:rsidR="00717FA1" w:rsidRPr="00B54C0E">
        <w:rPr>
          <w:rFonts w:ascii="Arial" w:hAnsi="Arial" w:cs="Arial"/>
          <w:bCs/>
        </w:rPr>
        <w:t xml:space="preserve">Montant du contrat de sous-traitance dans le cas de travaux sous-traités relevant de </w:t>
      </w:r>
      <w:hyperlink r:id="rId9" w:history="1">
        <w:r w:rsidR="00717FA1" w:rsidRPr="00B54C0E">
          <w:rPr>
            <w:rStyle w:val="Lienhypertexte"/>
            <w:rFonts w:ascii="Arial" w:hAnsi="Arial" w:cs="Arial"/>
            <w:bCs/>
          </w:rPr>
          <w:t>l’article 283-2 nonies du code général des impôts</w:t>
        </w:r>
      </w:hyperlink>
      <w:r w:rsidR="00717FA1" w:rsidRPr="00B54C0E">
        <w:rPr>
          <w:rFonts w:ascii="Arial" w:hAnsi="Arial" w:cs="Arial"/>
          <w:bCs/>
        </w:rPr>
        <w:t xml:space="preserve"> </w:t>
      </w:r>
      <w:r w:rsidR="00717FA1" w:rsidRPr="00B54C0E">
        <w:rPr>
          <w:rFonts w:ascii="Arial" w:hAnsi="Arial" w:cs="Arial"/>
          <w:bCs/>
          <w:spacing w:val="-10"/>
          <w:position w:val="-2"/>
        </w:rPr>
        <w:t xml:space="preserve">: </w:t>
      </w:r>
    </w:p>
    <w:p w14:paraId="0967DC4F" w14:textId="27905240" w:rsidR="00717FA1" w:rsidRPr="00B54C0E" w:rsidRDefault="00717FA1" w:rsidP="00717FA1">
      <w:pPr>
        <w:pStyle w:val="Paragraphedeliste"/>
        <w:numPr>
          <w:ilvl w:val="0"/>
          <w:numId w:val="40"/>
        </w:numPr>
        <w:spacing w:before="120"/>
        <w:ind w:left="924" w:hanging="357"/>
        <w:contextualSpacing w:val="0"/>
        <w:jc w:val="both"/>
        <w:rPr>
          <w:rFonts w:ascii="Arial" w:hAnsi="Arial" w:cs="Arial"/>
          <w:bCs/>
          <w:spacing w:val="-10"/>
          <w:position w:val="-2"/>
        </w:rPr>
      </w:pPr>
      <w:r w:rsidRPr="00B54C0E">
        <w:rPr>
          <w:rFonts w:ascii="Arial" w:hAnsi="Arial" w:cs="Arial"/>
          <w:bCs/>
          <w:spacing w:val="-10"/>
          <w:position w:val="-2"/>
        </w:rPr>
        <w:t xml:space="preserve">Taux de la TVA : auto-liquidation (la TVA est due par le </w:t>
      </w:r>
      <w:r w:rsidR="005563A7">
        <w:rPr>
          <w:rFonts w:ascii="Arial" w:hAnsi="Arial" w:cs="Arial"/>
          <w:bCs/>
          <w:spacing w:val="-10"/>
          <w:position w:val="-2"/>
        </w:rPr>
        <w:t>T</w:t>
      </w:r>
      <w:r w:rsidRPr="00B54C0E">
        <w:rPr>
          <w:rFonts w:ascii="Arial" w:hAnsi="Arial" w:cs="Arial"/>
          <w:bCs/>
          <w:spacing w:val="-10"/>
          <w:position w:val="-2"/>
        </w:rPr>
        <w:t>itulaire)</w:t>
      </w:r>
    </w:p>
    <w:p w14:paraId="707B786C" w14:textId="0DFB6E11" w:rsidR="00717FA1" w:rsidRPr="00B54C0E" w:rsidRDefault="00717FA1" w:rsidP="00DE1D37">
      <w:pPr>
        <w:pStyle w:val="Paragraphedeliste"/>
        <w:numPr>
          <w:ilvl w:val="0"/>
          <w:numId w:val="40"/>
        </w:numPr>
        <w:tabs>
          <w:tab w:val="left" w:leader="dot" w:pos="4536"/>
        </w:tabs>
        <w:spacing w:before="120"/>
        <w:ind w:left="924" w:hanging="357"/>
        <w:contextualSpacing w:val="0"/>
        <w:rPr>
          <w:rFonts w:ascii="Arial" w:hAnsi="Arial" w:cs="Arial"/>
          <w:bCs/>
          <w:spacing w:val="-10"/>
          <w:position w:val="-2"/>
        </w:rPr>
      </w:pPr>
      <w:r w:rsidRPr="00B54C0E">
        <w:rPr>
          <w:rFonts w:ascii="Arial" w:hAnsi="Arial" w:cs="Arial"/>
          <w:bCs/>
          <w:spacing w:val="-10"/>
          <w:position w:val="-2"/>
        </w:rPr>
        <w:t xml:space="preserve">Montant hors TVA : </w:t>
      </w:r>
      <w:r w:rsidR="00DE1D37" w:rsidRPr="00B54C0E">
        <w:rPr>
          <w:rFonts w:ascii="Arial" w:hAnsi="Arial" w:cs="Arial"/>
          <w:bCs/>
          <w:spacing w:val="-10"/>
          <w:position w:val="-2"/>
        </w:rPr>
        <w:tab/>
      </w:r>
      <w:r w:rsidR="00727328" w:rsidRPr="00B54C0E">
        <w:rPr>
          <w:rFonts w:ascii="Arial" w:hAnsi="Arial" w:cs="Arial"/>
          <w:bCs/>
          <w:spacing w:val="-10"/>
          <w:position w:val="-2"/>
        </w:rPr>
        <w:t xml:space="preserve"> €</w:t>
      </w:r>
    </w:p>
    <w:p w14:paraId="5679C37F" w14:textId="763B0DFF" w:rsidR="002370CE" w:rsidRPr="000235C8" w:rsidRDefault="002370CE" w:rsidP="007B367A">
      <w:pPr>
        <w:tabs>
          <w:tab w:val="left" w:pos="284"/>
        </w:tabs>
        <w:spacing w:before="120" w:line="200" w:lineRule="exact"/>
        <w:jc w:val="both"/>
        <w:rPr>
          <w:rFonts w:ascii="Arial" w:hAnsi="Arial" w:cs="Arial"/>
        </w:rPr>
      </w:pPr>
    </w:p>
    <w:p w14:paraId="171C0AEC" w14:textId="2DE6FF2B" w:rsidR="00B54C0E" w:rsidRDefault="00B54C0E" w:rsidP="00B54C0E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5</w:t>
      </w:r>
      <w:r w:rsidR="00291766">
        <w:rPr>
          <w:rFonts w:ascii="Arial" w:hAnsi="Arial" w:cs="Arial"/>
          <w:b/>
        </w:rPr>
        <w:t xml:space="preserve"> </w:t>
      </w:r>
      <w:r w:rsidRPr="004E65F1">
        <w:rPr>
          <w:rFonts w:ascii="Arial" w:hAnsi="Arial" w:cs="Arial"/>
          <w:b/>
        </w:rPr>
        <w:t xml:space="preserve">- </w:t>
      </w:r>
      <w:r>
        <w:rPr>
          <w:rFonts w:ascii="Arial" w:hAnsi="Arial" w:cs="Arial"/>
          <w:b/>
        </w:rPr>
        <w:t>CONDITIONS DE PAIEMENT</w:t>
      </w:r>
    </w:p>
    <w:p w14:paraId="6C5AA03F" w14:textId="77777777" w:rsidR="00095F6D" w:rsidRDefault="00095F6D" w:rsidP="00095F6D">
      <w:pPr>
        <w:tabs>
          <w:tab w:val="left" w:pos="284"/>
        </w:tabs>
        <w:spacing w:before="120" w:line="200" w:lineRule="exact"/>
        <w:ind w:left="284" w:hanging="284"/>
        <w:jc w:val="both"/>
        <w:rPr>
          <w:rFonts w:ascii="Arial" w:hAnsi="Arial" w:cs="Arial"/>
          <w:color w:val="66CCFF"/>
          <w:spacing w:val="-10"/>
          <w:position w:val="-2"/>
        </w:rPr>
      </w:pPr>
    </w:p>
    <w:p w14:paraId="27C5EEDE" w14:textId="6B09A70D" w:rsidR="00095F6D" w:rsidRDefault="00095F6D" w:rsidP="00095F6D">
      <w:pPr>
        <w:tabs>
          <w:tab w:val="left" w:pos="284"/>
        </w:tabs>
        <w:spacing w:before="120" w:line="200" w:lineRule="exact"/>
        <w:ind w:left="284" w:hanging="284"/>
        <w:jc w:val="both"/>
        <w:rPr>
          <w:rFonts w:ascii="Arial" w:hAnsi="Arial" w:cs="Arial"/>
          <w:b/>
        </w:rPr>
      </w:pPr>
      <w:r w:rsidRPr="00B54C0E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 w:rsidRPr="00B54C0E">
        <w:rPr>
          <w:rFonts w:ascii="Arial" w:hAnsi="Arial" w:cs="Arial"/>
          <w:color w:val="66CCFF"/>
          <w:spacing w:val="-10"/>
          <w:position w:val="-2"/>
        </w:rPr>
        <w:tab/>
      </w:r>
      <w:r w:rsidRPr="00B54C0E">
        <w:rPr>
          <w:rFonts w:ascii="Arial" w:hAnsi="Arial" w:cs="Arial"/>
        </w:rPr>
        <w:t xml:space="preserve">Échéancier </w:t>
      </w:r>
      <w:r w:rsidRPr="00897514">
        <w:rPr>
          <w:rFonts w:ascii="Arial" w:hAnsi="Arial" w:cs="Arial"/>
        </w:rPr>
        <w:t>et conditions</w:t>
      </w:r>
      <w:r>
        <w:rPr>
          <w:rFonts w:ascii="Arial" w:hAnsi="Arial" w:cs="Arial"/>
        </w:rPr>
        <w:t xml:space="preserve"> </w:t>
      </w:r>
      <w:r w:rsidRPr="00B54C0E">
        <w:rPr>
          <w:rFonts w:ascii="Arial" w:hAnsi="Arial" w:cs="Arial"/>
        </w:rPr>
        <w:t>de facturation du contrat de sous-traitance :</w:t>
      </w:r>
      <w:r>
        <w:rPr>
          <w:rFonts w:ascii="Arial" w:hAnsi="Arial" w:cs="Arial"/>
          <w:color w:val="66CCFF"/>
          <w:spacing w:val="-10"/>
          <w:position w:val="-2"/>
        </w:rPr>
        <w:t xml:space="preserve"> </w:t>
      </w:r>
    </w:p>
    <w:p w14:paraId="6F6993F6" w14:textId="77777777" w:rsidR="00095F6D" w:rsidRDefault="00095F6D" w:rsidP="00095F6D">
      <w:pPr>
        <w:tabs>
          <w:tab w:val="left" w:leader="dot" w:pos="9072"/>
        </w:tabs>
        <w:ind w:firstLine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</w:p>
    <w:p w14:paraId="405E31FD" w14:textId="77777777" w:rsidR="00095F6D" w:rsidRDefault="00095F6D" w:rsidP="00095F6D">
      <w:pPr>
        <w:tabs>
          <w:tab w:val="left" w:leader="dot" w:pos="9072"/>
        </w:tabs>
        <w:ind w:firstLine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</w:p>
    <w:p w14:paraId="78B086DB" w14:textId="77777777" w:rsidR="00095F6D" w:rsidRDefault="00095F6D" w:rsidP="00095F6D">
      <w:pPr>
        <w:tabs>
          <w:tab w:val="left" w:leader="dot" w:pos="9072"/>
        </w:tabs>
        <w:ind w:firstLine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</w:p>
    <w:p w14:paraId="1526F01B" w14:textId="7923DF74" w:rsidR="0066289C" w:rsidRDefault="0066289C" w:rsidP="00D3211B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6666B96F" w14:textId="77777777" w:rsidR="00095F6D" w:rsidRDefault="00095F6D" w:rsidP="00095F6D">
      <w:pPr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------------------------------</w:t>
      </w:r>
    </w:p>
    <w:p w14:paraId="0DE4CD7D" w14:textId="77777777" w:rsidR="00095F6D" w:rsidRDefault="00095F6D" w:rsidP="00095F6D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1DABF90C" w14:textId="34DBDC38" w:rsidR="00095F6D" w:rsidRPr="0027637A" w:rsidRDefault="00095F6D" w:rsidP="00095F6D">
      <w:pPr>
        <w:tabs>
          <w:tab w:val="left" w:pos="284"/>
        </w:tabs>
        <w:spacing w:before="120" w:line="200" w:lineRule="exact"/>
        <w:jc w:val="both"/>
        <w:rPr>
          <w:rFonts w:ascii="Segoe UI Symbol" w:hAnsi="Segoe UI Symbol" w:cs="Segoe UI Symbol"/>
          <w:b/>
          <w:i/>
          <w:color w:val="00B050"/>
        </w:rPr>
      </w:pPr>
      <w:r w:rsidRPr="0027637A">
        <w:rPr>
          <w:rFonts w:ascii="Arial" w:hAnsi="Arial" w:cs="Arial"/>
          <w:b/>
          <w:i/>
          <w:color w:val="00B050"/>
        </w:rPr>
        <w:t xml:space="preserve">Le compte à créditer ci-dessous est à compléter uniquement </w:t>
      </w:r>
      <w:r>
        <w:rPr>
          <w:rFonts w:ascii="Arial" w:hAnsi="Arial" w:cs="Arial"/>
          <w:b/>
          <w:i/>
          <w:color w:val="00B050"/>
        </w:rPr>
        <w:t xml:space="preserve">si </w:t>
      </w:r>
      <w:r w:rsidRPr="0027637A">
        <w:rPr>
          <w:rFonts w:ascii="Arial" w:hAnsi="Arial" w:cs="Arial"/>
          <w:b/>
          <w:i/>
          <w:color w:val="00B050"/>
        </w:rPr>
        <w:t>la case « PAIEMENT DIRECT DU SOUS-TRAITANT PAR LE CEA</w:t>
      </w:r>
      <w:r w:rsidR="00882EAD">
        <w:rPr>
          <w:rFonts w:ascii="Arial" w:hAnsi="Arial" w:cs="Arial"/>
          <w:b/>
          <w:i/>
          <w:color w:val="00B050"/>
        </w:rPr>
        <w:t xml:space="preserve"> : </w:t>
      </w:r>
      <w:r w:rsidR="00882EAD" w:rsidRPr="00B75719">
        <w:rPr>
          <w:rFonts w:ascii="Arial" w:hAnsi="Arial" w:cs="Arial"/>
          <w:b/>
          <w:i/>
          <w:color w:val="00B050"/>
          <w:sz w:val="24"/>
        </w:rPr>
        <w:t>OUI</w:t>
      </w:r>
      <w:r w:rsidRPr="0027637A">
        <w:rPr>
          <w:rFonts w:ascii="Arial" w:hAnsi="Arial" w:cs="Arial"/>
          <w:b/>
          <w:i/>
          <w:color w:val="00B050"/>
        </w:rPr>
        <w:t> » a été cochée au niveau de la rubrique n°1 « Marché concerné ».</w:t>
      </w:r>
    </w:p>
    <w:p w14:paraId="63C1E51C" w14:textId="47382E34" w:rsidR="00095F6D" w:rsidRDefault="00095F6D" w:rsidP="00D3211B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0B9E04A8" w14:textId="176BF2E1" w:rsidR="001D6DE4" w:rsidRPr="001C7D87" w:rsidRDefault="00114A0A" w:rsidP="00CA0456">
      <w:pPr>
        <w:tabs>
          <w:tab w:val="left" w:pos="284"/>
        </w:tabs>
        <w:jc w:val="both"/>
        <w:rPr>
          <w:rFonts w:ascii="Arial" w:hAnsi="Arial" w:cs="Arial"/>
          <w:bCs/>
        </w:rPr>
      </w:pPr>
      <w:r w:rsidRPr="001C7D87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 w:rsidR="00CA0456">
        <w:rPr>
          <w:rFonts w:ascii="Arial" w:hAnsi="Arial" w:cs="Arial"/>
          <w:color w:val="66CCFF"/>
          <w:spacing w:val="-10"/>
          <w:position w:val="-2"/>
        </w:rPr>
        <w:tab/>
      </w:r>
      <w:r w:rsidR="001D6DE4" w:rsidRPr="001C7D87">
        <w:rPr>
          <w:rFonts w:ascii="Arial" w:hAnsi="Arial" w:cs="Arial"/>
          <w:bCs/>
        </w:rPr>
        <w:t>Compte à crédite</w:t>
      </w:r>
      <w:r w:rsidR="001D6DE4">
        <w:rPr>
          <w:rFonts w:ascii="Arial" w:hAnsi="Arial" w:cs="Arial"/>
          <w:bCs/>
        </w:rPr>
        <w:t>r </w:t>
      </w:r>
      <w:r w:rsidR="001D6DE4" w:rsidRPr="001C7D87">
        <w:rPr>
          <w:rFonts w:ascii="Arial" w:hAnsi="Arial" w:cs="Arial"/>
          <w:bCs/>
        </w:rPr>
        <w:t>:</w:t>
      </w:r>
    </w:p>
    <w:p w14:paraId="482550FC" w14:textId="35CBEBE6" w:rsidR="001D6DE4" w:rsidRDefault="001D6DE4" w:rsidP="00CA0456">
      <w:pPr>
        <w:ind w:firstLine="284"/>
        <w:jc w:val="both"/>
        <w:rPr>
          <w:rFonts w:ascii="Arial" w:hAnsi="Arial" w:cs="Arial"/>
          <w:i/>
          <w:sz w:val="18"/>
          <w:szCs w:val="18"/>
        </w:rPr>
      </w:pPr>
      <w:r w:rsidRPr="00BA20FC">
        <w:rPr>
          <w:rFonts w:ascii="Arial" w:hAnsi="Arial" w:cs="Arial"/>
          <w:i/>
          <w:sz w:val="18"/>
          <w:szCs w:val="18"/>
        </w:rPr>
        <w:t>(Joindre un relevé d’identité bancaire ou postal)</w:t>
      </w:r>
    </w:p>
    <w:p w14:paraId="5AA0B6FA" w14:textId="77777777" w:rsidR="001D6DE4" w:rsidRDefault="001D6DE4" w:rsidP="001D6DE4">
      <w:pPr>
        <w:jc w:val="both"/>
        <w:rPr>
          <w:rFonts w:ascii="Arial" w:hAnsi="Arial" w:cs="Arial"/>
          <w:i/>
          <w:sz w:val="18"/>
          <w:szCs w:val="18"/>
        </w:rPr>
      </w:pPr>
    </w:p>
    <w:p w14:paraId="5587107D" w14:textId="25FE8141" w:rsidR="001D6DE4" w:rsidRPr="001C7D87" w:rsidRDefault="00114A0A" w:rsidP="0063717C">
      <w:pPr>
        <w:ind w:firstLine="567"/>
        <w:jc w:val="both"/>
        <w:rPr>
          <w:rFonts w:ascii="Arial" w:hAnsi="Arial" w:cs="Arial"/>
        </w:rPr>
      </w:pPr>
      <w:r w:rsidRPr="001C7D87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color w:val="66CCFF"/>
          <w:spacing w:val="-10"/>
          <w:position w:val="-2"/>
        </w:rPr>
        <w:t xml:space="preserve"> </w:t>
      </w:r>
      <w:r w:rsidR="001D6DE4" w:rsidRPr="001C7D87">
        <w:rPr>
          <w:rFonts w:ascii="Arial" w:hAnsi="Arial" w:cs="Arial"/>
        </w:rPr>
        <w:t>Nom de l’établissement bancaire :</w:t>
      </w:r>
    </w:p>
    <w:p w14:paraId="399060C1" w14:textId="77777777" w:rsidR="001D6DE4" w:rsidRDefault="001D6DE4" w:rsidP="001D6DE4">
      <w:pPr>
        <w:jc w:val="both"/>
        <w:rPr>
          <w:rFonts w:ascii="Arial" w:hAnsi="Arial" w:cs="Arial"/>
        </w:rPr>
      </w:pPr>
    </w:p>
    <w:p w14:paraId="72DCA1AE" w14:textId="2C3334A3" w:rsidR="001D6DE4" w:rsidRDefault="00DE1D37" w:rsidP="00DE1D37">
      <w:pPr>
        <w:tabs>
          <w:tab w:val="left" w:leader="dot" w:pos="9072"/>
        </w:tabs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377170C" w14:textId="18F2EE90" w:rsidR="00D07AD6" w:rsidRDefault="00D07AD6" w:rsidP="00DE1D37">
      <w:pPr>
        <w:tabs>
          <w:tab w:val="left" w:leader="dot" w:pos="9072"/>
        </w:tabs>
        <w:ind w:firstLine="567"/>
        <w:jc w:val="both"/>
        <w:rPr>
          <w:rFonts w:ascii="Arial" w:hAnsi="Arial" w:cs="Arial"/>
        </w:rPr>
      </w:pPr>
    </w:p>
    <w:p w14:paraId="307210CC" w14:textId="392C7079" w:rsidR="00D07AD6" w:rsidRPr="001C7D87" w:rsidRDefault="00D07AD6" w:rsidP="00D07AD6">
      <w:pPr>
        <w:ind w:firstLine="567"/>
        <w:jc w:val="both"/>
        <w:rPr>
          <w:rFonts w:ascii="Arial" w:hAnsi="Arial" w:cs="Arial"/>
        </w:rPr>
      </w:pPr>
      <w:r w:rsidRPr="001C7D87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color w:val="66CCFF"/>
          <w:spacing w:val="-10"/>
          <w:position w:val="-2"/>
        </w:rPr>
        <w:t xml:space="preserve"> </w:t>
      </w:r>
      <w:r w:rsidRPr="001C7D87">
        <w:rPr>
          <w:rFonts w:ascii="Arial" w:hAnsi="Arial" w:cs="Arial"/>
        </w:rPr>
        <w:t xml:space="preserve">Nom </w:t>
      </w:r>
      <w:r>
        <w:rPr>
          <w:rFonts w:ascii="Arial" w:hAnsi="Arial" w:cs="Arial"/>
        </w:rPr>
        <w:t>du détenteur du compte</w:t>
      </w:r>
      <w:r w:rsidRPr="001C7D87">
        <w:rPr>
          <w:rFonts w:ascii="Arial" w:hAnsi="Arial" w:cs="Arial"/>
        </w:rPr>
        <w:t> :</w:t>
      </w:r>
    </w:p>
    <w:p w14:paraId="22FB4012" w14:textId="77777777" w:rsidR="00D07AD6" w:rsidRDefault="00D07AD6" w:rsidP="00D07AD6">
      <w:pPr>
        <w:jc w:val="both"/>
        <w:rPr>
          <w:rFonts w:ascii="Arial" w:hAnsi="Arial" w:cs="Arial"/>
        </w:rPr>
      </w:pPr>
    </w:p>
    <w:p w14:paraId="1BD5C3D7" w14:textId="77777777" w:rsidR="00D07AD6" w:rsidRDefault="00D07AD6" w:rsidP="00D07AD6">
      <w:pPr>
        <w:tabs>
          <w:tab w:val="left" w:leader="dot" w:pos="9072"/>
        </w:tabs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15337AB0" w14:textId="77777777" w:rsidR="001D6DE4" w:rsidRPr="001C7D87" w:rsidRDefault="001D6DE4" w:rsidP="001D6DE4">
      <w:pPr>
        <w:jc w:val="both"/>
        <w:rPr>
          <w:rFonts w:ascii="Arial" w:hAnsi="Arial" w:cs="Arial"/>
        </w:rPr>
      </w:pPr>
    </w:p>
    <w:p w14:paraId="72F669C2" w14:textId="3F80AC18" w:rsidR="001D6DE4" w:rsidRPr="001C7D87" w:rsidRDefault="00114A0A" w:rsidP="0063717C">
      <w:pPr>
        <w:ind w:firstLine="567"/>
        <w:jc w:val="both"/>
        <w:rPr>
          <w:rFonts w:ascii="Arial" w:hAnsi="Arial" w:cs="Arial"/>
        </w:rPr>
      </w:pPr>
      <w:r w:rsidRPr="001C7D87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color w:val="66CCFF"/>
          <w:spacing w:val="-10"/>
          <w:position w:val="-2"/>
        </w:rPr>
        <w:t xml:space="preserve"> </w:t>
      </w:r>
      <w:r w:rsidR="001D6DE4" w:rsidRPr="001C7D87">
        <w:rPr>
          <w:rFonts w:ascii="Arial" w:hAnsi="Arial" w:cs="Arial"/>
        </w:rPr>
        <w:t>Numéro de compte :</w:t>
      </w:r>
    </w:p>
    <w:p w14:paraId="72441DAD" w14:textId="77777777" w:rsidR="001D6DE4" w:rsidRDefault="001D6DE4" w:rsidP="001D6DE4">
      <w:pPr>
        <w:jc w:val="both"/>
        <w:rPr>
          <w:rFonts w:ascii="Arial" w:hAnsi="Arial" w:cs="Arial"/>
          <w:bCs/>
        </w:rPr>
      </w:pPr>
    </w:p>
    <w:p w14:paraId="3A336CC2" w14:textId="1E5697C4" w:rsidR="001D6DE4" w:rsidRDefault="00DE1D37" w:rsidP="00DE1D37">
      <w:pPr>
        <w:tabs>
          <w:tab w:val="left" w:leader="dot" w:pos="9072"/>
        </w:tabs>
        <w:ind w:firstLine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</w:p>
    <w:p w14:paraId="7802EF84" w14:textId="45F32AE5" w:rsidR="00727328" w:rsidRDefault="00727328" w:rsidP="001D6DE4">
      <w:pPr>
        <w:jc w:val="both"/>
        <w:rPr>
          <w:rFonts w:ascii="Arial" w:hAnsi="Arial" w:cs="Arial"/>
          <w:bCs/>
        </w:rPr>
      </w:pPr>
    </w:p>
    <w:p w14:paraId="4106CD13" w14:textId="310DBB00" w:rsidR="00B54C0E" w:rsidRDefault="00B54C0E" w:rsidP="00B54C0E">
      <w:pPr>
        <w:jc w:val="both"/>
        <w:rPr>
          <w:rFonts w:ascii="Arial" w:hAnsi="Arial" w:cs="Arial"/>
          <w:bCs/>
        </w:rPr>
      </w:pPr>
    </w:p>
    <w:p w14:paraId="61E03281" w14:textId="247C0BD1" w:rsidR="001D6DE4" w:rsidRDefault="001D6DE4" w:rsidP="001D6DE4">
      <w:pPr>
        <w:jc w:val="both"/>
        <w:rPr>
          <w:rFonts w:ascii="Arial" w:hAnsi="Arial" w:cs="Arial"/>
          <w:bCs/>
        </w:rPr>
      </w:pPr>
    </w:p>
    <w:p w14:paraId="265AE8D6" w14:textId="1BBC180C" w:rsidR="00BD3906" w:rsidRDefault="00C25A2E">
      <w:pPr>
        <w:rPr>
          <w:rFonts w:ascii="Arial" w:hAnsi="Arial" w:cs="Arial"/>
          <w:i/>
          <w:sz w:val="18"/>
          <w:szCs w:val="18"/>
        </w:rPr>
      </w:pPr>
      <w:r>
        <w:rPr>
          <w:i/>
          <w:iCs/>
        </w:rPr>
        <w:t>Il est rappelé que les sommes versées au sous-traitant d</w:t>
      </w:r>
      <w:r w:rsidR="00942BBF">
        <w:rPr>
          <w:i/>
          <w:iCs/>
        </w:rPr>
        <w:t>ans le cas</w:t>
      </w:r>
      <w:r>
        <w:rPr>
          <w:i/>
          <w:iCs/>
        </w:rPr>
        <w:t xml:space="preserve"> d’un paiement direct du sous-traitant par le CEA seront nécessairement déduites des sommes dues au titulaire au titre de son marché. </w:t>
      </w:r>
      <w:r w:rsidR="00BD3906">
        <w:rPr>
          <w:rFonts w:ascii="Arial" w:hAnsi="Arial" w:cs="Arial"/>
          <w:i/>
          <w:sz w:val="18"/>
          <w:szCs w:val="18"/>
        </w:rPr>
        <w:br w:type="page"/>
      </w:r>
    </w:p>
    <w:p w14:paraId="4EA7D9AD" w14:textId="18E5682E" w:rsidR="00C56292" w:rsidRDefault="007274DB" w:rsidP="00727328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6</w:t>
      </w:r>
      <w:r w:rsidR="003127EA">
        <w:rPr>
          <w:rFonts w:ascii="Arial" w:hAnsi="Arial" w:cs="Arial"/>
          <w:b/>
        </w:rPr>
        <w:t xml:space="preserve">- </w:t>
      </w:r>
      <w:r w:rsidR="00717FA1">
        <w:rPr>
          <w:rFonts w:ascii="Arial" w:hAnsi="Arial" w:cs="Arial"/>
          <w:b/>
        </w:rPr>
        <w:t>CESSION OU NANTISSEMENT DE CREANCES</w:t>
      </w:r>
      <w:r w:rsidR="00556747">
        <w:rPr>
          <w:rFonts w:ascii="Arial" w:hAnsi="Arial" w:cs="Arial"/>
          <w:b/>
        </w:rPr>
        <w:t xml:space="preserve"> </w:t>
      </w:r>
    </w:p>
    <w:p w14:paraId="1B6B3178" w14:textId="0DBB12F7" w:rsidR="00C00A10" w:rsidRDefault="00C00A10" w:rsidP="003B74E8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4C50808E" w14:textId="77777777" w:rsidR="00E34FE0" w:rsidRPr="00441A42" w:rsidRDefault="00E34FE0" w:rsidP="00E34FE0">
      <w:pPr>
        <w:pStyle w:val="Paragraphedeliste"/>
        <w:numPr>
          <w:ilvl w:val="0"/>
          <w:numId w:val="55"/>
        </w:numPr>
        <w:jc w:val="both"/>
        <w:rPr>
          <w:rFonts w:ascii="Arial" w:hAnsi="Arial" w:cs="Arial"/>
          <w:b/>
          <w:color w:val="00B050"/>
        </w:rPr>
      </w:pPr>
      <w:r w:rsidRPr="00441A42">
        <w:rPr>
          <w:rFonts w:ascii="Arial" w:hAnsi="Arial" w:cs="Arial"/>
          <w:b/>
          <w:color w:val="00B050"/>
        </w:rPr>
        <w:t xml:space="preserve">Dans le cas où le marché n’est ni cédé ni nanti, le Titulaire coche </w:t>
      </w:r>
      <w:r w:rsidRPr="00441A42">
        <w:rPr>
          <w:rFonts w:ascii="Arial" w:hAnsi="Arial" w:cs="Arial"/>
          <w:b/>
          <w:color w:val="00B050"/>
          <w:u w:val="single"/>
        </w:rPr>
        <w:t>uniquement</w:t>
      </w:r>
      <w:r w:rsidRPr="00441A42">
        <w:rPr>
          <w:rFonts w:ascii="Arial" w:hAnsi="Arial" w:cs="Arial"/>
          <w:b/>
          <w:color w:val="00B050"/>
        </w:rPr>
        <w:t xml:space="preserve"> la case suivante :</w:t>
      </w:r>
    </w:p>
    <w:p w14:paraId="4760B881" w14:textId="77777777" w:rsidR="00E34FE0" w:rsidRDefault="006E4994" w:rsidP="00E34FE0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  <w:sdt>
        <w:sdtPr>
          <w:rPr>
            <w:rFonts w:ascii="Arial" w:hAnsi="Arial" w:cs="Arial"/>
            <w:b/>
          </w:rPr>
          <w:id w:val="-5369682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34FE0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E34FE0" w:rsidRPr="005716FD">
        <w:rPr>
          <w:rFonts w:ascii="Arial" w:hAnsi="Arial" w:cs="Arial"/>
        </w:rPr>
        <w:t> L</w:t>
      </w:r>
      <w:r w:rsidR="00E34FE0">
        <w:rPr>
          <w:rFonts w:ascii="Arial" w:hAnsi="Arial" w:cs="Arial"/>
        </w:rPr>
        <w:t>e marché n’est ni cédé ni nanti.</w:t>
      </w:r>
    </w:p>
    <w:p w14:paraId="6492FC6F" w14:textId="77777777" w:rsidR="00E34FE0" w:rsidRDefault="00E34FE0" w:rsidP="00E34FE0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75EB2AC7" w14:textId="77777777" w:rsidR="00E34FE0" w:rsidRDefault="00E34FE0" w:rsidP="00E34FE0">
      <w:pPr>
        <w:rPr>
          <w:rFonts w:ascii="Arial" w:hAnsi="Arial" w:cs="Arial"/>
          <w:b/>
          <w:color w:val="00B050"/>
        </w:rPr>
      </w:pPr>
    </w:p>
    <w:p w14:paraId="59D5092E" w14:textId="613BE6F2" w:rsidR="00E34FE0" w:rsidRPr="00441A42" w:rsidRDefault="00E34FE0" w:rsidP="00E34FE0">
      <w:pPr>
        <w:pStyle w:val="Paragraphedeliste"/>
        <w:numPr>
          <w:ilvl w:val="0"/>
          <w:numId w:val="55"/>
        </w:numPr>
        <w:jc w:val="both"/>
        <w:rPr>
          <w:rFonts w:ascii="Arial" w:hAnsi="Arial" w:cs="Arial"/>
          <w:b/>
          <w:color w:val="00B050"/>
        </w:rPr>
      </w:pPr>
      <w:r w:rsidRPr="00441A42">
        <w:rPr>
          <w:rFonts w:ascii="Arial" w:hAnsi="Arial" w:cs="Arial"/>
          <w:b/>
          <w:color w:val="00B050"/>
        </w:rPr>
        <w:t xml:space="preserve">Dans le cas où le marché est cédé ou nanti, le Titulaire coche les cases de l’une des hypothèses suivantes, selon la situation dans laquelle il se trouve. A défaut, le paiement direct du sous-traitant </w:t>
      </w:r>
      <w:r w:rsidR="00D07AD6">
        <w:rPr>
          <w:rFonts w:ascii="Arial" w:hAnsi="Arial" w:cs="Arial"/>
          <w:b/>
          <w:color w:val="00B050"/>
        </w:rPr>
        <w:t xml:space="preserve">par le CEA </w:t>
      </w:r>
      <w:r w:rsidRPr="00441A42">
        <w:rPr>
          <w:rFonts w:ascii="Arial" w:hAnsi="Arial" w:cs="Arial"/>
          <w:b/>
          <w:color w:val="00B050"/>
        </w:rPr>
        <w:t>sera impossible :</w:t>
      </w:r>
    </w:p>
    <w:p w14:paraId="3E0DB600" w14:textId="7F74643F" w:rsidR="00E34FE0" w:rsidRDefault="00E34FE0" w:rsidP="003B74E8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5F63397E" w14:textId="717DD13E" w:rsidR="00CB2EED" w:rsidRPr="005716FD" w:rsidRDefault="00CB2EED" w:rsidP="00672C97">
      <w:pPr>
        <w:jc w:val="both"/>
        <w:rPr>
          <w:rFonts w:ascii="Arial" w:hAnsi="Arial" w:cs="Arial"/>
        </w:rPr>
      </w:pPr>
      <w:r w:rsidRPr="005716FD">
        <w:rPr>
          <w:rFonts w:ascii="Arial" w:hAnsi="Arial" w:cs="Arial"/>
          <w:b/>
        </w:rPr>
        <w:t>1</w:t>
      </w:r>
      <w:r w:rsidRPr="005716FD">
        <w:rPr>
          <w:rFonts w:ascii="Arial" w:hAnsi="Arial" w:cs="Arial"/>
          <w:b/>
          <w:vertAlign w:val="superscript"/>
        </w:rPr>
        <w:t>ère</w:t>
      </w:r>
      <w:r w:rsidRPr="005716FD">
        <w:rPr>
          <w:rFonts w:ascii="Arial" w:hAnsi="Arial" w:cs="Arial"/>
          <w:b/>
        </w:rPr>
        <w:t xml:space="preserve"> hypothèse</w:t>
      </w:r>
      <w:r w:rsidR="00727328">
        <w:rPr>
          <w:rFonts w:ascii="Arial" w:hAnsi="Arial" w:cs="Arial"/>
          <w:b/>
        </w:rPr>
        <w:t xml:space="preserve"> : </w:t>
      </w:r>
      <w:sdt>
        <w:sdtPr>
          <w:rPr>
            <w:rFonts w:ascii="Arial" w:hAnsi="Arial" w:cs="Arial"/>
            <w:b/>
          </w:rPr>
          <w:id w:val="-799153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Pr="005716FD">
        <w:rPr>
          <w:rFonts w:ascii="Arial" w:hAnsi="Arial" w:cs="Arial"/>
        </w:rPr>
        <w:t xml:space="preserve"> La présente déclaration de sous-traitance constitue un </w:t>
      </w:r>
      <w:r w:rsidRPr="005716FD">
        <w:rPr>
          <w:rFonts w:ascii="Arial" w:hAnsi="Arial" w:cs="Arial"/>
          <w:b/>
        </w:rPr>
        <w:t>acte spécial</w:t>
      </w:r>
      <w:r w:rsidRPr="005716FD">
        <w:rPr>
          <w:rFonts w:ascii="Arial" w:hAnsi="Arial" w:cs="Arial"/>
        </w:rPr>
        <w:t xml:space="preserve">. </w:t>
      </w:r>
    </w:p>
    <w:p w14:paraId="245962F2" w14:textId="77777777" w:rsidR="005E39E0" w:rsidRPr="005716FD" w:rsidRDefault="005E39E0" w:rsidP="00672C97">
      <w:pPr>
        <w:jc w:val="both"/>
        <w:rPr>
          <w:rFonts w:ascii="Arial" w:hAnsi="Arial" w:cs="Arial"/>
        </w:rPr>
      </w:pPr>
    </w:p>
    <w:p w14:paraId="52B8E64E" w14:textId="01A423AD" w:rsidR="00281395" w:rsidRPr="005716FD" w:rsidRDefault="00281395" w:rsidP="00281395">
      <w:pPr>
        <w:ind w:left="567"/>
        <w:jc w:val="both"/>
        <w:rPr>
          <w:rFonts w:ascii="Arial" w:hAnsi="Arial" w:cs="Arial"/>
          <w:iCs/>
        </w:rPr>
      </w:pPr>
      <w:r w:rsidRPr="005716FD">
        <w:rPr>
          <w:rFonts w:ascii="Arial" w:hAnsi="Arial" w:cs="Arial"/>
        </w:rPr>
        <w:t xml:space="preserve">Le </w:t>
      </w:r>
      <w:r w:rsidR="005563A7">
        <w:rPr>
          <w:rFonts w:ascii="Arial" w:hAnsi="Arial" w:cs="Arial"/>
        </w:rPr>
        <w:t>T</w:t>
      </w:r>
      <w:r w:rsidRPr="005716FD">
        <w:rPr>
          <w:rFonts w:ascii="Arial" w:hAnsi="Arial" w:cs="Arial"/>
        </w:rPr>
        <w:t xml:space="preserve">itulaire établit </w:t>
      </w:r>
      <w:r w:rsidRPr="005716FD">
        <w:rPr>
          <w:rFonts w:ascii="Arial" w:hAnsi="Arial" w:cs="Arial"/>
          <w:iCs/>
        </w:rPr>
        <w:t>qu</w:t>
      </w:r>
      <w:r>
        <w:rPr>
          <w:rFonts w:ascii="Arial" w:hAnsi="Arial" w:cs="Arial"/>
          <w:iCs/>
        </w:rPr>
        <w:t>e le montant de la</w:t>
      </w:r>
      <w:r w:rsidRPr="005716FD">
        <w:rPr>
          <w:rFonts w:ascii="Arial" w:hAnsi="Arial" w:cs="Arial"/>
          <w:iCs/>
        </w:rPr>
        <w:t xml:space="preserve"> cession </w:t>
      </w:r>
      <w:r>
        <w:rPr>
          <w:rFonts w:ascii="Arial" w:hAnsi="Arial" w:cs="Arial"/>
          <w:iCs/>
        </w:rPr>
        <w:t>ou du</w:t>
      </w:r>
      <w:r w:rsidRPr="005716FD">
        <w:rPr>
          <w:rFonts w:ascii="Arial" w:hAnsi="Arial" w:cs="Arial"/>
          <w:iCs/>
        </w:rPr>
        <w:t xml:space="preserve"> nantissement de créances résultant du marché public ne f</w:t>
      </w:r>
      <w:r>
        <w:rPr>
          <w:rFonts w:ascii="Arial" w:hAnsi="Arial" w:cs="Arial"/>
          <w:iCs/>
        </w:rPr>
        <w:t>ait pas</w:t>
      </w:r>
      <w:r w:rsidRPr="005716FD">
        <w:rPr>
          <w:rFonts w:ascii="Arial" w:hAnsi="Arial" w:cs="Arial"/>
          <w:iCs/>
        </w:rPr>
        <w:t xml:space="preserve"> obstacle au paiement direct du sous</w:t>
      </w:r>
      <w:r w:rsidRPr="005716FD">
        <w:rPr>
          <w:rFonts w:ascii="Arial" w:hAnsi="Arial" w:cs="Arial"/>
          <w:iCs/>
        </w:rPr>
        <w:noBreakHyphen/>
        <w:t>traitant, dans les conditions prévues à l'</w:t>
      </w:r>
      <w:hyperlink r:id="rId10" w:history="1">
        <w:r w:rsidRPr="005716FD">
          <w:rPr>
            <w:rStyle w:val="Lienhypertexte"/>
            <w:rFonts w:ascii="Arial" w:hAnsi="Arial" w:cs="Arial"/>
            <w:iCs/>
            <w:color w:val="auto"/>
            <w:u w:val="none"/>
          </w:rPr>
          <w:t>article R. 2193-22</w:t>
        </w:r>
      </w:hyperlink>
      <w:r w:rsidRPr="005716FD">
        <w:rPr>
          <w:rFonts w:ascii="Arial" w:hAnsi="Arial" w:cs="Arial"/>
          <w:iCs/>
        </w:rPr>
        <w:t xml:space="preserve"> ou à l’</w:t>
      </w:r>
      <w:hyperlink r:id="rId11" w:history="1">
        <w:r w:rsidRPr="005716FD">
          <w:rPr>
            <w:rStyle w:val="Lienhypertexte"/>
            <w:rFonts w:ascii="Arial" w:hAnsi="Arial" w:cs="Arial"/>
            <w:iCs/>
            <w:color w:val="auto"/>
            <w:u w:val="none"/>
          </w:rPr>
          <w:t>article R. 2393-40</w:t>
        </w:r>
      </w:hyperlink>
      <w:r w:rsidRPr="005716FD">
        <w:rPr>
          <w:rFonts w:ascii="Arial" w:hAnsi="Arial" w:cs="Arial"/>
          <w:iCs/>
        </w:rPr>
        <w:t xml:space="preserve"> du code de la commande publique.</w:t>
      </w:r>
    </w:p>
    <w:p w14:paraId="076A3E95" w14:textId="77777777" w:rsidR="005E39E0" w:rsidRPr="005716FD" w:rsidRDefault="005E39E0" w:rsidP="00672C97">
      <w:pPr>
        <w:ind w:left="567"/>
        <w:jc w:val="both"/>
        <w:rPr>
          <w:rFonts w:ascii="Arial" w:hAnsi="Arial" w:cs="Arial"/>
          <w:iCs/>
        </w:rPr>
      </w:pPr>
    </w:p>
    <w:p w14:paraId="58FCA21C" w14:textId="35D4402C" w:rsidR="00CB2EED" w:rsidRPr="005716FD" w:rsidRDefault="00CB2EED" w:rsidP="00672C97">
      <w:pPr>
        <w:ind w:left="567"/>
        <w:jc w:val="both"/>
        <w:rPr>
          <w:rFonts w:ascii="Arial" w:hAnsi="Arial" w:cs="Arial"/>
        </w:rPr>
      </w:pPr>
      <w:r w:rsidRPr="005716FD">
        <w:rPr>
          <w:rFonts w:ascii="Arial" w:hAnsi="Arial" w:cs="Arial"/>
        </w:rPr>
        <w:t xml:space="preserve">En conséquence, le </w:t>
      </w:r>
      <w:r w:rsidR="005563A7">
        <w:rPr>
          <w:rFonts w:ascii="Arial" w:hAnsi="Arial" w:cs="Arial"/>
        </w:rPr>
        <w:t>T</w:t>
      </w:r>
      <w:r w:rsidRPr="005716FD">
        <w:rPr>
          <w:rFonts w:ascii="Arial" w:hAnsi="Arial" w:cs="Arial"/>
        </w:rPr>
        <w:t xml:space="preserve">itulaire produit avec le </w:t>
      </w:r>
      <w:r w:rsidR="00B50834" w:rsidRPr="005716FD">
        <w:rPr>
          <w:rFonts w:ascii="Arial" w:hAnsi="Arial" w:cs="Arial"/>
        </w:rPr>
        <w:t>présent document</w:t>
      </w:r>
      <w:r w:rsidRPr="005716FD">
        <w:rPr>
          <w:rFonts w:ascii="Arial" w:hAnsi="Arial" w:cs="Arial"/>
        </w:rPr>
        <w:t> :</w:t>
      </w:r>
    </w:p>
    <w:p w14:paraId="34B7DD98" w14:textId="77777777" w:rsidR="005E39E0" w:rsidRPr="005716FD" w:rsidRDefault="005E39E0" w:rsidP="00672C97">
      <w:pPr>
        <w:ind w:left="567"/>
        <w:jc w:val="both"/>
        <w:rPr>
          <w:rFonts w:ascii="Arial" w:hAnsi="Arial" w:cs="Arial"/>
        </w:rPr>
      </w:pPr>
    </w:p>
    <w:p w14:paraId="6EE3F9A4" w14:textId="3B22E299" w:rsidR="00CB2EED" w:rsidRPr="005716FD" w:rsidRDefault="006E4994" w:rsidP="00281AC4">
      <w:pPr>
        <w:tabs>
          <w:tab w:val="left" w:pos="1418"/>
        </w:tabs>
        <w:ind w:left="1134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</w:rPr>
          <w:id w:val="19283746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</w:rPr>
            <w:t>☐</w:t>
          </w:r>
        </w:sdtContent>
      </w:sdt>
      <w:r w:rsidR="00281AC4">
        <w:rPr>
          <w:rFonts w:ascii="Arial" w:hAnsi="Arial" w:cs="Arial"/>
        </w:rPr>
        <w:tab/>
      </w:r>
      <w:proofErr w:type="gramStart"/>
      <w:r w:rsidR="00281395">
        <w:rPr>
          <w:rFonts w:ascii="Arial" w:hAnsi="Arial" w:cs="Arial"/>
        </w:rPr>
        <w:t>l’exemplaire</w:t>
      </w:r>
      <w:proofErr w:type="gramEnd"/>
      <w:r w:rsidR="00281395">
        <w:rPr>
          <w:rFonts w:ascii="Arial" w:hAnsi="Arial" w:cs="Arial"/>
        </w:rPr>
        <w:t xml:space="preserve"> unique ou </w:t>
      </w:r>
      <w:r w:rsidR="00CB2EED" w:rsidRPr="005716FD">
        <w:rPr>
          <w:rFonts w:ascii="Arial" w:hAnsi="Arial" w:cs="Arial"/>
          <w:iCs/>
        </w:rPr>
        <w:t>le certificat de cessibilité du marché public qui lui a été délivré,</w:t>
      </w:r>
    </w:p>
    <w:p w14:paraId="3AECF0E1" w14:textId="77777777" w:rsidR="00CB2EED" w:rsidRPr="005716FD" w:rsidRDefault="00CB2EED">
      <w:pPr>
        <w:ind w:left="567"/>
        <w:jc w:val="both"/>
        <w:rPr>
          <w:rFonts w:ascii="Arial" w:hAnsi="Arial" w:cs="Arial"/>
          <w:iCs/>
        </w:rPr>
      </w:pPr>
      <w:proofErr w:type="gramStart"/>
      <w:r w:rsidRPr="005716FD">
        <w:rPr>
          <w:rFonts w:ascii="Arial" w:hAnsi="Arial" w:cs="Arial"/>
          <w:iCs/>
        </w:rPr>
        <w:t>OU</w:t>
      </w:r>
      <w:proofErr w:type="gramEnd"/>
    </w:p>
    <w:p w14:paraId="2EE1BB96" w14:textId="7DBE9D22" w:rsidR="00CB2EED" w:rsidRPr="005716FD" w:rsidRDefault="006E4994" w:rsidP="00281AC4">
      <w:pPr>
        <w:tabs>
          <w:tab w:val="left" w:pos="1134"/>
          <w:tab w:val="left" w:pos="1418"/>
        </w:tabs>
        <w:ind w:left="1418" w:hanging="284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</w:rPr>
          <w:id w:val="-15748877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</w:rPr>
            <w:t>☐</w:t>
          </w:r>
        </w:sdtContent>
      </w:sdt>
      <w:r w:rsidR="00281AC4">
        <w:rPr>
          <w:rFonts w:ascii="Arial" w:hAnsi="Arial" w:cs="Arial"/>
        </w:rPr>
        <w:tab/>
      </w:r>
      <w:proofErr w:type="gramStart"/>
      <w:r w:rsidR="00CB2EED" w:rsidRPr="005716FD">
        <w:rPr>
          <w:rFonts w:ascii="Arial" w:hAnsi="Arial" w:cs="Arial"/>
          <w:iCs/>
        </w:rPr>
        <w:t>une</w:t>
      </w:r>
      <w:proofErr w:type="gramEnd"/>
      <w:r w:rsidR="00CB2EED" w:rsidRPr="005716FD">
        <w:rPr>
          <w:rFonts w:ascii="Arial" w:hAnsi="Arial" w:cs="Arial"/>
          <w:iCs/>
        </w:rPr>
        <w:t xml:space="preserve"> attestation ou une mainlevée du bénéficiaire de la cession ou du nantissement de créances.</w:t>
      </w:r>
    </w:p>
    <w:p w14:paraId="5BEAEAA0" w14:textId="77777777" w:rsidR="005E39E0" w:rsidRPr="005716FD" w:rsidRDefault="005E39E0" w:rsidP="00672C97">
      <w:pPr>
        <w:ind w:left="1134"/>
        <w:jc w:val="both"/>
        <w:rPr>
          <w:rFonts w:ascii="Arial" w:hAnsi="Arial" w:cs="Arial"/>
        </w:rPr>
      </w:pPr>
    </w:p>
    <w:p w14:paraId="24E626C9" w14:textId="4C01B09A" w:rsidR="00CB2EED" w:rsidRPr="005716FD" w:rsidRDefault="00CB2EED" w:rsidP="00672C97">
      <w:pPr>
        <w:jc w:val="both"/>
        <w:rPr>
          <w:rFonts w:ascii="Arial" w:hAnsi="Arial" w:cs="Arial"/>
        </w:rPr>
      </w:pPr>
      <w:r w:rsidRPr="005716FD">
        <w:rPr>
          <w:rFonts w:ascii="Arial" w:hAnsi="Arial" w:cs="Arial"/>
          <w:b/>
        </w:rPr>
        <w:t>2</w:t>
      </w:r>
      <w:r w:rsidRPr="005716FD">
        <w:rPr>
          <w:rFonts w:ascii="Arial" w:hAnsi="Arial" w:cs="Arial"/>
          <w:b/>
          <w:vertAlign w:val="superscript"/>
        </w:rPr>
        <w:t>ème</w:t>
      </w:r>
      <w:r w:rsidRPr="005716FD">
        <w:rPr>
          <w:rFonts w:ascii="Arial" w:hAnsi="Arial" w:cs="Arial"/>
          <w:b/>
        </w:rPr>
        <w:t xml:space="preserve"> hypothèse</w:t>
      </w:r>
      <w:r w:rsidR="00727328">
        <w:rPr>
          <w:rFonts w:ascii="Arial" w:hAnsi="Arial" w:cs="Arial"/>
          <w:b/>
        </w:rPr>
        <w:t> :</w:t>
      </w:r>
      <w:r w:rsidRPr="005716FD">
        <w:rPr>
          <w:rFonts w:ascii="Arial" w:hAnsi="Arial" w:cs="Arial"/>
        </w:rPr>
        <w:t> </w:t>
      </w:r>
      <w:sdt>
        <w:sdtPr>
          <w:rPr>
            <w:rFonts w:ascii="Arial" w:hAnsi="Arial" w:cs="Arial"/>
            <w:b/>
          </w:rPr>
          <w:id w:val="10376335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Pr="005716FD">
        <w:rPr>
          <w:rFonts w:ascii="Arial" w:hAnsi="Arial" w:cs="Arial"/>
        </w:rPr>
        <w:t xml:space="preserve"> La présente déclaration de sous-traitance constitue un </w:t>
      </w:r>
      <w:r w:rsidRPr="005716FD">
        <w:rPr>
          <w:rFonts w:ascii="Arial" w:hAnsi="Arial" w:cs="Arial"/>
          <w:b/>
        </w:rPr>
        <w:t>acte spécial</w:t>
      </w:r>
      <w:r w:rsidRPr="005716FD">
        <w:rPr>
          <w:rFonts w:ascii="Arial" w:hAnsi="Arial" w:cs="Arial"/>
        </w:rPr>
        <w:t xml:space="preserve"> </w:t>
      </w:r>
      <w:r w:rsidRPr="005716FD">
        <w:rPr>
          <w:rFonts w:ascii="Arial" w:hAnsi="Arial" w:cs="Arial"/>
          <w:b/>
        </w:rPr>
        <w:t>modificatif</w:t>
      </w:r>
    </w:p>
    <w:p w14:paraId="7F746DCB" w14:textId="77777777" w:rsidR="00AC6851" w:rsidRDefault="00AC6851" w:rsidP="00AC6851">
      <w:pPr>
        <w:ind w:left="567"/>
        <w:jc w:val="both"/>
        <w:rPr>
          <w:rFonts w:ascii="Arial" w:hAnsi="Arial" w:cs="Arial"/>
        </w:rPr>
      </w:pPr>
    </w:p>
    <w:p w14:paraId="105DF8D9" w14:textId="5563CCB5" w:rsidR="00AC6851" w:rsidRPr="005716FD" w:rsidRDefault="00AC6851" w:rsidP="00AC6851">
      <w:pPr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En conséquence</w:t>
      </w:r>
      <w:r w:rsidRPr="005716FD">
        <w:rPr>
          <w:rFonts w:ascii="Arial" w:hAnsi="Arial" w:cs="Arial"/>
        </w:rPr>
        <w:t> :</w:t>
      </w:r>
    </w:p>
    <w:p w14:paraId="306B4D16" w14:textId="77777777" w:rsidR="005E39E0" w:rsidRPr="005716FD" w:rsidRDefault="005E39E0" w:rsidP="00672C97">
      <w:pPr>
        <w:jc w:val="both"/>
        <w:rPr>
          <w:rFonts w:ascii="Arial" w:hAnsi="Arial" w:cs="Arial"/>
        </w:rPr>
      </w:pPr>
    </w:p>
    <w:p w14:paraId="2C6AB6D3" w14:textId="645DC086" w:rsidR="00CB2EED" w:rsidRPr="005716FD" w:rsidRDefault="006E4994" w:rsidP="00872984">
      <w:pPr>
        <w:tabs>
          <w:tab w:val="left" w:pos="1418"/>
        </w:tabs>
        <w:ind w:left="1418" w:hanging="284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</w:rPr>
          <w:id w:val="8159181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</w:rPr>
            <w:t>☐</w:t>
          </w:r>
        </w:sdtContent>
      </w:sdt>
      <w:r w:rsidR="00872984">
        <w:rPr>
          <w:rFonts w:ascii="Arial" w:hAnsi="Arial" w:cs="Arial"/>
        </w:rPr>
        <w:tab/>
      </w:r>
      <w:r w:rsidR="00CB2EED" w:rsidRPr="005716FD">
        <w:rPr>
          <w:rFonts w:ascii="Arial" w:hAnsi="Arial" w:cs="Arial"/>
        </w:rPr>
        <w:t xml:space="preserve">le </w:t>
      </w:r>
      <w:r w:rsidR="005563A7">
        <w:rPr>
          <w:rFonts w:ascii="Arial" w:hAnsi="Arial" w:cs="Arial"/>
        </w:rPr>
        <w:t>T</w:t>
      </w:r>
      <w:r w:rsidR="00CB2EED" w:rsidRPr="005716FD">
        <w:rPr>
          <w:rFonts w:ascii="Arial" w:hAnsi="Arial" w:cs="Arial"/>
        </w:rPr>
        <w:t xml:space="preserve">itulaire demande la modification de l'exemplaire unique ou du certificat de cessibilité, prévus à </w:t>
      </w:r>
      <w:r w:rsidR="00CB2EED" w:rsidRPr="005716FD">
        <w:rPr>
          <w:rFonts w:ascii="Arial" w:hAnsi="Arial" w:cs="Arial"/>
          <w:iCs/>
        </w:rPr>
        <w:t>l'</w:t>
      </w:r>
      <w:hyperlink r:id="rId12" w:history="1">
        <w:r w:rsidR="00CB2EED" w:rsidRPr="005716FD">
          <w:rPr>
            <w:rStyle w:val="Lienhypertexte"/>
            <w:rFonts w:ascii="Arial" w:hAnsi="Arial" w:cs="Arial"/>
            <w:iCs/>
            <w:color w:val="auto"/>
            <w:u w:val="none"/>
          </w:rPr>
          <w:t>article R. 2193-22</w:t>
        </w:r>
      </w:hyperlink>
      <w:r w:rsidR="00CB2EED" w:rsidRPr="005716FD">
        <w:rPr>
          <w:rFonts w:ascii="Arial" w:hAnsi="Arial" w:cs="Arial"/>
          <w:iCs/>
        </w:rPr>
        <w:t xml:space="preserve"> ou à l’</w:t>
      </w:r>
      <w:hyperlink r:id="rId13" w:history="1">
        <w:r w:rsidR="00CB2EED" w:rsidRPr="005716FD">
          <w:rPr>
            <w:rStyle w:val="Lienhypertexte"/>
            <w:rFonts w:ascii="Arial" w:hAnsi="Arial" w:cs="Arial"/>
            <w:iCs/>
            <w:color w:val="auto"/>
            <w:u w:val="none"/>
          </w:rPr>
          <w:t>article R. 2393-40</w:t>
        </w:r>
      </w:hyperlink>
      <w:r w:rsidR="00CB2EED" w:rsidRPr="005716FD">
        <w:rPr>
          <w:rFonts w:ascii="Arial" w:hAnsi="Arial" w:cs="Arial"/>
          <w:iCs/>
        </w:rPr>
        <w:t xml:space="preserve"> du code de la commande publique, qui est joint au présent </w:t>
      </w:r>
      <w:r w:rsidR="00B50834" w:rsidRPr="005716FD">
        <w:rPr>
          <w:rFonts w:ascii="Arial" w:hAnsi="Arial" w:cs="Arial"/>
          <w:iCs/>
        </w:rPr>
        <w:t xml:space="preserve">document </w:t>
      </w:r>
      <w:r w:rsidR="00CB2EED" w:rsidRPr="005716FD">
        <w:rPr>
          <w:rFonts w:ascii="Arial" w:hAnsi="Arial" w:cs="Arial"/>
          <w:iCs/>
        </w:rPr>
        <w:t>;</w:t>
      </w:r>
    </w:p>
    <w:p w14:paraId="14F49346" w14:textId="77777777" w:rsidR="00CB2EED" w:rsidRPr="005716FD" w:rsidRDefault="00CB2EED">
      <w:pPr>
        <w:ind w:left="567"/>
        <w:jc w:val="both"/>
        <w:rPr>
          <w:rFonts w:ascii="Arial" w:hAnsi="Arial" w:cs="Arial"/>
          <w:iCs/>
        </w:rPr>
      </w:pPr>
      <w:proofErr w:type="gramStart"/>
      <w:r w:rsidRPr="005716FD">
        <w:rPr>
          <w:rFonts w:ascii="Arial" w:hAnsi="Arial" w:cs="Arial"/>
          <w:iCs/>
        </w:rPr>
        <w:t>OU</w:t>
      </w:r>
      <w:proofErr w:type="gramEnd"/>
    </w:p>
    <w:p w14:paraId="05C29703" w14:textId="77CA8BC8" w:rsidR="00CB2EED" w:rsidRPr="005716FD" w:rsidRDefault="006E4994" w:rsidP="00331138">
      <w:pPr>
        <w:tabs>
          <w:tab w:val="left" w:pos="1418"/>
        </w:tabs>
        <w:ind w:left="1418" w:hanging="284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493997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</w:rPr>
            <w:t>☐</w:t>
          </w:r>
        </w:sdtContent>
      </w:sdt>
      <w:r w:rsidR="00331138">
        <w:rPr>
          <w:rFonts w:ascii="Arial" w:hAnsi="Arial" w:cs="Arial"/>
        </w:rPr>
        <w:tab/>
      </w:r>
      <w:proofErr w:type="gramStart"/>
      <w:r w:rsidR="00CB2EED" w:rsidRPr="005716FD">
        <w:rPr>
          <w:rFonts w:ascii="Arial" w:hAnsi="Arial" w:cs="Arial"/>
        </w:rPr>
        <w:t>l’exemplaire</w:t>
      </w:r>
      <w:proofErr w:type="gramEnd"/>
      <w:r w:rsidR="00CB2EED" w:rsidRPr="005716FD">
        <w:rPr>
          <w:rFonts w:ascii="Arial" w:hAnsi="Arial" w:cs="Arial"/>
        </w:rPr>
        <w:t xml:space="preserve"> unique ou le certificat de cessibilité ayant été remis en vue d'une cession ou d'un nantissement de créances et ne pouvant être restitué, le </w:t>
      </w:r>
      <w:r w:rsidR="005563A7">
        <w:rPr>
          <w:rFonts w:ascii="Arial" w:hAnsi="Arial" w:cs="Arial"/>
        </w:rPr>
        <w:t>T</w:t>
      </w:r>
      <w:r w:rsidR="00CB2EED" w:rsidRPr="005716FD">
        <w:rPr>
          <w:rFonts w:ascii="Arial" w:hAnsi="Arial" w:cs="Arial"/>
        </w:rPr>
        <w:t>itulaire justifie :</w:t>
      </w:r>
    </w:p>
    <w:p w14:paraId="055FE8A4" w14:textId="77777777" w:rsidR="005E39E0" w:rsidRPr="005716FD" w:rsidRDefault="005E39E0" w:rsidP="003D6BE4">
      <w:pPr>
        <w:ind w:left="1134"/>
        <w:jc w:val="both"/>
        <w:rPr>
          <w:rFonts w:ascii="Arial" w:hAnsi="Arial" w:cs="Arial"/>
        </w:rPr>
      </w:pPr>
    </w:p>
    <w:p w14:paraId="1527F282" w14:textId="5EE52A95" w:rsidR="00CB2EED" w:rsidRPr="005716FD" w:rsidRDefault="00CB2EED" w:rsidP="003D6BE4">
      <w:pPr>
        <w:numPr>
          <w:ilvl w:val="0"/>
          <w:numId w:val="51"/>
        </w:numPr>
        <w:jc w:val="both"/>
        <w:rPr>
          <w:rFonts w:ascii="Arial" w:hAnsi="Arial" w:cs="Arial"/>
        </w:rPr>
      </w:pPr>
      <w:proofErr w:type="gramStart"/>
      <w:r w:rsidRPr="005716FD">
        <w:rPr>
          <w:rFonts w:ascii="Arial" w:hAnsi="Arial" w:cs="Arial"/>
        </w:rPr>
        <w:t>soit</w:t>
      </w:r>
      <w:proofErr w:type="gramEnd"/>
      <w:r w:rsidRPr="005716FD">
        <w:rPr>
          <w:rFonts w:ascii="Arial" w:hAnsi="Arial" w:cs="Arial"/>
        </w:rPr>
        <w:t xml:space="preserve"> que la cession ou le nantissement de créances concernant le marché </w:t>
      </w:r>
      <w:r w:rsidRPr="005716FD">
        <w:rPr>
          <w:rFonts w:ascii="Arial" w:hAnsi="Arial" w:cs="Arial"/>
          <w:iCs/>
        </w:rPr>
        <w:t xml:space="preserve">public </w:t>
      </w:r>
      <w:r w:rsidRPr="005716FD">
        <w:rPr>
          <w:rFonts w:ascii="Arial" w:hAnsi="Arial" w:cs="Arial"/>
        </w:rPr>
        <w:t>ne fait pas obstacle au paiement direct de la partie sous-traitée,</w:t>
      </w:r>
    </w:p>
    <w:p w14:paraId="350B4E66" w14:textId="77777777" w:rsidR="005E39E0" w:rsidRPr="005716FD" w:rsidRDefault="005E39E0" w:rsidP="005E39E0">
      <w:pPr>
        <w:numPr>
          <w:ilvl w:val="0"/>
          <w:numId w:val="51"/>
        </w:numPr>
        <w:spacing w:before="120"/>
        <w:jc w:val="both"/>
        <w:rPr>
          <w:rFonts w:ascii="Arial" w:hAnsi="Arial" w:cs="Arial"/>
        </w:rPr>
      </w:pPr>
      <w:proofErr w:type="gramStart"/>
      <w:r w:rsidRPr="005716FD">
        <w:rPr>
          <w:rFonts w:ascii="Arial" w:hAnsi="Arial" w:cs="Arial"/>
        </w:rPr>
        <w:t>soit</w:t>
      </w:r>
      <w:proofErr w:type="gramEnd"/>
      <w:r w:rsidRPr="005716FD">
        <w:rPr>
          <w:rFonts w:ascii="Arial" w:hAnsi="Arial" w:cs="Arial"/>
        </w:rPr>
        <w:t xml:space="preserve"> que son montant a été réduit afin que ce paiement soit possible.</w:t>
      </w:r>
    </w:p>
    <w:p w14:paraId="0DCB6B09" w14:textId="77777777" w:rsidR="005E39E0" w:rsidRPr="005716FD" w:rsidRDefault="005E39E0" w:rsidP="005E39E0">
      <w:pPr>
        <w:spacing w:before="120"/>
        <w:ind w:left="1418"/>
        <w:jc w:val="both"/>
        <w:rPr>
          <w:rFonts w:ascii="Arial" w:hAnsi="Arial" w:cs="Arial"/>
        </w:rPr>
      </w:pPr>
      <w:r w:rsidRPr="005716FD">
        <w:rPr>
          <w:rFonts w:ascii="Arial" w:hAnsi="Arial" w:cs="Arial"/>
        </w:rPr>
        <w:t>Cette justification est donnée par une attestation ou une mainlevée du bénéficiaire de la cession ou du nantissement de créances résultant du marché qui est jointe au présent document.</w:t>
      </w:r>
    </w:p>
    <w:p w14:paraId="6DAED7B9" w14:textId="1D8CDCE3" w:rsidR="00F42B60" w:rsidRDefault="00F42B60">
      <w:pPr>
        <w:rPr>
          <w:rFonts w:ascii="Arial" w:hAnsi="Arial" w:cs="Arial"/>
          <w:b/>
        </w:rPr>
      </w:pPr>
    </w:p>
    <w:p w14:paraId="4002A9B6" w14:textId="69423B9B" w:rsidR="006E3333" w:rsidRDefault="006E3333">
      <w:pPr>
        <w:rPr>
          <w:rFonts w:ascii="Arial" w:hAnsi="Arial" w:cs="Arial"/>
          <w:b/>
        </w:rPr>
      </w:pPr>
    </w:p>
    <w:p w14:paraId="2CF59881" w14:textId="2CA2C385" w:rsidR="00053F7C" w:rsidRDefault="00053F7C">
      <w:pPr>
        <w:rPr>
          <w:rFonts w:ascii="Arial" w:hAnsi="Arial" w:cs="Arial"/>
          <w:b/>
        </w:rPr>
      </w:pPr>
    </w:p>
    <w:p w14:paraId="7B33A2F9" w14:textId="0FFCD4C9" w:rsidR="00053F7C" w:rsidRDefault="00053F7C">
      <w:pPr>
        <w:rPr>
          <w:rFonts w:ascii="Arial" w:hAnsi="Arial" w:cs="Arial"/>
          <w:b/>
        </w:rPr>
      </w:pPr>
    </w:p>
    <w:p w14:paraId="717BDA17" w14:textId="03B5D014" w:rsidR="00053F7C" w:rsidRDefault="00053F7C">
      <w:pPr>
        <w:rPr>
          <w:rFonts w:ascii="Arial" w:hAnsi="Arial" w:cs="Arial"/>
          <w:b/>
        </w:rPr>
      </w:pPr>
    </w:p>
    <w:p w14:paraId="70FC4BF4" w14:textId="5EF04C5A" w:rsidR="00053F7C" w:rsidRDefault="00053F7C">
      <w:pPr>
        <w:rPr>
          <w:rFonts w:ascii="Arial" w:hAnsi="Arial" w:cs="Arial"/>
          <w:b/>
        </w:rPr>
      </w:pPr>
    </w:p>
    <w:p w14:paraId="43ADF379" w14:textId="6B4DF27B" w:rsidR="00053F7C" w:rsidRDefault="00053F7C">
      <w:pPr>
        <w:rPr>
          <w:rFonts w:ascii="Arial" w:hAnsi="Arial" w:cs="Arial"/>
          <w:b/>
        </w:rPr>
      </w:pPr>
    </w:p>
    <w:p w14:paraId="285C481B" w14:textId="05BE58C9" w:rsidR="00053F7C" w:rsidRDefault="00053F7C">
      <w:pPr>
        <w:rPr>
          <w:rFonts w:ascii="Arial" w:hAnsi="Arial" w:cs="Arial"/>
          <w:b/>
        </w:rPr>
      </w:pPr>
    </w:p>
    <w:p w14:paraId="7260D2E2" w14:textId="60907EB2" w:rsidR="00053F7C" w:rsidRDefault="00053F7C">
      <w:pPr>
        <w:rPr>
          <w:rFonts w:ascii="Arial" w:hAnsi="Arial" w:cs="Arial"/>
          <w:b/>
        </w:rPr>
      </w:pPr>
    </w:p>
    <w:p w14:paraId="22594E3B" w14:textId="00148748" w:rsidR="00053F7C" w:rsidRDefault="00053F7C">
      <w:pPr>
        <w:rPr>
          <w:rFonts w:ascii="Arial" w:hAnsi="Arial" w:cs="Arial"/>
          <w:b/>
        </w:rPr>
      </w:pPr>
    </w:p>
    <w:p w14:paraId="2E969466" w14:textId="4A237832" w:rsidR="00053F7C" w:rsidRDefault="00053F7C">
      <w:pPr>
        <w:rPr>
          <w:rFonts w:ascii="Arial" w:hAnsi="Arial" w:cs="Arial"/>
          <w:b/>
        </w:rPr>
      </w:pPr>
    </w:p>
    <w:p w14:paraId="4DC6F579" w14:textId="2010985B" w:rsidR="00053F7C" w:rsidRDefault="00053F7C">
      <w:pPr>
        <w:rPr>
          <w:rFonts w:ascii="Arial" w:hAnsi="Arial" w:cs="Arial"/>
          <w:b/>
        </w:rPr>
      </w:pPr>
    </w:p>
    <w:p w14:paraId="37B194C1" w14:textId="2B081DB3" w:rsidR="00053F7C" w:rsidRDefault="00053F7C">
      <w:pPr>
        <w:rPr>
          <w:rFonts w:ascii="Arial" w:hAnsi="Arial" w:cs="Arial"/>
          <w:b/>
        </w:rPr>
      </w:pPr>
    </w:p>
    <w:p w14:paraId="716821C8" w14:textId="095D6837" w:rsidR="00053F7C" w:rsidRDefault="00053F7C">
      <w:pPr>
        <w:rPr>
          <w:rFonts w:ascii="Arial" w:hAnsi="Arial" w:cs="Arial"/>
          <w:b/>
        </w:rPr>
      </w:pPr>
    </w:p>
    <w:p w14:paraId="69931003" w14:textId="26AAD2E3" w:rsidR="00053F7C" w:rsidRDefault="00053F7C">
      <w:pPr>
        <w:rPr>
          <w:rFonts w:ascii="Arial" w:hAnsi="Arial" w:cs="Arial"/>
          <w:b/>
        </w:rPr>
      </w:pPr>
    </w:p>
    <w:p w14:paraId="20CEE7E6" w14:textId="3B1302B7" w:rsidR="001D6DE4" w:rsidRPr="00897514" w:rsidRDefault="002A4EBF" w:rsidP="00727328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jc w:val="center"/>
        <w:rPr>
          <w:rFonts w:ascii="Arial" w:hAnsi="Arial" w:cs="Arial"/>
          <w:i/>
        </w:rPr>
      </w:pPr>
      <w:r w:rsidRPr="00C60EB4">
        <w:rPr>
          <w:rFonts w:ascii="Arial" w:hAnsi="Arial" w:cs="Arial"/>
          <w:b/>
        </w:rPr>
        <w:lastRenderedPageBreak/>
        <w:t>7</w:t>
      </w:r>
      <w:r w:rsidR="001D6DE4" w:rsidRPr="00C60EB4">
        <w:rPr>
          <w:rFonts w:ascii="Arial" w:hAnsi="Arial" w:cs="Arial"/>
          <w:b/>
        </w:rPr>
        <w:t xml:space="preserve"> - ATTESTATION DU SOUS-TRAITANT </w:t>
      </w:r>
      <w:r w:rsidR="001D6DE4" w:rsidRPr="00C60EB4">
        <w:rPr>
          <w:rFonts w:ascii="Arial" w:hAnsi="Arial" w:cs="Arial"/>
          <w:b/>
          <w:sz w:val="4"/>
          <w:szCs w:val="4"/>
        </w:rPr>
        <w:br/>
      </w:r>
      <w:r w:rsidR="001D6DE4" w:rsidRPr="00C60EB4">
        <w:rPr>
          <w:rFonts w:ascii="Arial" w:hAnsi="Arial" w:cs="Arial"/>
          <w:i/>
        </w:rPr>
        <w:t xml:space="preserve">(à remplir </w:t>
      </w:r>
      <w:r w:rsidR="001D6DE4" w:rsidRPr="00897514">
        <w:rPr>
          <w:rFonts w:ascii="Arial" w:hAnsi="Arial" w:cs="Arial"/>
          <w:i/>
        </w:rPr>
        <w:t>impérativement par une personne habilitée à engager le sous-traitant)</w:t>
      </w:r>
    </w:p>
    <w:p w14:paraId="586898E1" w14:textId="77777777" w:rsidR="001D6DE4" w:rsidRPr="00897514" w:rsidRDefault="001D6DE4" w:rsidP="00365C7B">
      <w:pPr>
        <w:pStyle w:val="Corpsdetexte"/>
        <w:spacing w:line="240" w:lineRule="auto"/>
        <w:rPr>
          <w:rFonts w:ascii="Arial" w:hAnsi="Arial" w:cs="Arial"/>
        </w:rPr>
      </w:pPr>
    </w:p>
    <w:p w14:paraId="6E8668F6" w14:textId="5038B826" w:rsidR="001D6DE4" w:rsidRPr="00EA0DD5" w:rsidRDefault="001D6DE4" w:rsidP="00EA0DD5">
      <w:pPr>
        <w:autoSpaceDE w:val="0"/>
        <w:autoSpaceDN w:val="0"/>
        <w:ind w:left="284"/>
        <w:jc w:val="both"/>
        <w:rPr>
          <w:rFonts w:ascii="Arial" w:hAnsi="Arial" w:cs="Arial"/>
          <w:bCs/>
        </w:rPr>
      </w:pPr>
      <w:r w:rsidRPr="00897514">
        <w:rPr>
          <w:rFonts w:ascii="Arial" w:hAnsi="Arial" w:cs="Arial"/>
          <w:bCs/>
        </w:rPr>
        <w:t>Je soussigné</w:t>
      </w:r>
      <w:r w:rsidR="000A5F1E" w:rsidRPr="00897514">
        <w:rPr>
          <w:rFonts w:ascii="Arial" w:hAnsi="Arial" w:cs="Arial"/>
          <w:bCs/>
        </w:rPr>
        <w:t>(e)</w:t>
      </w:r>
      <w:r w:rsidRPr="00897514">
        <w:rPr>
          <w:rFonts w:ascii="Arial" w:hAnsi="Arial" w:cs="Arial"/>
          <w:bCs/>
        </w:rPr>
        <w:t xml:space="preserve">, M./Mme </w:t>
      </w:r>
      <w:r w:rsidR="00186661" w:rsidRPr="00897514">
        <w:rPr>
          <w:rFonts w:ascii="Arial" w:hAnsi="Arial" w:cs="Arial"/>
          <w:bCs/>
          <w:color w:val="00B050"/>
        </w:rPr>
        <w:t xml:space="preserve">[NOM, </w:t>
      </w:r>
      <w:r w:rsidR="00EA0DD5" w:rsidRPr="00897514">
        <w:rPr>
          <w:rFonts w:ascii="Arial" w:hAnsi="Arial" w:cs="Arial"/>
          <w:bCs/>
          <w:color w:val="00B050"/>
        </w:rPr>
        <w:t>Prénom, qualité</w:t>
      </w:r>
      <w:r w:rsidR="00186661" w:rsidRPr="00897514">
        <w:rPr>
          <w:rFonts w:ascii="Arial" w:hAnsi="Arial" w:cs="Arial"/>
          <w:bCs/>
          <w:color w:val="00B050"/>
        </w:rPr>
        <w:t xml:space="preserve"> de la personne]</w:t>
      </w:r>
      <w:r w:rsidR="00365C7B" w:rsidRPr="00897514">
        <w:rPr>
          <w:rFonts w:ascii="Arial" w:hAnsi="Arial" w:cs="Arial"/>
          <w:bCs/>
          <w:color w:val="00B050"/>
        </w:rPr>
        <w:t xml:space="preserve"> </w:t>
      </w:r>
      <w:r w:rsidR="00186661" w:rsidRPr="00897514">
        <w:rPr>
          <w:rFonts w:ascii="Arial" w:hAnsi="Arial" w:cs="Arial"/>
          <w:bCs/>
        </w:rPr>
        <w:t>………………...………………………………</w:t>
      </w:r>
      <w:r w:rsidR="00365C7B" w:rsidRPr="00897514">
        <w:rPr>
          <w:rFonts w:ascii="Arial" w:hAnsi="Arial" w:cs="Arial"/>
          <w:bCs/>
        </w:rPr>
        <w:t>……………</w:t>
      </w:r>
      <w:r w:rsidRPr="00897514">
        <w:rPr>
          <w:rFonts w:ascii="Arial" w:hAnsi="Arial" w:cs="Arial"/>
          <w:bCs/>
        </w:rPr>
        <w:t>, habilité</w:t>
      </w:r>
      <w:r w:rsidR="000A5F1E" w:rsidRPr="00897514">
        <w:rPr>
          <w:rFonts w:ascii="Arial" w:hAnsi="Arial" w:cs="Arial"/>
          <w:bCs/>
        </w:rPr>
        <w:t>(e)</w:t>
      </w:r>
      <w:r w:rsidRPr="00897514">
        <w:rPr>
          <w:rFonts w:ascii="Arial" w:hAnsi="Arial" w:cs="Arial"/>
          <w:bCs/>
        </w:rPr>
        <w:t xml:space="preserve"> à engager la personnalité morale de la société </w:t>
      </w:r>
      <w:r w:rsidR="007661DB" w:rsidRPr="00897514">
        <w:rPr>
          <w:rFonts w:ascii="Arial" w:hAnsi="Arial" w:cs="Arial"/>
          <w:bCs/>
          <w:color w:val="00B050"/>
        </w:rPr>
        <w:t>[Nom de la société]</w:t>
      </w:r>
      <w:r w:rsidR="00787697" w:rsidRPr="00897514">
        <w:rPr>
          <w:rFonts w:ascii="Arial" w:hAnsi="Arial" w:cs="Arial"/>
          <w:bCs/>
          <w:color w:val="00B050"/>
        </w:rPr>
        <w:t xml:space="preserve"> </w:t>
      </w:r>
      <w:r w:rsidR="00186661" w:rsidRPr="00897514">
        <w:rPr>
          <w:rFonts w:ascii="Arial" w:hAnsi="Arial" w:cs="Arial"/>
          <w:bCs/>
        </w:rPr>
        <w:t>……</w:t>
      </w:r>
      <w:r w:rsidRPr="00897514">
        <w:rPr>
          <w:rFonts w:ascii="Arial" w:hAnsi="Arial" w:cs="Arial"/>
          <w:bCs/>
        </w:rPr>
        <w:t>………………………………</w:t>
      </w:r>
      <w:r w:rsidR="00186661" w:rsidRPr="00897514">
        <w:rPr>
          <w:rFonts w:ascii="Arial" w:hAnsi="Arial" w:cs="Arial"/>
          <w:bCs/>
        </w:rPr>
        <w:t>…………………</w:t>
      </w:r>
      <w:proofErr w:type="gramStart"/>
      <w:r w:rsidR="00186661" w:rsidRPr="00897514">
        <w:rPr>
          <w:rFonts w:ascii="Arial" w:hAnsi="Arial" w:cs="Arial"/>
          <w:bCs/>
        </w:rPr>
        <w:t>…….</w:t>
      </w:r>
      <w:proofErr w:type="gramEnd"/>
      <w:r w:rsidR="00186661" w:rsidRPr="00897514">
        <w:rPr>
          <w:rFonts w:ascii="Arial" w:hAnsi="Arial" w:cs="Arial"/>
          <w:bCs/>
        </w:rPr>
        <w:t>.</w:t>
      </w:r>
      <w:r w:rsidRPr="00897514">
        <w:rPr>
          <w:rFonts w:ascii="Arial" w:hAnsi="Arial" w:cs="Arial"/>
          <w:bCs/>
        </w:rPr>
        <w:t>….,</w:t>
      </w:r>
      <w:r w:rsidRPr="00DC3A12">
        <w:rPr>
          <w:rFonts w:ascii="Arial" w:hAnsi="Arial" w:cs="Arial"/>
          <w:bCs/>
        </w:rPr>
        <w:t xml:space="preserve"> atteste sur l’honneur  :</w:t>
      </w:r>
    </w:p>
    <w:p w14:paraId="35759BE8" w14:textId="77777777" w:rsidR="001D6DE4" w:rsidRPr="008944E1" w:rsidRDefault="001D6DE4" w:rsidP="001D6DE4">
      <w:pPr>
        <w:pStyle w:val="Paragraphedeliste"/>
        <w:numPr>
          <w:ilvl w:val="0"/>
          <w:numId w:val="42"/>
        </w:numPr>
        <w:tabs>
          <w:tab w:val="left" w:pos="576"/>
        </w:tabs>
        <w:suppressAutoHyphens/>
        <w:spacing w:before="120"/>
        <w:jc w:val="both"/>
        <w:rPr>
          <w:rFonts w:ascii="Arial" w:hAnsi="Arial" w:cs="Arial"/>
        </w:rPr>
      </w:pPr>
      <w:proofErr w:type="gramStart"/>
      <w:r w:rsidRPr="008944E1">
        <w:rPr>
          <w:rFonts w:ascii="Arial" w:hAnsi="Arial" w:cs="Arial"/>
        </w:rPr>
        <w:t>ne</w:t>
      </w:r>
      <w:proofErr w:type="gramEnd"/>
      <w:r w:rsidRPr="008944E1">
        <w:rPr>
          <w:rFonts w:ascii="Arial" w:hAnsi="Arial" w:cs="Arial"/>
        </w:rPr>
        <w:t xml:space="preserve"> pas entrer dans l’un des cas d’exclusion prévus</w:t>
      </w:r>
      <w:r>
        <w:rPr>
          <w:rFonts w:ascii="Arial" w:hAnsi="Arial" w:cs="Arial"/>
        </w:rPr>
        <w:t> :</w:t>
      </w:r>
    </w:p>
    <w:p w14:paraId="7BEAD48A" w14:textId="77777777" w:rsidR="001D6DE4" w:rsidRPr="008944E1" w:rsidRDefault="001D6DE4" w:rsidP="001D6DE4">
      <w:pPr>
        <w:tabs>
          <w:tab w:val="left" w:pos="576"/>
        </w:tabs>
        <w:suppressAutoHyphens/>
        <w:ind w:left="426"/>
        <w:jc w:val="both"/>
        <w:rPr>
          <w:rFonts w:ascii="Arial" w:hAnsi="Arial" w:cs="Arial"/>
        </w:rPr>
      </w:pPr>
    </w:p>
    <w:p w14:paraId="7AE8BA59" w14:textId="0C8266A9" w:rsidR="001D6DE4" w:rsidRPr="008944E1" w:rsidRDefault="001D6DE4" w:rsidP="00727328">
      <w:pPr>
        <w:pStyle w:val="Paragraphedeliste"/>
        <w:numPr>
          <w:ilvl w:val="0"/>
          <w:numId w:val="43"/>
        </w:numPr>
        <w:suppressAutoHyphens/>
        <w:ind w:left="1276" w:hanging="142"/>
        <w:jc w:val="both"/>
        <w:rPr>
          <w:rFonts w:ascii="Arial" w:hAnsi="Arial" w:cs="Arial"/>
        </w:rPr>
      </w:pPr>
      <w:r w:rsidRPr="008944E1">
        <w:rPr>
          <w:rFonts w:ascii="Arial" w:hAnsi="Arial" w:cs="Arial"/>
        </w:rPr>
        <w:t xml:space="preserve">aux </w:t>
      </w:r>
      <w:hyperlink r:id="rId14" w:history="1">
        <w:r w:rsidRPr="008944E1">
          <w:rPr>
            <w:rStyle w:val="Lienhypertexte"/>
            <w:rFonts w:ascii="Arial" w:hAnsi="Arial" w:cs="Arial"/>
            <w:color w:val="auto"/>
            <w:u w:val="none"/>
          </w:rPr>
          <w:t>articles L. 2141-1 à L. 2141-5</w:t>
        </w:r>
      </w:hyperlink>
      <w:r w:rsidRPr="008944E1">
        <w:rPr>
          <w:rFonts w:ascii="Arial" w:hAnsi="Arial" w:cs="Arial"/>
        </w:rPr>
        <w:t xml:space="preserve"> ou aux </w:t>
      </w:r>
      <w:hyperlink r:id="rId15" w:history="1">
        <w:r w:rsidRPr="008944E1">
          <w:rPr>
            <w:rStyle w:val="Lienhypertexte"/>
            <w:rFonts w:ascii="Arial" w:hAnsi="Arial" w:cs="Arial"/>
            <w:color w:val="auto"/>
            <w:u w:val="none"/>
          </w:rPr>
          <w:t>articles L. 2141-7 à L. 2141-10</w:t>
        </w:r>
      </w:hyperlink>
      <w:r w:rsidRPr="008944E1">
        <w:rPr>
          <w:rFonts w:ascii="Arial" w:hAnsi="Arial" w:cs="Arial"/>
        </w:rPr>
        <w:t xml:space="preserve"> du code de la commande publique  (dans l’hypothèse d’un marché public autre que de défense ou de sécurité)</w:t>
      </w:r>
      <w:r w:rsidR="00B52473">
        <w:rPr>
          <w:rFonts w:ascii="Arial" w:hAnsi="Arial" w:cs="Arial"/>
        </w:rPr>
        <w:t> ;</w:t>
      </w:r>
    </w:p>
    <w:p w14:paraId="4D41F13A" w14:textId="77777777" w:rsidR="001D6DE4" w:rsidRPr="008944E1" w:rsidRDefault="001D6DE4" w:rsidP="00727328">
      <w:pPr>
        <w:suppressAutoHyphens/>
        <w:ind w:left="1276" w:hanging="142"/>
        <w:jc w:val="both"/>
        <w:rPr>
          <w:rFonts w:ascii="Arial" w:hAnsi="Arial" w:cs="Arial"/>
        </w:rPr>
      </w:pPr>
    </w:p>
    <w:p w14:paraId="4A6320A1" w14:textId="49830A9C" w:rsidR="001D6DE4" w:rsidRPr="00EA0DD5" w:rsidRDefault="001D6DE4" w:rsidP="00EA0DD5">
      <w:pPr>
        <w:pStyle w:val="Paragraphedeliste"/>
        <w:numPr>
          <w:ilvl w:val="0"/>
          <w:numId w:val="43"/>
        </w:numPr>
        <w:suppressAutoHyphens/>
        <w:ind w:left="1276" w:hanging="142"/>
        <w:jc w:val="both"/>
        <w:rPr>
          <w:rFonts w:ascii="Arial" w:hAnsi="Arial" w:cs="Arial"/>
          <w:noProof/>
        </w:rPr>
      </w:pPr>
      <w:r w:rsidRPr="008944E1">
        <w:rPr>
          <w:rFonts w:ascii="Arial" w:hAnsi="Arial" w:cs="Arial"/>
        </w:rPr>
        <w:t xml:space="preserve">aux </w:t>
      </w:r>
      <w:hyperlink r:id="rId16" w:history="1">
        <w:r w:rsidRPr="008944E1">
          <w:rPr>
            <w:rStyle w:val="Lienhypertexte"/>
            <w:rFonts w:ascii="Arial" w:hAnsi="Arial" w:cs="Arial"/>
            <w:color w:val="auto"/>
            <w:u w:val="none"/>
          </w:rPr>
          <w:t>articles L. 2341-1 à L. 2341-3</w:t>
        </w:r>
      </w:hyperlink>
      <w:r w:rsidRPr="008944E1">
        <w:rPr>
          <w:rFonts w:ascii="Arial" w:hAnsi="Arial" w:cs="Arial"/>
        </w:rPr>
        <w:t xml:space="preserve"> ou aux </w:t>
      </w:r>
      <w:hyperlink r:id="rId17" w:history="1">
        <w:r w:rsidRPr="008944E1">
          <w:rPr>
            <w:rStyle w:val="Lienhypertexte"/>
            <w:rFonts w:ascii="Arial" w:hAnsi="Arial" w:cs="Arial"/>
            <w:color w:val="auto"/>
            <w:u w:val="none"/>
          </w:rPr>
          <w:t>articles L. 2141-7 à L. 2141-10</w:t>
        </w:r>
      </w:hyperlink>
      <w:r w:rsidR="00B52473">
        <w:rPr>
          <w:rFonts w:ascii="Arial" w:hAnsi="Arial" w:cs="Arial"/>
        </w:rPr>
        <w:t xml:space="preserve"> du code de la commande </w:t>
      </w:r>
      <w:r w:rsidRPr="008944E1">
        <w:rPr>
          <w:rFonts w:ascii="Arial" w:hAnsi="Arial" w:cs="Arial"/>
        </w:rPr>
        <w:t>publique (dans l’hypothèse d’un marché public de défense ou de sécurité)</w:t>
      </w:r>
      <w:r w:rsidR="00B52473">
        <w:rPr>
          <w:rFonts w:ascii="Arial" w:hAnsi="Arial" w:cs="Arial"/>
        </w:rPr>
        <w:t> ;</w:t>
      </w:r>
    </w:p>
    <w:p w14:paraId="57E78FD6" w14:textId="77777777" w:rsidR="001D6DE4" w:rsidRPr="00DC3A12" w:rsidRDefault="001D6DE4" w:rsidP="001D6DE4">
      <w:pPr>
        <w:tabs>
          <w:tab w:val="left" w:pos="576"/>
        </w:tabs>
        <w:suppressAutoHyphens/>
        <w:ind w:left="720"/>
        <w:contextualSpacing/>
        <w:jc w:val="both"/>
        <w:rPr>
          <w:rFonts w:ascii="Arial" w:hAnsi="Arial" w:cs="Arial"/>
          <w:noProof/>
        </w:rPr>
      </w:pPr>
    </w:p>
    <w:p w14:paraId="6985EC4A" w14:textId="19551371" w:rsidR="001D6DE4" w:rsidRPr="008944E1" w:rsidRDefault="001D6DE4" w:rsidP="001D6DE4">
      <w:pPr>
        <w:pStyle w:val="Paragraphedeliste"/>
        <w:numPr>
          <w:ilvl w:val="0"/>
          <w:numId w:val="42"/>
        </w:numPr>
        <w:tabs>
          <w:tab w:val="left" w:pos="576"/>
        </w:tabs>
        <w:suppressAutoHyphens/>
        <w:jc w:val="both"/>
        <w:rPr>
          <w:rFonts w:ascii="Arial" w:hAnsi="Arial" w:cs="Arial"/>
          <w:noProof/>
        </w:rPr>
      </w:pPr>
      <w:r w:rsidRPr="008944E1">
        <w:rPr>
          <w:rFonts w:ascii="Arial" w:hAnsi="Arial" w:cs="Arial"/>
          <w:noProof/>
        </w:rPr>
        <w:t xml:space="preserve">être en règle au regard des articles </w:t>
      </w:r>
      <w:hyperlink r:id="rId18" w:history="1">
        <w:r w:rsidRPr="008944E1">
          <w:rPr>
            <w:rFonts w:ascii="Arial" w:hAnsi="Arial" w:cs="Arial"/>
            <w:noProof/>
          </w:rPr>
          <w:t>L. 5212-1</w:t>
        </w:r>
      </w:hyperlink>
      <w:r w:rsidRPr="008944E1">
        <w:rPr>
          <w:rFonts w:ascii="Arial" w:hAnsi="Arial" w:cs="Arial"/>
          <w:noProof/>
        </w:rPr>
        <w:t xml:space="preserve"> à </w:t>
      </w:r>
      <w:hyperlink r:id="rId19" w:history="1">
        <w:r w:rsidRPr="008944E1">
          <w:rPr>
            <w:rFonts w:ascii="Arial" w:hAnsi="Arial" w:cs="Arial"/>
            <w:noProof/>
          </w:rPr>
          <w:t>L. 5212-11</w:t>
        </w:r>
      </w:hyperlink>
      <w:r w:rsidRPr="008944E1">
        <w:rPr>
          <w:rFonts w:ascii="Arial" w:hAnsi="Arial" w:cs="Arial"/>
          <w:noProof/>
        </w:rPr>
        <w:t xml:space="preserve"> du code du travail concernant l’emploi des travailleurs handicapés</w:t>
      </w:r>
      <w:r w:rsidR="00B52473">
        <w:rPr>
          <w:rFonts w:ascii="Arial" w:hAnsi="Arial" w:cs="Arial"/>
          <w:noProof/>
        </w:rPr>
        <w:t> ;</w:t>
      </w:r>
    </w:p>
    <w:p w14:paraId="51C6D422" w14:textId="77777777" w:rsidR="001D6DE4" w:rsidRDefault="001D6DE4" w:rsidP="001D6DE4">
      <w:pPr>
        <w:pStyle w:val="Paragraphedeliste"/>
        <w:rPr>
          <w:rFonts w:ascii="Arial" w:hAnsi="Arial" w:cs="Arial"/>
          <w:noProof/>
        </w:rPr>
      </w:pPr>
    </w:p>
    <w:p w14:paraId="53C502DA" w14:textId="37ADD4B2" w:rsidR="001D6DE4" w:rsidRDefault="001D6DE4" w:rsidP="001D6DE4">
      <w:pPr>
        <w:numPr>
          <w:ilvl w:val="0"/>
          <w:numId w:val="42"/>
        </w:numPr>
        <w:tabs>
          <w:tab w:val="left" w:pos="576"/>
        </w:tabs>
        <w:suppressAutoHyphens/>
        <w:contextualSpacing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que les renseignements figurant </w:t>
      </w:r>
      <w:r w:rsidR="003959A8">
        <w:rPr>
          <w:rFonts w:ascii="Arial" w:hAnsi="Arial" w:cs="Arial"/>
          <w:noProof/>
        </w:rPr>
        <w:t>en rubrique 2</w:t>
      </w:r>
      <w:r>
        <w:rPr>
          <w:rFonts w:ascii="Arial" w:hAnsi="Arial" w:cs="Arial"/>
          <w:noProof/>
        </w:rPr>
        <w:t xml:space="preserve"> de la présente demande d’acceptation sont exacts. </w:t>
      </w:r>
    </w:p>
    <w:p w14:paraId="480B519E" w14:textId="77777777" w:rsidR="001D6DE4" w:rsidRDefault="001D6DE4" w:rsidP="001D6DE4">
      <w:pPr>
        <w:pStyle w:val="Paragraphedeliste"/>
        <w:rPr>
          <w:rFonts w:ascii="Arial" w:hAnsi="Arial" w:cs="Arial"/>
          <w:noProof/>
        </w:rPr>
      </w:pPr>
    </w:p>
    <w:p w14:paraId="3D2044D3" w14:textId="53DC297E" w:rsidR="001D6DE4" w:rsidRPr="00DC3A12" w:rsidRDefault="001D6DE4" w:rsidP="00EA0DD5">
      <w:pPr>
        <w:tabs>
          <w:tab w:val="center" w:pos="7938"/>
        </w:tabs>
        <w:rPr>
          <w:rFonts w:ascii="Arial" w:hAnsi="Arial" w:cs="Arial"/>
        </w:rPr>
      </w:pPr>
    </w:p>
    <w:p w14:paraId="19FD3124" w14:textId="77777777" w:rsidR="001D6DE4" w:rsidRPr="00DC3A12" w:rsidRDefault="001D6DE4" w:rsidP="001D6DE4">
      <w:pPr>
        <w:tabs>
          <w:tab w:val="center" w:pos="7938"/>
        </w:tabs>
        <w:ind w:left="142"/>
        <w:rPr>
          <w:rFonts w:ascii="Arial" w:hAnsi="Arial" w:cs="Arial"/>
        </w:rPr>
      </w:pPr>
      <w:r w:rsidRPr="00DC3A12">
        <w:rPr>
          <w:rFonts w:ascii="Arial" w:hAnsi="Arial" w:cs="Arial"/>
        </w:rPr>
        <w:t>Fait à :</w:t>
      </w:r>
      <w:r w:rsidRPr="00DC3A12">
        <w:rPr>
          <w:rFonts w:ascii="Arial" w:hAnsi="Arial" w:cs="Arial"/>
          <w:i/>
        </w:rPr>
        <w:tab/>
      </w:r>
      <w:r w:rsidRPr="00DC3A12">
        <w:rPr>
          <w:rFonts w:ascii="Arial" w:hAnsi="Arial" w:cs="Arial"/>
        </w:rPr>
        <w:t xml:space="preserve">LE SOUS-TRAITANT </w:t>
      </w:r>
    </w:p>
    <w:p w14:paraId="2152E76E" w14:textId="2258AF6D" w:rsidR="001D6DE4" w:rsidRDefault="001D6DE4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  <w:r w:rsidRPr="00DC3A12">
        <w:rPr>
          <w:rFonts w:ascii="Arial" w:hAnsi="Arial" w:cs="Arial"/>
        </w:rPr>
        <w:t xml:space="preserve">Le </w:t>
      </w:r>
      <w:r w:rsidRPr="00DC3A12">
        <w:rPr>
          <w:rFonts w:ascii="Arial" w:hAnsi="Arial" w:cs="Arial"/>
          <w:i/>
        </w:rPr>
        <w:t>(date) :</w:t>
      </w:r>
      <w:r w:rsidRPr="00DC3A12">
        <w:rPr>
          <w:rFonts w:ascii="Arial" w:hAnsi="Arial" w:cs="Arial"/>
          <w:i/>
        </w:rPr>
        <w:tab/>
        <w:t>Signature</w:t>
      </w:r>
      <w:r w:rsidR="00CB2EED">
        <w:rPr>
          <w:rFonts w:ascii="Arial" w:hAnsi="Arial" w:cs="Arial"/>
          <w:i/>
        </w:rPr>
        <w:t xml:space="preserve"> </w:t>
      </w:r>
      <w:r w:rsidR="00CB2EED" w:rsidRPr="003D6BE4">
        <w:rPr>
          <w:rFonts w:ascii="Arial" w:hAnsi="Arial" w:cs="Arial"/>
          <w:i/>
        </w:rPr>
        <w:t>et tampon</w:t>
      </w:r>
    </w:p>
    <w:p w14:paraId="4C283AD1" w14:textId="77777777" w:rsidR="00CB2EED" w:rsidRPr="00DC3A12" w:rsidRDefault="00CB2EED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04852707" w14:textId="2B592F13" w:rsidR="001D6DE4" w:rsidRDefault="001D6DE4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  <w:r w:rsidRPr="00DC3A12">
        <w:rPr>
          <w:rFonts w:ascii="Arial" w:hAnsi="Arial" w:cs="Arial"/>
          <w:i/>
        </w:rPr>
        <w:tab/>
      </w:r>
      <w:r w:rsidRPr="004D1A53">
        <w:rPr>
          <w:rFonts w:ascii="Arial" w:hAnsi="Arial" w:cs="Arial"/>
          <w:i/>
          <w:color w:val="FF0000"/>
        </w:rPr>
        <w:t>Nom</w:t>
      </w:r>
      <w:r w:rsidR="004D1A53" w:rsidRPr="004D1A53">
        <w:rPr>
          <w:rFonts w:ascii="Arial" w:hAnsi="Arial" w:cs="Arial"/>
          <w:i/>
          <w:color w:val="FF0000"/>
        </w:rPr>
        <w:t>, Prénom</w:t>
      </w:r>
      <w:r w:rsidRPr="004D1A53">
        <w:rPr>
          <w:rFonts w:ascii="Arial" w:hAnsi="Arial" w:cs="Arial"/>
          <w:i/>
          <w:color w:val="FF0000"/>
        </w:rPr>
        <w:t xml:space="preserve"> et </w:t>
      </w:r>
      <w:r w:rsidRPr="004D1A53">
        <w:rPr>
          <w:rFonts w:ascii="Arial" w:hAnsi="Arial" w:cs="Arial"/>
          <w:i/>
          <w:color w:val="FF0000"/>
          <w:u w:val="single"/>
        </w:rPr>
        <w:t>qualité</w:t>
      </w:r>
      <w:r w:rsidRPr="004D1A53">
        <w:rPr>
          <w:rFonts w:ascii="Arial" w:hAnsi="Arial" w:cs="Arial"/>
          <w:i/>
          <w:color w:val="FF0000"/>
        </w:rPr>
        <w:t xml:space="preserve"> du signataire</w:t>
      </w:r>
    </w:p>
    <w:p w14:paraId="7CC7A564" w14:textId="26BAB63D" w:rsidR="00365C7B" w:rsidRDefault="00365C7B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63EDF9C1" w14:textId="00789AF1" w:rsidR="00365C7B" w:rsidRDefault="00365C7B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2DDCB311" w14:textId="4CB2995C" w:rsidR="00365C7B" w:rsidRDefault="00365C7B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7AB2375C" w14:textId="743AEDAD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13BCEBE7" w14:textId="340434E3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206DACCD" w14:textId="5109DB36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022B7BAA" w14:textId="49A9E495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15B30A70" w14:textId="17CB82E4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7569335A" w14:textId="04988749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6A8AB12A" w14:textId="667BA9F1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31336AB4" w14:textId="7B576074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621C43C4" w14:textId="08745D59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732DE769" w14:textId="51D417D3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50A2D00B" w14:textId="0C9DC256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1B351D9C" w14:textId="4D5B4FCF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43119CD4" w14:textId="1E958148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688D6D10" w14:textId="0EA042CE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352FA4BD" w14:textId="282CB1A4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55A79673" w14:textId="6E4BCDED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6D27EAA4" w14:textId="5519516A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475532A3" w14:textId="3EDA5E8C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5A6A00EB" w14:textId="152E0047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20CD68A8" w14:textId="354BC6AE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3711D5CE" w14:textId="1AA72A77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1A14E383" w14:textId="2A59286B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3970531C" w14:textId="7E3BE5C9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5AEB4C8D" w14:textId="025B3535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0014E5F5" w14:textId="2280A63A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3C75BA7D" w14:textId="48FDB127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47820766" w14:textId="77777777" w:rsidR="00761B78" w:rsidRPr="00DC3A12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43992E56" w14:textId="324E78DD" w:rsidR="00EA0DD5" w:rsidRDefault="00EA0DD5" w:rsidP="008C3AA1">
      <w:pPr>
        <w:tabs>
          <w:tab w:val="center" w:pos="7938"/>
          <w:tab w:val="right" w:pos="10205"/>
        </w:tabs>
        <w:rPr>
          <w:rFonts w:ascii="Arial" w:hAnsi="Arial" w:cs="Arial"/>
        </w:rPr>
      </w:pPr>
    </w:p>
    <w:p w14:paraId="077F9500" w14:textId="77777777" w:rsidR="008C3AA1" w:rsidRPr="00891883" w:rsidRDefault="008C3AA1" w:rsidP="008C3AA1">
      <w:pPr>
        <w:tabs>
          <w:tab w:val="center" w:pos="7938"/>
          <w:tab w:val="right" w:pos="10205"/>
        </w:tabs>
        <w:rPr>
          <w:rFonts w:ascii="Arial" w:hAnsi="Arial" w:cs="Arial"/>
        </w:rPr>
      </w:pPr>
    </w:p>
    <w:p w14:paraId="56BE43E3" w14:textId="2C5D89D8" w:rsidR="00C56292" w:rsidRDefault="002A4EBF" w:rsidP="006E3333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8</w:t>
      </w:r>
      <w:r w:rsidR="00C56292">
        <w:rPr>
          <w:rFonts w:ascii="Arial" w:hAnsi="Arial" w:cs="Arial"/>
          <w:b/>
        </w:rPr>
        <w:t xml:space="preserve">- DOCUMENTS A PRODUIRE </w:t>
      </w:r>
      <w:r w:rsidR="00717FA1">
        <w:rPr>
          <w:rFonts w:ascii="Arial" w:hAnsi="Arial" w:cs="Arial"/>
          <w:b/>
        </w:rPr>
        <w:t>PAR LE SOUS-TRAITANT</w:t>
      </w:r>
    </w:p>
    <w:p w14:paraId="7C9D016A" w14:textId="6F7BA4C1" w:rsidR="00C56292" w:rsidRPr="00FE788D" w:rsidRDefault="00C56292" w:rsidP="006E3333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jc w:val="center"/>
        <w:rPr>
          <w:rFonts w:ascii="Arial" w:hAnsi="Arial" w:cs="Arial"/>
          <w:color w:val="FF0000"/>
        </w:rPr>
      </w:pPr>
      <w:r w:rsidRPr="00FE788D">
        <w:rPr>
          <w:rFonts w:ascii="Arial" w:hAnsi="Arial" w:cs="Arial"/>
          <w:color w:val="FF0000"/>
        </w:rPr>
        <w:t>(</w:t>
      </w:r>
      <w:proofErr w:type="gramStart"/>
      <w:r w:rsidRPr="00FE788D">
        <w:rPr>
          <w:rFonts w:ascii="Arial" w:hAnsi="Arial" w:cs="Arial"/>
          <w:color w:val="FF0000"/>
        </w:rPr>
        <w:t>à</w:t>
      </w:r>
      <w:proofErr w:type="gramEnd"/>
      <w:r w:rsidRPr="00FE788D">
        <w:rPr>
          <w:rFonts w:ascii="Arial" w:hAnsi="Arial" w:cs="Arial"/>
          <w:color w:val="FF0000"/>
        </w:rPr>
        <w:t xml:space="preserve"> joindre impérativement à la présente demande dûment remplie)</w:t>
      </w:r>
    </w:p>
    <w:p w14:paraId="5BE2C6D6" w14:textId="78BDB2CD" w:rsidR="000623A6" w:rsidRDefault="000623A6" w:rsidP="00A0696F">
      <w:pPr>
        <w:tabs>
          <w:tab w:val="left" w:pos="284"/>
        </w:tabs>
        <w:jc w:val="both"/>
        <w:rPr>
          <w:rFonts w:ascii="Arial" w:hAnsi="Arial" w:cs="Arial"/>
        </w:rPr>
      </w:pPr>
    </w:p>
    <w:p w14:paraId="5C147F22" w14:textId="1C555AE8" w:rsidR="00923279" w:rsidRPr="00A10587" w:rsidRDefault="00D0675A" w:rsidP="00A10587">
      <w:pPr>
        <w:pStyle w:val="Paragraphedeliste"/>
        <w:numPr>
          <w:ilvl w:val="0"/>
          <w:numId w:val="58"/>
        </w:numPr>
        <w:tabs>
          <w:tab w:val="left" w:pos="284"/>
        </w:tabs>
        <w:ind w:left="851" w:hanging="284"/>
        <w:jc w:val="both"/>
        <w:rPr>
          <w:rFonts w:ascii="Arial" w:hAnsi="Arial" w:cs="Arial"/>
        </w:rPr>
      </w:pPr>
      <w:r w:rsidRPr="00A10587">
        <w:rPr>
          <w:rFonts w:ascii="Arial" w:hAnsi="Arial" w:cs="Arial"/>
        </w:rPr>
        <w:t xml:space="preserve">Les références récentes du sous-traitant dans le domaine du marché concerné (prestations exécutées pendant les trois dernières années) : </w:t>
      </w:r>
      <w:r w:rsidR="00B90955" w:rsidRPr="00A10587">
        <w:rPr>
          <w:rFonts w:ascii="Arial" w:hAnsi="Arial" w:cs="Arial"/>
        </w:rPr>
        <w:t>cette liste doit notamment faire apparaitre le nom du client, la date, le lieu, l’objet et le montant (en K€) des prestations.</w:t>
      </w:r>
    </w:p>
    <w:p w14:paraId="7768CE6D" w14:textId="77777777" w:rsidR="00A10587" w:rsidRPr="00A10587" w:rsidRDefault="00A10587" w:rsidP="00A10587">
      <w:pPr>
        <w:pStyle w:val="Paragraphedeliste"/>
        <w:tabs>
          <w:tab w:val="left" w:pos="284"/>
        </w:tabs>
        <w:ind w:left="786"/>
        <w:jc w:val="both"/>
        <w:rPr>
          <w:rFonts w:ascii="Arial" w:hAnsi="Arial" w:cs="Arial"/>
        </w:rPr>
      </w:pPr>
    </w:p>
    <w:p w14:paraId="25F2F7B4" w14:textId="262EEC78" w:rsidR="000623A6" w:rsidRPr="00957FA7" w:rsidRDefault="00A56C2C" w:rsidP="00957FA7">
      <w:pPr>
        <w:pStyle w:val="Paragraphedeliste"/>
        <w:numPr>
          <w:ilvl w:val="0"/>
          <w:numId w:val="58"/>
        </w:numPr>
        <w:ind w:left="851" w:hanging="284"/>
        <w:jc w:val="both"/>
        <w:rPr>
          <w:rFonts w:ascii="Arial" w:hAnsi="Arial" w:cs="Arial"/>
        </w:rPr>
      </w:pPr>
      <w:r w:rsidRPr="00957FA7">
        <w:rPr>
          <w:rFonts w:ascii="Arial" w:hAnsi="Arial" w:cs="Arial"/>
        </w:rPr>
        <w:t>Si le sous-traitant n’a pas indiqué de site internet dans la rubrique « 2 - RENSEIGNEMENTS SUR LE SOUS-TRAITANT DE 1ER RANG », une plaquette ou une note décrivant les métiers et les spécialités de l’entreprise doit alors être transmise.</w:t>
      </w:r>
    </w:p>
    <w:p w14:paraId="751586CF" w14:textId="075FC2C0" w:rsidR="000623A6" w:rsidRPr="000033A2" w:rsidRDefault="000623A6" w:rsidP="00727328">
      <w:pPr>
        <w:ind w:left="851" w:hanging="284"/>
        <w:jc w:val="both"/>
        <w:rPr>
          <w:rFonts w:ascii="Arial" w:hAnsi="Arial" w:cs="Arial"/>
        </w:rPr>
      </w:pPr>
    </w:p>
    <w:p w14:paraId="2ED7F68D" w14:textId="471AD2DA" w:rsidR="000623A6" w:rsidRPr="00341491" w:rsidRDefault="000623A6" w:rsidP="00957FA7">
      <w:pPr>
        <w:pStyle w:val="Paragraphedeliste"/>
        <w:numPr>
          <w:ilvl w:val="0"/>
          <w:numId w:val="58"/>
        </w:numPr>
        <w:ind w:left="851" w:hanging="284"/>
        <w:jc w:val="both"/>
        <w:rPr>
          <w:rFonts w:ascii="Arial" w:hAnsi="Arial" w:cs="Arial"/>
        </w:rPr>
      </w:pPr>
      <w:r w:rsidRPr="00341491">
        <w:rPr>
          <w:rFonts w:ascii="Arial" w:hAnsi="Arial" w:cs="Arial"/>
        </w:rPr>
        <w:t>L</w:t>
      </w:r>
      <w:r w:rsidR="004969D7">
        <w:rPr>
          <w:rFonts w:ascii="Arial" w:hAnsi="Arial" w:cs="Arial"/>
        </w:rPr>
        <w:t>e cas échéant, l</w:t>
      </w:r>
      <w:r w:rsidRPr="00341491">
        <w:rPr>
          <w:rFonts w:ascii="Arial" w:hAnsi="Arial" w:cs="Arial"/>
        </w:rPr>
        <w:t xml:space="preserve">a copie du ou des jugements prononcés si la société </w:t>
      </w:r>
      <w:r w:rsidR="00A56C2C">
        <w:rPr>
          <w:rFonts w:ascii="Arial" w:hAnsi="Arial" w:cs="Arial"/>
        </w:rPr>
        <w:t>est en redressement judiciaire.</w:t>
      </w:r>
    </w:p>
    <w:p w14:paraId="2E1A4A3A" w14:textId="77777777" w:rsidR="000623A6" w:rsidRPr="000033A2" w:rsidRDefault="000623A6" w:rsidP="00DC37EC">
      <w:pPr>
        <w:ind w:left="851" w:hanging="284"/>
        <w:jc w:val="both"/>
        <w:rPr>
          <w:rFonts w:ascii="Arial" w:hAnsi="Arial" w:cs="Arial"/>
        </w:rPr>
      </w:pPr>
    </w:p>
    <w:p w14:paraId="419E6617" w14:textId="7C5B1CBF" w:rsidR="000623A6" w:rsidRPr="000033A2" w:rsidRDefault="000623A6" w:rsidP="00957FA7">
      <w:pPr>
        <w:pStyle w:val="Paragraphedeliste"/>
        <w:numPr>
          <w:ilvl w:val="0"/>
          <w:numId w:val="58"/>
        </w:numPr>
        <w:ind w:left="851" w:hanging="284"/>
        <w:jc w:val="both"/>
        <w:rPr>
          <w:rFonts w:ascii="Arial" w:hAnsi="Arial" w:cs="Arial"/>
        </w:rPr>
      </w:pPr>
      <w:r w:rsidRPr="000033A2">
        <w:rPr>
          <w:rFonts w:ascii="Arial" w:hAnsi="Arial" w:cs="Arial"/>
        </w:rPr>
        <w:t xml:space="preserve">Les attestations </w:t>
      </w:r>
      <w:r w:rsidRPr="008B5B9C">
        <w:rPr>
          <w:rFonts w:ascii="Arial" w:hAnsi="Arial" w:cs="Arial"/>
        </w:rPr>
        <w:t xml:space="preserve">d’assurance </w:t>
      </w:r>
      <w:r w:rsidR="008B3DB3" w:rsidRPr="008B5B9C">
        <w:rPr>
          <w:rFonts w:ascii="Arial" w:hAnsi="Arial" w:cs="Arial"/>
        </w:rPr>
        <w:t xml:space="preserve">civile, </w:t>
      </w:r>
      <w:r w:rsidRPr="008B5B9C">
        <w:rPr>
          <w:rFonts w:ascii="Arial" w:hAnsi="Arial" w:cs="Arial"/>
        </w:rPr>
        <w:t>professionnelle</w:t>
      </w:r>
      <w:r w:rsidRPr="000033A2">
        <w:rPr>
          <w:rFonts w:ascii="Arial" w:hAnsi="Arial" w:cs="Arial"/>
        </w:rPr>
        <w:t xml:space="preserve"> (décennale le cas échéant) en cours de </w:t>
      </w:r>
      <w:r w:rsidR="00727328">
        <w:rPr>
          <w:rFonts w:ascii="Arial" w:hAnsi="Arial" w:cs="Arial"/>
        </w:rPr>
        <w:br/>
      </w:r>
      <w:r w:rsidRPr="000033A2">
        <w:rPr>
          <w:rFonts w:ascii="Arial" w:hAnsi="Arial" w:cs="Arial"/>
        </w:rPr>
        <w:t>validité</w:t>
      </w:r>
      <w:r w:rsidR="00A56C2C">
        <w:rPr>
          <w:rFonts w:ascii="Arial" w:hAnsi="Arial" w:cs="Arial"/>
        </w:rPr>
        <w:t>.</w:t>
      </w:r>
    </w:p>
    <w:p w14:paraId="400E5FEC" w14:textId="4ADDEF94" w:rsidR="00C340AC" w:rsidRPr="00C340AC" w:rsidRDefault="00C340AC" w:rsidP="00DC37EC">
      <w:pPr>
        <w:ind w:left="851" w:hanging="284"/>
        <w:rPr>
          <w:rFonts w:ascii="Arial" w:hAnsi="Arial" w:cs="Arial"/>
        </w:rPr>
      </w:pPr>
    </w:p>
    <w:p w14:paraId="184E4F16" w14:textId="397A7F7C" w:rsidR="00900996" w:rsidRDefault="000623A6" w:rsidP="00957FA7">
      <w:pPr>
        <w:pStyle w:val="Paragraphedeliste"/>
        <w:numPr>
          <w:ilvl w:val="0"/>
          <w:numId w:val="58"/>
        </w:numPr>
        <w:ind w:left="851" w:hanging="284"/>
        <w:jc w:val="both"/>
        <w:rPr>
          <w:rFonts w:ascii="Arial" w:hAnsi="Arial" w:cs="Arial"/>
        </w:rPr>
      </w:pPr>
      <w:r w:rsidRPr="00341491">
        <w:rPr>
          <w:rFonts w:ascii="Arial" w:hAnsi="Arial" w:cs="Arial"/>
        </w:rPr>
        <w:t xml:space="preserve">Dans le cas d’emploi de salariés détachés, </w:t>
      </w:r>
      <w:r w:rsidR="000C1325" w:rsidRPr="00341491">
        <w:rPr>
          <w:rFonts w:ascii="Arial" w:hAnsi="Arial" w:cs="Arial"/>
        </w:rPr>
        <w:t xml:space="preserve">une copie de la déclaration de détachement effectuée sur le téléservice « </w:t>
      </w:r>
      <w:proofErr w:type="spellStart"/>
      <w:r w:rsidR="000C1325" w:rsidRPr="00341491">
        <w:rPr>
          <w:rFonts w:ascii="Arial" w:hAnsi="Arial" w:cs="Arial"/>
        </w:rPr>
        <w:t>SIPSI</w:t>
      </w:r>
      <w:proofErr w:type="spellEnd"/>
      <w:r w:rsidR="000C1325" w:rsidRPr="00341491">
        <w:rPr>
          <w:rFonts w:ascii="Arial" w:hAnsi="Arial" w:cs="Arial"/>
        </w:rPr>
        <w:t xml:space="preserve"> » d</w:t>
      </w:r>
      <w:r w:rsidR="00A56C2C">
        <w:rPr>
          <w:rFonts w:ascii="Arial" w:hAnsi="Arial" w:cs="Arial"/>
        </w:rPr>
        <w:t>u Ministère chargé du travail.</w:t>
      </w:r>
    </w:p>
    <w:p w14:paraId="59660227" w14:textId="77777777" w:rsidR="002D3FE4" w:rsidRPr="002D3FE4" w:rsidRDefault="002D3FE4" w:rsidP="00727328">
      <w:pPr>
        <w:pStyle w:val="Paragraphedeliste"/>
        <w:ind w:left="851" w:hanging="284"/>
        <w:rPr>
          <w:rFonts w:ascii="Arial" w:hAnsi="Arial" w:cs="Arial"/>
        </w:rPr>
      </w:pPr>
    </w:p>
    <w:p w14:paraId="33581E69" w14:textId="040D754B" w:rsidR="002D3FE4" w:rsidRDefault="002D3FE4" w:rsidP="007976FE">
      <w:pPr>
        <w:tabs>
          <w:tab w:val="left" w:pos="851"/>
        </w:tabs>
        <w:ind w:left="851"/>
        <w:jc w:val="both"/>
        <w:rPr>
          <w:rFonts w:ascii="Arial" w:hAnsi="Arial" w:cs="Arial"/>
          <w:i/>
          <w:sz w:val="22"/>
          <w:szCs w:val="22"/>
        </w:rPr>
      </w:pPr>
      <w:r w:rsidRPr="002D3FE4">
        <w:rPr>
          <w:rFonts w:ascii="Arial" w:hAnsi="Arial" w:cs="Arial"/>
          <w:i/>
        </w:rPr>
        <w:t>(Pour toute demande d’acceptation d’un sous-traitant, le CEA refusera, en cas détachement de salarié(s) transnational, tout formulaire non accompagné de la déclaration de détachement)</w:t>
      </w:r>
      <w:r w:rsidRPr="002D3FE4">
        <w:rPr>
          <w:rFonts w:ascii="Arial" w:hAnsi="Arial" w:cs="Arial"/>
          <w:i/>
          <w:sz w:val="22"/>
          <w:szCs w:val="22"/>
        </w:rPr>
        <w:t>.</w:t>
      </w:r>
    </w:p>
    <w:p w14:paraId="13597F83" w14:textId="6A756EEC" w:rsidR="00053F7C" w:rsidRDefault="00053F7C" w:rsidP="00DC37EC">
      <w:pPr>
        <w:tabs>
          <w:tab w:val="left" w:pos="851"/>
        </w:tabs>
        <w:ind w:left="851" w:hanging="284"/>
        <w:jc w:val="both"/>
        <w:rPr>
          <w:rStyle w:val="lev"/>
          <w:rFonts w:ascii="Arial" w:hAnsi="Arial" w:cs="Arial"/>
          <w:b w:val="0"/>
          <w:color w:val="000000"/>
          <w:shd w:val="clear" w:color="auto" w:fill="FFFFFF"/>
        </w:rPr>
      </w:pPr>
    </w:p>
    <w:p w14:paraId="7A2E6D19" w14:textId="0E29B006" w:rsidR="008C3AA1" w:rsidRPr="00F319AE" w:rsidRDefault="008C3AA1" w:rsidP="00957FA7">
      <w:pPr>
        <w:pStyle w:val="Paragraphedeliste"/>
        <w:numPr>
          <w:ilvl w:val="0"/>
          <w:numId w:val="58"/>
        </w:numPr>
        <w:ind w:left="851" w:hanging="284"/>
        <w:jc w:val="both"/>
        <w:rPr>
          <w:rFonts w:ascii="Arial" w:hAnsi="Arial" w:cs="Arial"/>
        </w:rPr>
      </w:pPr>
      <w:r w:rsidRPr="00A11EBA">
        <w:rPr>
          <w:rFonts w:ascii="Arial" w:hAnsi="Arial" w:cs="Arial"/>
        </w:rPr>
        <w:t xml:space="preserve">Attestations et certificats délivrés par les administrations et organismes compétents prouvant que le candidat a satisfait à ses obligations fiscales et sociales ou documents équivalents en cas de candidats étrangers, </w:t>
      </w:r>
      <w:r w:rsidRPr="00A11EBA">
        <w:rPr>
          <w:rFonts w:ascii="Arial" w:hAnsi="Arial" w:cs="Arial"/>
          <w:b/>
        </w:rPr>
        <w:t>datant de moins de six mois.</w:t>
      </w:r>
    </w:p>
    <w:p w14:paraId="70527C2A" w14:textId="442A6E1E" w:rsidR="00F319AE" w:rsidRDefault="00F319AE" w:rsidP="00F319AE">
      <w:pPr>
        <w:pStyle w:val="Paragraphedeliste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45799781" w14:textId="41D1BCEB" w:rsidR="00095F6D" w:rsidRPr="00095F6D" w:rsidRDefault="00F319AE" w:rsidP="00095F6D">
      <w:pPr>
        <w:pStyle w:val="Paragraphedeliste"/>
        <w:numPr>
          <w:ilvl w:val="0"/>
          <w:numId w:val="58"/>
        </w:numPr>
        <w:ind w:left="851" w:hanging="284"/>
        <w:jc w:val="both"/>
        <w:rPr>
          <w:rFonts w:ascii="Arial" w:hAnsi="Arial" w:cs="Arial"/>
        </w:rPr>
      </w:pPr>
      <w:r w:rsidRPr="00095F6D">
        <w:rPr>
          <w:rFonts w:ascii="Arial" w:hAnsi="Arial" w:cs="Arial"/>
        </w:rPr>
        <w:t>Un relevé d’identité bancaire (RIB) ou postal du sous-traitant</w:t>
      </w:r>
      <w:r w:rsidR="00095F6D" w:rsidRPr="00095F6D">
        <w:rPr>
          <w:rFonts w:ascii="Arial" w:hAnsi="Arial" w:cs="Arial"/>
        </w:rPr>
        <w:t xml:space="preserve"> (</w:t>
      </w:r>
      <w:r w:rsidR="00D6150A">
        <w:rPr>
          <w:rFonts w:ascii="Arial" w:hAnsi="Arial" w:cs="Arial"/>
        </w:rPr>
        <w:t xml:space="preserve">à transmettre </w:t>
      </w:r>
      <w:r w:rsidR="00095F6D" w:rsidRPr="00095F6D">
        <w:rPr>
          <w:rFonts w:ascii="Arial" w:hAnsi="Arial" w:cs="Arial"/>
        </w:rPr>
        <w:t>uniquement si la case « PAIEMENT DIRECT DU SOUS-TRAITANT PAR LE CEA</w:t>
      </w:r>
      <w:r w:rsidR="00882EAD">
        <w:rPr>
          <w:rFonts w:ascii="Arial" w:hAnsi="Arial" w:cs="Arial"/>
        </w:rPr>
        <w:t> : OUI</w:t>
      </w:r>
      <w:r w:rsidR="00095F6D" w:rsidRPr="00095F6D">
        <w:rPr>
          <w:rFonts w:ascii="Arial" w:hAnsi="Arial" w:cs="Arial"/>
        </w:rPr>
        <w:t xml:space="preserve"> » a été cochée au niveau de la rubrique n°1 « Marché concerné »).</w:t>
      </w:r>
    </w:p>
    <w:p w14:paraId="335B6CE3" w14:textId="62F3ABF6" w:rsidR="00957FA7" w:rsidRPr="00957FA7" w:rsidRDefault="00957FA7" w:rsidP="00957FA7">
      <w:pPr>
        <w:jc w:val="both"/>
        <w:rPr>
          <w:rStyle w:val="lev"/>
          <w:rFonts w:ascii="Arial" w:hAnsi="Arial" w:cs="Arial"/>
          <w:b w:val="0"/>
          <w:bCs w:val="0"/>
        </w:rPr>
      </w:pPr>
    </w:p>
    <w:p w14:paraId="6C888B44" w14:textId="503DE000" w:rsidR="00081F99" w:rsidRPr="00E64C78" w:rsidRDefault="008B5B9C" w:rsidP="00E64C78">
      <w:pPr>
        <w:pStyle w:val="Paragraphedeliste"/>
        <w:numPr>
          <w:ilvl w:val="0"/>
          <w:numId w:val="58"/>
        </w:numPr>
        <w:ind w:left="851" w:hanging="284"/>
        <w:jc w:val="both"/>
        <w:rPr>
          <w:rFonts w:ascii="Arial" w:hAnsi="Arial" w:cs="Arial"/>
        </w:rPr>
      </w:pPr>
      <w:r w:rsidRPr="008B5B9C">
        <w:rPr>
          <w:rFonts w:ascii="Arial" w:hAnsi="Arial" w:cs="Arial"/>
        </w:rPr>
        <w:t>L</w:t>
      </w:r>
      <w:r w:rsidR="006E3333" w:rsidRPr="008B5B9C">
        <w:rPr>
          <w:rFonts w:ascii="Arial" w:hAnsi="Arial" w:cs="Arial"/>
        </w:rPr>
        <w:t xml:space="preserve">’attestation </w:t>
      </w:r>
      <w:r w:rsidR="00DC0A44" w:rsidRPr="00DC0A44">
        <w:rPr>
          <w:rFonts w:ascii="Arial" w:hAnsi="Arial" w:cs="Arial"/>
        </w:rPr>
        <w:t xml:space="preserve">« Bilan risques professionnels » </w:t>
      </w:r>
      <w:r w:rsidR="006E3333" w:rsidRPr="008B5B9C">
        <w:rPr>
          <w:rFonts w:ascii="Arial" w:hAnsi="Arial" w:cs="Arial"/>
        </w:rPr>
        <w:t xml:space="preserve">délivrée sur le site </w:t>
      </w:r>
      <w:hyperlink r:id="rId20" w:history="1">
        <w:r w:rsidR="00A632C3" w:rsidRPr="00E64C78">
          <w:rPr>
            <w:rStyle w:val="Lienhypertexte"/>
            <w:rFonts w:ascii="Arial" w:hAnsi="Arial" w:cs="Arial"/>
          </w:rPr>
          <w:t>https://www.net-entreprises.fr</w:t>
        </w:r>
      </w:hyperlink>
      <w:r w:rsidR="00C57733" w:rsidRPr="00E64C78">
        <w:rPr>
          <w:rFonts w:ascii="Arial" w:hAnsi="Arial" w:cs="Arial"/>
        </w:rPr>
        <w:t xml:space="preserve"> </w:t>
      </w:r>
      <w:r w:rsidR="008414E1" w:rsidRPr="00E64C78">
        <w:rPr>
          <w:rFonts w:ascii="Arial" w:hAnsi="Arial" w:cs="Arial"/>
          <w:b/>
          <w:color w:val="FF0000"/>
          <w:u w:val="single"/>
        </w:rPr>
        <w:t>pour</w:t>
      </w:r>
      <w:r w:rsidRPr="00E64C78">
        <w:rPr>
          <w:rFonts w:ascii="Arial" w:hAnsi="Arial" w:cs="Arial"/>
          <w:b/>
          <w:color w:val="FF0000"/>
          <w:u w:val="single"/>
        </w:rPr>
        <w:t xml:space="preserve"> l’établissement intervenant</w:t>
      </w:r>
      <w:r w:rsidR="008C3862" w:rsidRPr="00E64C78">
        <w:rPr>
          <w:rFonts w:ascii="Arial" w:hAnsi="Arial" w:cs="Arial"/>
          <w:b/>
        </w:rPr>
        <w:t>, datée de l’année en cours</w:t>
      </w:r>
      <w:r w:rsidR="00FA29D9" w:rsidRPr="00E64C78">
        <w:rPr>
          <w:rFonts w:ascii="Arial" w:hAnsi="Arial" w:cs="Arial"/>
        </w:rPr>
        <w:t>.</w:t>
      </w:r>
      <w:r w:rsidR="009D486B" w:rsidRPr="00E64C78">
        <w:rPr>
          <w:rFonts w:ascii="Arial" w:hAnsi="Arial" w:cs="Arial"/>
        </w:rPr>
        <w:t xml:space="preserve"> </w:t>
      </w:r>
    </w:p>
    <w:p w14:paraId="63CA2B82" w14:textId="77777777" w:rsidR="00E64C78" w:rsidRDefault="00E64C78" w:rsidP="00FA29D9">
      <w:pPr>
        <w:pStyle w:val="Paragraphedeliste"/>
        <w:ind w:left="851"/>
        <w:jc w:val="both"/>
        <w:rPr>
          <w:rFonts w:ascii="Arial" w:hAnsi="Arial" w:cs="Arial"/>
        </w:rPr>
      </w:pPr>
    </w:p>
    <w:p w14:paraId="510EB5E9" w14:textId="6B671F05" w:rsidR="00385942" w:rsidRDefault="00DC0A44" w:rsidP="00FA29D9">
      <w:pPr>
        <w:pStyle w:val="Paragraphedeliste"/>
        <w:ind w:left="851"/>
        <w:jc w:val="both"/>
        <w:rPr>
          <w:rFonts w:ascii="Arial" w:hAnsi="Arial" w:cs="Arial"/>
        </w:rPr>
      </w:pPr>
      <w:r w:rsidRPr="00DC0A44">
        <w:rPr>
          <w:rFonts w:ascii="Arial" w:hAnsi="Arial" w:cs="Arial"/>
        </w:rPr>
        <w:t>Il est précisé qu’il ne s’agit pas de transmettre l’attestation faisant apparaitre le taux de cotisation AT/MP (accidents du travail et maladies professionnelles) du sous-traitant : l’attestation « Bilan risques professionnels » demandée est celle faisant notamment apparaitre le nombre d’accidents du travail du sous-traitant pour les trois dernières années connues, en comparaison aux établissements du même secteur.</w:t>
      </w:r>
    </w:p>
    <w:p w14:paraId="6E1DE532" w14:textId="77777777" w:rsidR="00DC0A44" w:rsidRDefault="00DC0A44" w:rsidP="00FA29D9">
      <w:pPr>
        <w:pStyle w:val="Paragraphedeliste"/>
        <w:ind w:left="851"/>
        <w:jc w:val="both"/>
        <w:rPr>
          <w:rFonts w:ascii="Arial" w:hAnsi="Arial" w:cs="Arial"/>
        </w:rPr>
      </w:pPr>
    </w:p>
    <w:p w14:paraId="276B8148" w14:textId="02BF65D3" w:rsidR="00385942" w:rsidRPr="007F2D11" w:rsidRDefault="00385942" w:rsidP="00385942">
      <w:pPr>
        <w:pStyle w:val="Paragraphedeliste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 site </w:t>
      </w:r>
      <w:hyperlink r:id="rId21" w:history="1">
        <w:r w:rsidRPr="006F22BF">
          <w:rPr>
            <w:rStyle w:val="Lienhypertexte"/>
            <w:rFonts w:ascii="Arial" w:hAnsi="Arial" w:cs="Arial"/>
          </w:rPr>
          <w:t>https://www.ameli.fr/entreprise/votre-entreprise/compte-atmp/ouvrir-compte-atmp</w:t>
        </w:r>
      </w:hyperlink>
      <w:r>
        <w:rPr>
          <w:rFonts w:ascii="Arial" w:hAnsi="Arial" w:cs="Arial"/>
        </w:rPr>
        <w:t xml:space="preserve"> </w:t>
      </w:r>
      <w:r w:rsidRPr="007F2D11">
        <w:rPr>
          <w:rFonts w:ascii="Arial" w:hAnsi="Arial" w:cs="Arial"/>
        </w:rPr>
        <w:t>apporte des informations</w:t>
      </w:r>
      <w:r>
        <w:rPr>
          <w:rFonts w:ascii="Arial" w:hAnsi="Arial" w:cs="Arial"/>
        </w:rPr>
        <w:t xml:space="preserve"> à ce sujet.</w:t>
      </w:r>
    </w:p>
    <w:p w14:paraId="2B6ADA9E" w14:textId="3C8E3FE5" w:rsidR="00BA0F1B" w:rsidRDefault="00BA0F1B" w:rsidP="00BA0F1B">
      <w:pPr>
        <w:pStyle w:val="Paragraphedeliste"/>
        <w:ind w:left="851"/>
        <w:jc w:val="both"/>
        <w:rPr>
          <w:rFonts w:ascii="Arial" w:hAnsi="Arial" w:cs="Arial"/>
        </w:rPr>
      </w:pPr>
    </w:p>
    <w:p w14:paraId="383611A1" w14:textId="57BD8194" w:rsidR="00BA0F1B" w:rsidRPr="00BA0F1B" w:rsidRDefault="00BA0F1B" w:rsidP="00BA0F1B">
      <w:pPr>
        <w:pStyle w:val="Paragraphedeliste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Si le sous-traitant est dans l’incapacité de transmettre cette attestation,</w:t>
      </w:r>
      <w:r w:rsidR="00385942">
        <w:rPr>
          <w:rFonts w:ascii="Arial" w:hAnsi="Arial" w:cs="Arial"/>
        </w:rPr>
        <w:t xml:space="preserve"> le justificatif doit être communiqué au CEA lors de l’envoi de la demande d’acceptation de sous-traitance : </w:t>
      </w:r>
      <w:r w:rsidR="00385942" w:rsidRPr="00385942">
        <w:rPr>
          <w:rFonts w:ascii="Arial" w:hAnsi="Arial" w:cs="Arial"/>
        </w:rPr>
        <w:t>le sous-traitant a par exemple un statut de travailleur indépendant.</w:t>
      </w:r>
    </w:p>
    <w:p w14:paraId="2D7759C0" w14:textId="323331BC" w:rsidR="00F319AE" w:rsidRDefault="00F319AE" w:rsidP="00385942">
      <w:pPr>
        <w:jc w:val="both"/>
        <w:rPr>
          <w:rFonts w:ascii="Arial" w:hAnsi="Arial" w:cs="Arial"/>
        </w:rPr>
      </w:pPr>
    </w:p>
    <w:p w14:paraId="7107D1B6" w14:textId="7BC06F77" w:rsidR="00761B78" w:rsidRDefault="00761B78" w:rsidP="00385942">
      <w:pPr>
        <w:jc w:val="both"/>
        <w:rPr>
          <w:rFonts w:ascii="Arial" w:hAnsi="Arial" w:cs="Arial"/>
        </w:rPr>
      </w:pPr>
    </w:p>
    <w:p w14:paraId="20812E5B" w14:textId="2FCA4CD8" w:rsidR="00761B78" w:rsidRDefault="00761B78" w:rsidP="00385942">
      <w:pPr>
        <w:jc w:val="both"/>
        <w:rPr>
          <w:rFonts w:ascii="Arial" w:hAnsi="Arial" w:cs="Arial"/>
        </w:rPr>
      </w:pPr>
    </w:p>
    <w:p w14:paraId="7EF2B582" w14:textId="51CEB0C1" w:rsidR="00761B78" w:rsidRDefault="00761B78" w:rsidP="00385942">
      <w:pPr>
        <w:jc w:val="both"/>
        <w:rPr>
          <w:rFonts w:ascii="Arial" w:hAnsi="Arial" w:cs="Arial"/>
        </w:rPr>
      </w:pPr>
    </w:p>
    <w:p w14:paraId="015FBA61" w14:textId="77777777" w:rsidR="00761B78" w:rsidRDefault="00761B78" w:rsidP="00385942">
      <w:pPr>
        <w:jc w:val="both"/>
        <w:rPr>
          <w:rFonts w:ascii="Arial" w:hAnsi="Arial" w:cs="Arial"/>
        </w:rPr>
      </w:pPr>
    </w:p>
    <w:p w14:paraId="4E5A4CFB" w14:textId="72C08294" w:rsidR="00761B78" w:rsidRDefault="00761B78" w:rsidP="00385942">
      <w:pPr>
        <w:jc w:val="both"/>
        <w:rPr>
          <w:rFonts w:ascii="Arial" w:hAnsi="Arial" w:cs="Arial"/>
        </w:rPr>
      </w:pPr>
    </w:p>
    <w:p w14:paraId="5E5E5981" w14:textId="31E36F04" w:rsidR="00761B78" w:rsidRDefault="00761B78" w:rsidP="00385942">
      <w:pPr>
        <w:jc w:val="both"/>
        <w:rPr>
          <w:rFonts w:ascii="Arial" w:hAnsi="Arial" w:cs="Arial"/>
        </w:rPr>
      </w:pPr>
    </w:p>
    <w:p w14:paraId="7D26C6D0" w14:textId="0BEE9C0A" w:rsidR="00761B78" w:rsidRDefault="00761B78" w:rsidP="00385942">
      <w:pPr>
        <w:jc w:val="both"/>
        <w:rPr>
          <w:rFonts w:ascii="Arial" w:hAnsi="Arial" w:cs="Arial"/>
        </w:rPr>
      </w:pPr>
    </w:p>
    <w:p w14:paraId="5BE4DC43" w14:textId="77777777" w:rsidR="00DC0A44" w:rsidRDefault="00DC0A44" w:rsidP="00385942">
      <w:pPr>
        <w:jc w:val="both"/>
        <w:rPr>
          <w:rFonts w:ascii="Arial" w:hAnsi="Arial" w:cs="Arial"/>
        </w:rPr>
      </w:pPr>
    </w:p>
    <w:p w14:paraId="7061062C" w14:textId="22C87AF9" w:rsidR="00A11EBA" w:rsidRPr="00095F6D" w:rsidRDefault="00A11EBA" w:rsidP="00095F6D">
      <w:pPr>
        <w:jc w:val="both"/>
        <w:rPr>
          <w:rFonts w:ascii="Arial" w:hAnsi="Arial" w:cs="Arial"/>
        </w:rPr>
      </w:pPr>
    </w:p>
    <w:p w14:paraId="63BB9EFF" w14:textId="73B9CF3D" w:rsidR="00EF2277" w:rsidRPr="00EF2277" w:rsidRDefault="002A4EBF" w:rsidP="00B40801">
      <w:pPr>
        <w:pBdr>
          <w:top w:val="single" w:sz="4" w:space="13" w:color="auto"/>
          <w:left w:val="single" w:sz="4" w:space="4" w:color="auto"/>
          <w:bottom w:val="single" w:sz="4" w:space="8" w:color="auto"/>
          <w:right w:val="single" w:sz="4" w:space="4" w:color="auto"/>
        </w:pBdr>
        <w:shd w:val="clear" w:color="auto" w:fill="D9D9D9" w:themeFill="background1" w:themeFillShade="D9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9</w:t>
      </w:r>
      <w:r w:rsidR="00E27501" w:rsidRPr="00E27501">
        <w:rPr>
          <w:rFonts w:ascii="Arial" w:hAnsi="Arial" w:cs="Arial"/>
          <w:b/>
        </w:rPr>
        <w:t>- SIGNATURE DES PARTIES</w:t>
      </w:r>
    </w:p>
    <w:p w14:paraId="01306531" w14:textId="6841E50F" w:rsidR="000235C8" w:rsidRPr="000623A6" w:rsidRDefault="000235C8" w:rsidP="000623A6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tbl>
      <w:tblPr>
        <w:tblW w:w="90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9"/>
        <w:gridCol w:w="6133"/>
      </w:tblGrid>
      <w:tr w:rsidR="00727328" w:rsidRPr="007F5E3E" w14:paraId="2BB3C55C" w14:textId="77777777" w:rsidTr="00727328">
        <w:tc>
          <w:tcPr>
            <w:tcW w:w="90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B55612" w14:textId="77777777" w:rsidR="00727328" w:rsidRPr="007F5E3E" w:rsidRDefault="00727328" w:rsidP="00C94AE4">
            <w:pPr>
              <w:spacing w:before="60" w:after="60" w:line="200" w:lineRule="exact"/>
              <w:jc w:val="center"/>
              <w:rPr>
                <w:rFonts w:ascii="Arial" w:hAnsi="Arial" w:cs="Arial"/>
              </w:rPr>
            </w:pPr>
            <w:r w:rsidRPr="007F5E3E">
              <w:rPr>
                <w:rFonts w:ascii="Arial" w:hAnsi="Arial" w:cs="Arial"/>
                <w:b/>
                <w:bCs/>
              </w:rPr>
              <w:t>Signature des parties</w:t>
            </w:r>
          </w:p>
        </w:tc>
      </w:tr>
      <w:tr w:rsidR="00AB413F" w14:paraId="25279583" w14:textId="77777777" w:rsidTr="00727328">
        <w:trPr>
          <w:trHeight w:val="800"/>
        </w:trPr>
        <w:tc>
          <w:tcPr>
            <w:tcW w:w="29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70F692" w14:textId="703AAA13" w:rsidR="00AB413F" w:rsidRDefault="00AB413F">
            <w:pPr>
              <w:spacing w:before="60"/>
            </w:pPr>
            <w:r>
              <w:rPr>
                <w:rFonts w:ascii="Arial" w:hAnsi="Arial" w:cs="Arial"/>
              </w:rPr>
              <w:t xml:space="preserve">Le </w:t>
            </w:r>
            <w:r w:rsidR="005563A7"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</w:rPr>
              <w:t>itulaire ou le soumissionnaire</w:t>
            </w:r>
          </w:p>
        </w:tc>
        <w:tc>
          <w:tcPr>
            <w:tcW w:w="61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B0204C" w14:textId="4ED36CF8" w:rsidR="00AB413F" w:rsidRPr="00897514" w:rsidRDefault="00AB413F" w:rsidP="00BD3906">
            <w:pPr>
              <w:spacing w:before="60"/>
              <w:rPr>
                <w:rFonts w:ascii="Arial" w:hAnsi="Arial" w:cs="Arial"/>
              </w:rPr>
            </w:pPr>
            <w:r w:rsidRPr="00727328">
              <w:rPr>
                <w:rFonts w:ascii="Arial" w:hAnsi="Arial" w:cs="Arial"/>
              </w:rPr>
              <w:t>Nom</w:t>
            </w:r>
            <w:r w:rsidR="00365C7B">
              <w:rPr>
                <w:rFonts w:ascii="Arial" w:hAnsi="Arial" w:cs="Arial"/>
              </w:rPr>
              <w:t xml:space="preserve">, </w:t>
            </w:r>
            <w:r w:rsidR="00365C7B" w:rsidRPr="00897514">
              <w:rPr>
                <w:rFonts w:ascii="Arial" w:hAnsi="Arial" w:cs="Arial"/>
              </w:rPr>
              <w:t>prénom</w:t>
            </w:r>
            <w:r w:rsidRPr="00897514">
              <w:rPr>
                <w:rFonts w:ascii="Arial" w:hAnsi="Arial" w:cs="Arial"/>
              </w:rPr>
              <w:t xml:space="preserve"> et qualité du signataire</w:t>
            </w:r>
            <w:r w:rsidR="00256CAF" w:rsidRPr="00897514">
              <w:rPr>
                <w:rFonts w:ascii="Arial" w:hAnsi="Arial" w:cs="Arial"/>
              </w:rPr>
              <w:t> :</w:t>
            </w:r>
          </w:p>
          <w:p w14:paraId="49D3D49B" w14:textId="687AD3C0" w:rsidR="00AB413F" w:rsidRPr="00897514" w:rsidRDefault="00AB413F" w:rsidP="00BD3906">
            <w:pPr>
              <w:spacing w:before="60"/>
              <w:rPr>
                <w:rFonts w:ascii="Arial" w:hAnsi="Arial" w:cs="Arial"/>
              </w:rPr>
            </w:pPr>
            <w:r w:rsidRPr="00897514">
              <w:rPr>
                <w:rFonts w:ascii="Arial" w:hAnsi="Arial" w:cs="Arial"/>
              </w:rPr>
              <w:t> </w:t>
            </w:r>
          </w:p>
          <w:p w14:paraId="4B1A69E1" w14:textId="77777777" w:rsidR="004D1A53" w:rsidRPr="00897514" w:rsidRDefault="004D1A53" w:rsidP="00BD3906">
            <w:pPr>
              <w:spacing w:before="60"/>
              <w:rPr>
                <w:rFonts w:ascii="Arial" w:hAnsi="Arial" w:cs="Arial"/>
              </w:rPr>
            </w:pPr>
          </w:p>
          <w:p w14:paraId="5E9025B5" w14:textId="4FFE59DE" w:rsidR="00AB413F" w:rsidRDefault="004D1A53" w:rsidP="00BD3906">
            <w:pPr>
              <w:spacing w:before="60"/>
              <w:rPr>
                <w:rFonts w:ascii="Arial" w:hAnsi="Arial" w:cs="Arial"/>
                <w:i/>
              </w:rPr>
            </w:pPr>
            <w:r w:rsidRPr="00897514">
              <w:rPr>
                <w:rFonts w:ascii="Arial" w:hAnsi="Arial" w:cs="Arial"/>
                <w:i/>
              </w:rPr>
              <w:t>Signature et tampon :</w:t>
            </w:r>
          </w:p>
          <w:p w14:paraId="6BCA74FC" w14:textId="77777777" w:rsidR="00061DF1" w:rsidRPr="00BD3906" w:rsidRDefault="00061DF1" w:rsidP="00BD3906">
            <w:pPr>
              <w:spacing w:before="60"/>
              <w:rPr>
                <w:rFonts w:ascii="Arial" w:hAnsi="Arial" w:cs="Arial"/>
              </w:rPr>
            </w:pPr>
          </w:p>
          <w:p w14:paraId="30EE6EEC" w14:textId="1DDBAE9D" w:rsidR="00AB413F" w:rsidRDefault="00AB413F" w:rsidP="00BD3906">
            <w:pPr>
              <w:spacing w:before="60"/>
              <w:rPr>
                <w:rFonts w:ascii="Arial" w:hAnsi="Arial" w:cs="Arial"/>
              </w:rPr>
            </w:pPr>
            <w:r w:rsidRPr="00727328">
              <w:rPr>
                <w:rFonts w:ascii="Arial" w:hAnsi="Arial" w:cs="Arial"/>
              </w:rPr>
              <w:t> </w:t>
            </w:r>
          </w:p>
          <w:p w14:paraId="6B1BE57D" w14:textId="77777777" w:rsidR="004D1A53" w:rsidRPr="00BD3906" w:rsidRDefault="004D1A53" w:rsidP="00BD3906">
            <w:pPr>
              <w:spacing w:before="60"/>
              <w:rPr>
                <w:rFonts w:ascii="Arial" w:hAnsi="Arial" w:cs="Arial"/>
              </w:rPr>
            </w:pPr>
          </w:p>
          <w:p w14:paraId="4622190B" w14:textId="77777777" w:rsidR="00AB413F" w:rsidRPr="00BD3906" w:rsidRDefault="00AB413F" w:rsidP="00BD3906">
            <w:pPr>
              <w:spacing w:before="60"/>
              <w:rPr>
                <w:rFonts w:ascii="Arial" w:hAnsi="Arial" w:cs="Arial"/>
              </w:rPr>
            </w:pPr>
            <w:r w:rsidRPr="00727328">
              <w:rPr>
                <w:rFonts w:ascii="Arial" w:hAnsi="Arial" w:cs="Arial"/>
              </w:rPr>
              <w:t xml:space="preserve">                                                                            Date : </w:t>
            </w:r>
          </w:p>
        </w:tc>
      </w:tr>
      <w:tr w:rsidR="00AB413F" w14:paraId="7D449611" w14:textId="77777777" w:rsidTr="00727328">
        <w:trPr>
          <w:trHeight w:val="800"/>
        </w:trPr>
        <w:tc>
          <w:tcPr>
            <w:tcW w:w="2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1E7C4" w14:textId="031E0EA1" w:rsidR="00AB413F" w:rsidRDefault="00AB413F"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 sous-traitant</w:t>
            </w:r>
          </w:p>
        </w:tc>
        <w:tc>
          <w:tcPr>
            <w:tcW w:w="6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EEF07" w14:textId="2A599D41" w:rsidR="00AB413F" w:rsidRPr="00897514" w:rsidRDefault="00AB413F" w:rsidP="00BD3906">
            <w:pPr>
              <w:spacing w:before="60"/>
              <w:rPr>
                <w:rFonts w:ascii="Arial" w:hAnsi="Arial" w:cs="Arial"/>
              </w:rPr>
            </w:pPr>
            <w:r w:rsidRPr="00897514">
              <w:rPr>
                <w:rFonts w:ascii="Arial" w:hAnsi="Arial" w:cs="Arial"/>
              </w:rPr>
              <w:t>Nom</w:t>
            </w:r>
            <w:r w:rsidR="00365C7B" w:rsidRPr="00897514">
              <w:rPr>
                <w:rFonts w:ascii="Arial" w:hAnsi="Arial" w:cs="Arial"/>
              </w:rPr>
              <w:t>, prénom</w:t>
            </w:r>
            <w:r w:rsidRPr="00897514">
              <w:rPr>
                <w:rFonts w:ascii="Arial" w:hAnsi="Arial" w:cs="Arial"/>
              </w:rPr>
              <w:t xml:space="preserve"> et qualité du signataire</w:t>
            </w:r>
            <w:r w:rsidR="00256CAF" w:rsidRPr="00897514">
              <w:rPr>
                <w:rFonts w:ascii="Arial" w:hAnsi="Arial" w:cs="Arial"/>
              </w:rPr>
              <w:t> :</w:t>
            </w:r>
          </w:p>
          <w:p w14:paraId="72A1CC1C" w14:textId="43E91C15" w:rsidR="00AB413F" w:rsidRPr="00897514" w:rsidRDefault="00AB413F" w:rsidP="00BD3906">
            <w:pPr>
              <w:spacing w:before="60"/>
              <w:rPr>
                <w:rFonts w:ascii="Arial" w:hAnsi="Arial" w:cs="Arial"/>
              </w:rPr>
            </w:pPr>
            <w:r w:rsidRPr="00897514">
              <w:rPr>
                <w:rFonts w:ascii="Arial" w:hAnsi="Arial" w:cs="Arial"/>
              </w:rPr>
              <w:t> </w:t>
            </w:r>
          </w:p>
          <w:p w14:paraId="469DF978" w14:textId="77777777" w:rsidR="00061DF1" w:rsidRPr="00897514" w:rsidRDefault="00061DF1" w:rsidP="00BD3906">
            <w:pPr>
              <w:spacing w:before="60"/>
              <w:rPr>
                <w:rFonts w:ascii="Arial" w:hAnsi="Arial" w:cs="Arial"/>
                <w:i/>
              </w:rPr>
            </w:pPr>
          </w:p>
          <w:p w14:paraId="1644FAD5" w14:textId="0F302A70" w:rsidR="00BD3906" w:rsidRDefault="00061DF1" w:rsidP="00BD3906">
            <w:pPr>
              <w:spacing w:before="60"/>
              <w:rPr>
                <w:rFonts w:ascii="Arial" w:hAnsi="Arial" w:cs="Arial"/>
                <w:i/>
              </w:rPr>
            </w:pPr>
            <w:r w:rsidRPr="00897514">
              <w:rPr>
                <w:rFonts w:ascii="Arial" w:hAnsi="Arial" w:cs="Arial"/>
                <w:i/>
              </w:rPr>
              <w:t>Signature et tampon :</w:t>
            </w:r>
          </w:p>
          <w:p w14:paraId="68337A4C" w14:textId="77777777" w:rsidR="00061DF1" w:rsidRPr="00BD3906" w:rsidRDefault="00061DF1" w:rsidP="00BD3906">
            <w:pPr>
              <w:spacing w:before="60"/>
              <w:rPr>
                <w:rFonts w:ascii="Arial" w:hAnsi="Arial" w:cs="Arial"/>
              </w:rPr>
            </w:pPr>
          </w:p>
          <w:p w14:paraId="44204D2D" w14:textId="77777777" w:rsidR="00AB413F" w:rsidRPr="00BD3906" w:rsidRDefault="00AB413F" w:rsidP="00BD3906">
            <w:pPr>
              <w:spacing w:before="60"/>
              <w:rPr>
                <w:rFonts w:ascii="Arial" w:hAnsi="Arial" w:cs="Arial"/>
              </w:rPr>
            </w:pPr>
            <w:r w:rsidRPr="00727328">
              <w:rPr>
                <w:rFonts w:ascii="Arial" w:hAnsi="Arial" w:cs="Arial"/>
              </w:rPr>
              <w:t> </w:t>
            </w:r>
          </w:p>
          <w:p w14:paraId="263D8CB1" w14:textId="29B3C335" w:rsidR="00AB413F" w:rsidRDefault="00AB413F" w:rsidP="00BD3906">
            <w:pPr>
              <w:spacing w:before="60"/>
              <w:rPr>
                <w:rFonts w:ascii="Arial" w:hAnsi="Arial" w:cs="Arial"/>
              </w:rPr>
            </w:pPr>
            <w:r w:rsidRPr="00727328">
              <w:rPr>
                <w:rFonts w:ascii="Arial" w:hAnsi="Arial" w:cs="Arial"/>
              </w:rPr>
              <w:t> </w:t>
            </w:r>
          </w:p>
          <w:p w14:paraId="70549581" w14:textId="77777777" w:rsidR="00061DF1" w:rsidRPr="00BD3906" w:rsidRDefault="00061DF1" w:rsidP="00BD3906">
            <w:pPr>
              <w:spacing w:before="60"/>
              <w:rPr>
                <w:rFonts w:ascii="Arial" w:hAnsi="Arial" w:cs="Arial"/>
              </w:rPr>
            </w:pPr>
          </w:p>
          <w:p w14:paraId="15A5308F" w14:textId="224B37DF" w:rsidR="00AB413F" w:rsidRPr="00BD3906" w:rsidRDefault="00AB413F" w:rsidP="00BD3906">
            <w:pPr>
              <w:spacing w:before="60"/>
              <w:rPr>
                <w:rFonts w:ascii="Arial" w:hAnsi="Arial" w:cs="Arial"/>
              </w:rPr>
            </w:pPr>
            <w:r w:rsidRPr="00727328">
              <w:rPr>
                <w:rFonts w:ascii="Arial" w:hAnsi="Arial" w:cs="Arial"/>
              </w:rPr>
              <w:t>                                                                            Date :</w:t>
            </w:r>
          </w:p>
        </w:tc>
      </w:tr>
      <w:tr w:rsidR="00AB413F" w14:paraId="45FA8901" w14:textId="77777777" w:rsidTr="00727328">
        <w:trPr>
          <w:trHeight w:val="869"/>
        </w:trPr>
        <w:tc>
          <w:tcPr>
            <w:tcW w:w="2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053B8B" w14:textId="0EA79EF8" w:rsidR="00AB413F" w:rsidRDefault="00AB413F"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Avis</w:t>
            </w:r>
            <w:r w:rsidR="00836ABA">
              <w:rPr>
                <w:rFonts w:ascii="Arial" w:hAnsi="Arial" w:cs="Arial"/>
              </w:rPr>
              <w:t xml:space="preserve"> favorable</w:t>
            </w:r>
            <w:r>
              <w:rPr>
                <w:rFonts w:ascii="Arial" w:hAnsi="Arial" w:cs="Arial"/>
              </w:rPr>
              <w:t xml:space="preserve"> du Responsable d’unité technique CEA</w:t>
            </w:r>
          </w:p>
          <w:p w14:paraId="7A9F863F" w14:textId="0DA4A0CA" w:rsidR="00AB413F" w:rsidRDefault="00AB413F" w:rsidP="008C3AA1">
            <w:r>
              <w:rPr>
                <w:rFonts w:ascii="Arial" w:hAnsi="Arial" w:cs="Arial"/>
              </w:rPr>
              <w:br/>
            </w:r>
          </w:p>
        </w:tc>
        <w:tc>
          <w:tcPr>
            <w:tcW w:w="6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EE1FEA" w14:textId="4E186AF4" w:rsidR="00AB413F" w:rsidRPr="00BD3906" w:rsidRDefault="00AB413F" w:rsidP="00BD3906">
            <w:pPr>
              <w:spacing w:before="60"/>
              <w:rPr>
                <w:rFonts w:ascii="Arial" w:hAnsi="Arial" w:cs="Arial"/>
              </w:rPr>
            </w:pPr>
            <w:r w:rsidRPr="00897514">
              <w:rPr>
                <w:rFonts w:ascii="Arial" w:hAnsi="Arial" w:cs="Arial"/>
              </w:rPr>
              <w:t>Nom</w:t>
            </w:r>
            <w:r w:rsidR="00365C7B" w:rsidRPr="00897514">
              <w:rPr>
                <w:rFonts w:ascii="Arial" w:hAnsi="Arial" w:cs="Arial"/>
              </w:rPr>
              <w:t>, prénom</w:t>
            </w:r>
            <w:r w:rsidR="00BB02EA">
              <w:rPr>
                <w:rFonts w:ascii="Arial" w:hAnsi="Arial" w:cs="Arial"/>
              </w:rPr>
              <w:t xml:space="preserve"> </w:t>
            </w:r>
            <w:r w:rsidR="00256CAF" w:rsidRPr="00897514">
              <w:rPr>
                <w:rFonts w:ascii="Arial" w:hAnsi="Arial" w:cs="Arial"/>
              </w:rPr>
              <w:t>:</w:t>
            </w:r>
          </w:p>
          <w:p w14:paraId="4E4B25C1" w14:textId="193183D2" w:rsidR="00AB413F" w:rsidRDefault="00AB413F">
            <w:pPr>
              <w:rPr>
                <w:rFonts w:ascii="Arial" w:hAnsi="Arial" w:cs="Arial"/>
              </w:rPr>
            </w:pPr>
            <w:r w:rsidRPr="00797DA6">
              <w:rPr>
                <w:rFonts w:ascii="Arial" w:hAnsi="Arial" w:cs="Arial"/>
              </w:rPr>
              <w:t> </w:t>
            </w:r>
          </w:p>
          <w:p w14:paraId="33F43D79" w14:textId="14F66821" w:rsidR="00AB413F" w:rsidRDefault="00AB413F">
            <w:pPr>
              <w:rPr>
                <w:rFonts w:ascii="Arial" w:hAnsi="Arial" w:cs="Arial"/>
              </w:rPr>
            </w:pPr>
          </w:p>
          <w:p w14:paraId="5568D49B" w14:textId="3F55F2D4" w:rsidR="00BB02EA" w:rsidRDefault="00BB02EA">
            <w:pPr>
              <w:rPr>
                <w:rFonts w:ascii="Arial" w:hAnsi="Arial" w:cs="Arial"/>
              </w:rPr>
            </w:pPr>
            <w:r w:rsidRPr="00897514">
              <w:rPr>
                <w:rFonts w:ascii="Arial" w:hAnsi="Arial" w:cs="Arial"/>
                <w:i/>
              </w:rPr>
              <w:t>Signature</w:t>
            </w:r>
            <w:r>
              <w:rPr>
                <w:rFonts w:ascii="Arial" w:hAnsi="Arial" w:cs="Arial"/>
                <w:i/>
              </w:rPr>
              <w:t> :</w:t>
            </w:r>
          </w:p>
          <w:p w14:paraId="4F4B63B3" w14:textId="77777777" w:rsidR="00BD3906" w:rsidRPr="00797DA6" w:rsidRDefault="00BD3906"/>
          <w:p w14:paraId="5A1D835C" w14:textId="32F67814" w:rsidR="00061DF1" w:rsidRDefault="00061DF1">
            <w:pPr>
              <w:rPr>
                <w:rFonts w:ascii="Arial" w:hAnsi="Arial" w:cs="Arial"/>
              </w:rPr>
            </w:pPr>
          </w:p>
          <w:p w14:paraId="3469674A" w14:textId="77777777" w:rsidR="00BB02EA" w:rsidRDefault="00BB02EA">
            <w:pPr>
              <w:rPr>
                <w:rFonts w:ascii="Arial" w:hAnsi="Arial" w:cs="Arial"/>
              </w:rPr>
            </w:pPr>
          </w:p>
          <w:p w14:paraId="3BE71510" w14:textId="4EE24929" w:rsidR="00AB413F" w:rsidRPr="00797DA6" w:rsidRDefault="00C16263">
            <w:r w:rsidRPr="00797DA6">
              <w:rPr>
                <w:rFonts w:ascii="Arial" w:hAnsi="Arial" w:cs="Arial"/>
              </w:rPr>
              <w:t>Commentaires :</w:t>
            </w:r>
          </w:p>
          <w:p w14:paraId="2B1FD2F1" w14:textId="67AA131C" w:rsidR="00AB413F" w:rsidRDefault="00AB413F">
            <w:pPr>
              <w:rPr>
                <w:rFonts w:ascii="Arial" w:hAnsi="Arial" w:cs="Arial"/>
              </w:rPr>
            </w:pPr>
            <w:r w:rsidRPr="00797DA6">
              <w:rPr>
                <w:rFonts w:ascii="Arial" w:hAnsi="Arial" w:cs="Arial"/>
              </w:rPr>
              <w:t> </w:t>
            </w:r>
          </w:p>
          <w:p w14:paraId="02ABF8C9" w14:textId="77777777" w:rsidR="00BB02EA" w:rsidRDefault="00BB02EA">
            <w:pPr>
              <w:rPr>
                <w:rFonts w:ascii="Arial" w:hAnsi="Arial" w:cs="Arial"/>
              </w:rPr>
            </w:pPr>
          </w:p>
          <w:p w14:paraId="4AEE13A8" w14:textId="542AC782" w:rsidR="00BB02EA" w:rsidRDefault="00BB02EA">
            <w:pPr>
              <w:rPr>
                <w:rFonts w:ascii="Arial" w:hAnsi="Arial" w:cs="Arial"/>
              </w:rPr>
            </w:pPr>
          </w:p>
          <w:p w14:paraId="0834B2E0" w14:textId="77777777" w:rsidR="00BB02EA" w:rsidRPr="00797DA6" w:rsidRDefault="00BB02EA"/>
          <w:p w14:paraId="7EEC3001" w14:textId="77777777" w:rsidR="00AB413F" w:rsidRPr="00797DA6" w:rsidRDefault="00AB413F">
            <w:r w:rsidRPr="00797DA6">
              <w:rPr>
                <w:rFonts w:ascii="Arial" w:hAnsi="Arial" w:cs="Arial"/>
              </w:rPr>
              <w:t xml:space="preserve">                                                                            Date : </w:t>
            </w:r>
          </w:p>
        </w:tc>
      </w:tr>
      <w:tr w:rsidR="00AB413F" w14:paraId="0C0AB6E9" w14:textId="77777777" w:rsidTr="00727328">
        <w:trPr>
          <w:trHeight w:val="926"/>
        </w:trPr>
        <w:tc>
          <w:tcPr>
            <w:tcW w:w="2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4F2011" w14:textId="77777777" w:rsidR="00BD3906" w:rsidRDefault="00BD3906">
            <w:pPr>
              <w:rPr>
                <w:rFonts w:ascii="Arial" w:hAnsi="Arial" w:cs="Arial"/>
                <w:b/>
              </w:rPr>
            </w:pPr>
          </w:p>
          <w:p w14:paraId="1B6EF33C" w14:textId="471C84C0" w:rsidR="00420CA6" w:rsidRDefault="008C3AA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Accord</w:t>
            </w:r>
            <w:r w:rsidR="00420CA6" w:rsidRPr="00483BD6">
              <w:rPr>
                <w:rFonts w:ascii="Arial" w:hAnsi="Arial" w:cs="Arial"/>
                <w:b/>
                <w:sz w:val="36"/>
              </w:rPr>
              <w:t>*</w:t>
            </w:r>
            <w:r w:rsidRPr="006459C3">
              <w:rPr>
                <w:rFonts w:ascii="Arial" w:hAnsi="Arial" w:cs="Arial"/>
                <w:b/>
              </w:rPr>
              <w:t xml:space="preserve"> </w:t>
            </w:r>
            <w:r w:rsidR="00AB413F" w:rsidRPr="006459C3">
              <w:rPr>
                <w:rFonts w:ascii="Arial" w:hAnsi="Arial" w:cs="Arial"/>
                <w:b/>
              </w:rPr>
              <w:t>du CEA</w:t>
            </w:r>
          </w:p>
          <w:p w14:paraId="05EDD830" w14:textId="12E6E729" w:rsidR="00AB413F" w:rsidRDefault="00AB413F" w:rsidP="008C3AA1">
            <w:pPr>
              <w:tabs>
                <w:tab w:val="left" w:pos="1980"/>
              </w:tabs>
            </w:pPr>
            <w:r>
              <w:rPr>
                <w:rFonts w:ascii="Arial" w:hAnsi="Arial" w:cs="Arial"/>
              </w:rPr>
              <w:br/>
            </w:r>
          </w:p>
        </w:tc>
        <w:tc>
          <w:tcPr>
            <w:tcW w:w="6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63293B" w14:textId="77777777" w:rsidR="00BD3906" w:rsidRDefault="00BD3906">
            <w:pPr>
              <w:rPr>
                <w:rFonts w:ascii="Arial" w:hAnsi="Arial" w:cs="Arial"/>
              </w:rPr>
            </w:pPr>
          </w:p>
          <w:p w14:paraId="108B51E7" w14:textId="2E85F0BD" w:rsidR="00AB413F" w:rsidRPr="00797DA6" w:rsidRDefault="00420CA6">
            <w:r w:rsidRPr="00483BD6">
              <w:rPr>
                <w:rFonts w:ascii="Arial" w:hAnsi="Arial" w:cs="Arial"/>
                <w:sz w:val="36"/>
                <w:szCs w:val="36"/>
              </w:rPr>
              <w:t>**</w:t>
            </w:r>
            <w:r w:rsidR="00AB413F" w:rsidRPr="00897514">
              <w:rPr>
                <w:rFonts w:ascii="Arial" w:hAnsi="Arial" w:cs="Arial"/>
              </w:rPr>
              <w:t>Nom</w:t>
            </w:r>
            <w:r w:rsidR="00365C7B" w:rsidRPr="00897514">
              <w:rPr>
                <w:rFonts w:ascii="Arial" w:hAnsi="Arial" w:cs="Arial"/>
              </w:rPr>
              <w:t>, prénom</w:t>
            </w:r>
            <w:r w:rsidR="00BB02EA">
              <w:rPr>
                <w:rFonts w:ascii="Arial" w:hAnsi="Arial" w:cs="Arial"/>
              </w:rPr>
              <w:t xml:space="preserve"> </w:t>
            </w:r>
            <w:r w:rsidR="00256CAF" w:rsidRPr="00897514">
              <w:rPr>
                <w:rFonts w:ascii="Arial" w:hAnsi="Arial" w:cs="Arial"/>
              </w:rPr>
              <w:t>:</w:t>
            </w:r>
          </w:p>
          <w:p w14:paraId="3188CE5D" w14:textId="747B3DC2" w:rsidR="00AB413F" w:rsidRPr="00BB02EA" w:rsidRDefault="00AB413F">
            <w:r w:rsidRPr="00797DA6">
              <w:rPr>
                <w:rFonts w:ascii="Arial" w:hAnsi="Arial" w:cs="Arial"/>
              </w:rPr>
              <w:t> </w:t>
            </w:r>
          </w:p>
          <w:p w14:paraId="745A34A4" w14:textId="32F57C99" w:rsidR="00BB02EA" w:rsidRDefault="00BB02EA">
            <w:pPr>
              <w:rPr>
                <w:rFonts w:ascii="Arial" w:hAnsi="Arial" w:cs="Arial"/>
              </w:rPr>
            </w:pPr>
          </w:p>
          <w:p w14:paraId="4778E3E1" w14:textId="77777777" w:rsidR="00BB02EA" w:rsidRDefault="00BB02EA" w:rsidP="00BB02EA">
            <w:pPr>
              <w:rPr>
                <w:rFonts w:ascii="Arial" w:hAnsi="Arial" w:cs="Arial"/>
              </w:rPr>
            </w:pPr>
            <w:r w:rsidRPr="00897514">
              <w:rPr>
                <w:rFonts w:ascii="Arial" w:hAnsi="Arial" w:cs="Arial"/>
                <w:i/>
              </w:rPr>
              <w:t>Signature</w:t>
            </w:r>
            <w:r>
              <w:rPr>
                <w:rFonts w:ascii="Arial" w:hAnsi="Arial" w:cs="Arial"/>
                <w:i/>
              </w:rPr>
              <w:t> :</w:t>
            </w:r>
          </w:p>
          <w:p w14:paraId="0EB9C9FC" w14:textId="74CC972E" w:rsidR="00BB02EA" w:rsidRDefault="00BB02EA"/>
          <w:p w14:paraId="67D0C0BC" w14:textId="4B42E737" w:rsidR="00BB02EA" w:rsidRDefault="00BB02EA"/>
          <w:p w14:paraId="60AD177F" w14:textId="24DC557D" w:rsidR="00BB02EA" w:rsidRDefault="00BB02EA"/>
          <w:p w14:paraId="33C86996" w14:textId="77777777" w:rsidR="00BB02EA" w:rsidRPr="00797DA6" w:rsidRDefault="00BB02EA"/>
          <w:p w14:paraId="6861A47E" w14:textId="7B3EF609" w:rsidR="00AB413F" w:rsidRPr="00797DA6" w:rsidRDefault="00AB413F">
            <w:pPr>
              <w:rPr>
                <w:rFonts w:ascii="Arial" w:hAnsi="Arial" w:cs="Arial"/>
              </w:rPr>
            </w:pPr>
            <w:r w:rsidRPr="00797DA6">
              <w:rPr>
                <w:rFonts w:ascii="Arial" w:hAnsi="Arial" w:cs="Arial"/>
              </w:rPr>
              <w:t> </w:t>
            </w:r>
          </w:p>
          <w:p w14:paraId="3971A6B0" w14:textId="0AE461E9" w:rsidR="00C16263" w:rsidRPr="00797DA6" w:rsidRDefault="00893B21">
            <w:pPr>
              <w:rPr>
                <w:rFonts w:ascii="Arial" w:hAnsi="Arial" w:cs="Arial"/>
              </w:rPr>
            </w:pPr>
            <w:r w:rsidRPr="00797DA6">
              <w:rPr>
                <w:rFonts w:ascii="Arial" w:hAnsi="Arial" w:cs="Arial"/>
              </w:rPr>
              <w:t>Commentaires</w:t>
            </w:r>
            <w:r w:rsidR="00365C7B">
              <w:rPr>
                <w:rFonts w:ascii="Arial" w:hAnsi="Arial" w:cs="Arial"/>
              </w:rPr>
              <w:t> :</w:t>
            </w:r>
          </w:p>
          <w:p w14:paraId="011B6360" w14:textId="04CA47C9" w:rsidR="00C16263" w:rsidRPr="00797DA6" w:rsidRDefault="00C16263">
            <w:pPr>
              <w:rPr>
                <w:rFonts w:ascii="Arial" w:hAnsi="Arial" w:cs="Arial"/>
              </w:rPr>
            </w:pPr>
          </w:p>
          <w:p w14:paraId="4E3C4CC5" w14:textId="0A8DB96C" w:rsidR="00C16263" w:rsidRPr="00797DA6" w:rsidRDefault="00C16263">
            <w:pPr>
              <w:rPr>
                <w:rFonts w:ascii="Arial" w:hAnsi="Arial" w:cs="Arial"/>
              </w:rPr>
            </w:pPr>
          </w:p>
          <w:p w14:paraId="587F9887" w14:textId="022AA9BE" w:rsidR="00C16263" w:rsidRPr="00797DA6" w:rsidRDefault="00C16263">
            <w:pPr>
              <w:rPr>
                <w:rFonts w:ascii="Arial" w:hAnsi="Arial" w:cs="Arial"/>
              </w:rPr>
            </w:pPr>
          </w:p>
          <w:p w14:paraId="7334FD1A" w14:textId="051AB836" w:rsidR="00C16263" w:rsidRPr="00797DA6" w:rsidRDefault="00C16263"/>
          <w:p w14:paraId="04F06665" w14:textId="77777777" w:rsidR="00AB413F" w:rsidRPr="00797DA6" w:rsidRDefault="00AB413F">
            <w:r w:rsidRPr="00797DA6">
              <w:rPr>
                <w:rFonts w:ascii="Arial" w:hAnsi="Arial" w:cs="Arial"/>
              </w:rPr>
              <w:t> </w:t>
            </w:r>
          </w:p>
          <w:p w14:paraId="1594E465" w14:textId="77777777" w:rsidR="00AB413F" w:rsidRPr="00797DA6" w:rsidRDefault="00AB413F">
            <w:r w:rsidRPr="00797DA6">
              <w:rPr>
                <w:rFonts w:ascii="Arial" w:hAnsi="Arial" w:cs="Arial"/>
              </w:rPr>
              <w:t xml:space="preserve">                                                                            Date : </w:t>
            </w:r>
          </w:p>
        </w:tc>
      </w:tr>
    </w:tbl>
    <w:p w14:paraId="0481C733" w14:textId="77777777" w:rsidR="002616F9" w:rsidRDefault="00AB413F" w:rsidP="002616F9">
      <w:pPr>
        <w:rPr>
          <w:rFonts w:ascii="Calibri" w:eastAsiaTheme="minorHAnsi" w:hAnsi="Calibri" w:cs="Calibri"/>
          <w:sz w:val="22"/>
          <w:szCs w:val="22"/>
          <w:lang w:eastAsia="en-US"/>
        </w:rPr>
      </w:pPr>
      <w:r>
        <w:rPr>
          <w:color w:val="1F497D"/>
        </w:rPr>
        <w:t> </w:t>
      </w:r>
    </w:p>
    <w:p w14:paraId="593BBF41" w14:textId="1320541C" w:rsidR="00AD79F6" w:rsidRDefault="006318E2" w:rsidP="008C3AA1">
      <w:pPr>
        <w:jc w:val="both"/>
        <w:rPr>
          <w:rFonts w:ascii="Arial" w:hAnsi="Arial" w:cs="Arial"/>
        </w:rPr>
      </w:pPr>
      <w:r w:rsidRPr="00483BD6">
        <w:rPr>
          <w:rFonts w:ascii="Arial" w:hAnsi="Arial" w:cs="Arial"/>
          <w:sz w:val="36"/>
        </w:rPr>
        <w:lastRenderedPageBreak/>
        <w:t>*</w:t>
      </w:r>
      <w:r w:rsidRPr="002526DE">
        <w:rPr>
          <w:rFonts w:ascii="Arial" w:hAnsi="Arial" w:cs="Arial"/>
        </w:rPr>
        <w:t xml:space="preserve"> </w:t>
      </w:r>
      <w:r w:rsidR="008C3AA1">
        <w:rPr>
          <w:rFonts w:ascii="Arial" w:hAnsi="Arial" w:cs="Arial"/>
        </w:rPr>
        <w:t xml:space="preserve">Il est précisé que ce CEA peut refuser une demande d’acceptation de sous-traitance. </w:t>
      </w:r>
      <w:r w:rsidR="00F0438B">
        <w:rPr>
          <w:rFonts w:ascii="Arial" w:hAnsi="Arial" w:cs="Arial"/>
        </w:rPr>
        <w:t>L</w:t>
      </w:r>
      <w:r w:rsidRPr="002526DE">
        <w:rPr>
          <w:rFonts w:ascii="Arial" w:hAnsi="Arial" w:cs="Arial"/>
        </w:rPr>
        <w:t xml:space="preserve">es motifs de </w:t>
      </w:r>
      <w:r w:rsidR="006967C3">
        <w:rPr>
          <w:rFonts w:ascii="Arial" w:hAnsi="Arial" w:cs="Arial"/>
        </w:rPr>
        <w:t>refus</w:t>
      </w:r>
      <w:r w:rsidRPr="002526DE">
        <w:rPr>
          <w:rFonts w:ascii="Arial" w:hAnsi="Arial" w:cs="Arial"/>
        </w:rPr>
        <w:t xml:space="preserve"> sont</w:t>
      </w:r>
      <w:r>
        <w:rPr>
          <w:rFonts w:ascii="Arial" w:hAnsi="Arial" w:cs="Arial"/>
        </w:rPr>
        <w:t xml:space="preserve"> par exemple : le</w:t>
      </w:r>
      <w:r w:rsidRPr="002526DE">
        <w:rPr>
          <w:rFonts w:ascii="Arial" w:hAnsi="Arial" w:cs="Arial"/>
        </w:rPr>
        <w:t xml:space="preserve"> montant de la sous-traitance anormalement bas, </w:t>
      </w:r>
      <w:r>
        <w:rPr>
          <w:rFonts w:ascii="Arial" w:hAnsi="Arial" w:cs="Arial"/>
        </w:rPr>
        <w:t xml:space="preserve">les </w:t>
      </w:r>
      <w:r w:rsidRPr="002526DE">
        <w:rPr>
          <w:rFonts w:ascii="Arial" w:hAnsi="Arial" w:cs="Arial"/>
        </w:rPr>
        <w:t>capacités insuffisantes du sous-traitant qui sont susceptibles de nuire à la bo</w:t>
      </w:r>
      <w:r w:rsidRPr="006318E2">
        <w:rPr>
          <w:rFonts w:ascii="Arial" w:hAnsi="Arial" w:cs="Arial"/>
        </w:rPr>
        <w:t>nne exécution du marché public</w:t>
      </w:r>
      <w:r w:rsidRPr="002526DE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le </w:t>
      </w:r>
      <w:r w:rsidRPr="002526DE">
        <w:rPr>
          <w:rFonts w:ascii="Arial" w:hAnsi="Arial" w:cs="Arial"/>
        </w:rPr>
        <w:t xml:space="preserve">sous-traitant qui tombe sous le coup d’une interdiction de soumissionner, </w:t>
      </w:r>
      <w:r>
        <w:rPr>
          <w:rFonts w:ascii="Arial" w:hAnsi="Arial" w:cs="Arial"/>
        </w:rPr>
        <w:t>l’</w:t>
      </w:r>
      <w:r w:rsidRPr="002526DE">
        <w:rPr>
          <w:rFonts w:ascii="Arial" w:hAnsi="Arial" w:cs="Arial"/>
        </w:rPr>
        <w:t>existence d’un nantissement ou d’une cession de créance qui ferait obstacle au paiement direct du sous-traitant</w:t>
      </w:r>
      <w:r w:rsidR="00256CAF">
        <w:rPr>
          <w:rFonts w:ascii="Arial" w:hAnsi="Arial" w:cs="Arial"/>
        </w:rPr>
        <w:t>.</w:t>
      </w:r>
    </w:p>
    <w:p w14:paraId="5A478419" w14:textId="49C8D62A" w:rsidR="00420CA6" w:rsidRDefault="00420CA6" w:rsidP="008C3AA1">
      <w:pPr>
        <w:jc w:val="both"/>
        <w:rPr>
          <w:rFonts w:ascii="Arial" w:hAnsi="Arial" w:cs="Arial"/>
        </w:rPr>
      </w:pPr>
    </w:p>
    <w:p w14:paraId="7E71D165" w14:textId="1350B3E4" w:rsidR="00420CA6" w:rsidRDefault="00420CA6" w:rsidP="00420CA6">
      <w:r w:rsidRPr="00483BD6">
        <w:rPr>
          <w:rFonts w:ascii="Arial" w:hAnsi="Arial" w:cs="Arial"/>
          <w:sz w:val="36"/>
          <w:szCs w:val="36"/>
        </w:rPr>
        <w:t>**</w:t>
      </w:r>
      <w:r>
        <w:rPr>
          <w:rFonts w:ascii="Arial" w:hAnsi="Arial" w:cs="Arial"/>
        </w:rPr>
        <w:t xml:space="preserve">Signataire habilité en application </w:t>
      </w:r>
      <w:r w:rsidRPr="003D512C">
        <w:rPr>
          <w:rFonts w:ascii="Arial" w:hAnsi="Arial" w:cs="Arial"/>
        </w:rPr>
        <w:t xml:space="preserve">du Code d’organisation du CEA </w:t>
      </w:r>
      <w:r>
        <w:rPr>
          <w:rFonts w:ascii="Arial" w:hAnsi="Arial" w:cs="Arial"/>
        </w:rPr>
        <w:t>et des circulaires d’application.</w:t>
      </w:r>
    </w:p>
    <w:p w14:paraId="38CCF634" w14:textId="77777777" w:rsidR="00420CA6" w:rsidRPr="002616F9" w:rsidRDefault="00420CA6" w:rsidP="008C3AA1">
      <w:pPr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</w:p>
    <w:p w14:paraId="2B194D56" w14:textId="7704DB6C" w:rsidR="00EF2277" w:rsidRPr="006318E2" w:rsidRDefault="00EF2277" w:rsidP="00B02524">
      <w:pPr>
        <w:tabs>
          <w:tab w:val="left" w:pos="7840"/>
        </w:tabs>
        <w:rPr>
          <w:rFonts w:ascii="Arial" w:hAnsi="Arial" w:cs="Arial"/>
        </w:rPr>
      </w:pPr>
    </w:p>
    <w:sectPr w:rsidR="00EF2277" w:rsidRPr="006318E2" w:rsidSect="0027526A">
      <w:headerReference w:type="default" r:id="rId22"/>
      <w:footerReference w:type="default" r:id="rId23"/>
      <w:pgSz w:w="11906" w:h="16838"/>
      <w:pgMar w:top="1417" w:right="1416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37878" w14:textId="77777777" w:rsidR="00A07D43" w:rsidRDefault="00A07D43" w:rsidP="00EB16F1">
      <w:r>
        <w:separator/>
      </w:r>
    </w:p>
  </w:endnote>
  <w:endnote w:type="continuationSeparator" w:id="0">
    <w:p w14:paraId="58465DEC" w14:textId="77777777" w:rsidR="00A07D43" w:rsidRDefault="00A07D43" w:rsidP="00EB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335382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3081D6E" w14:textId="501122D9" w:rsidR="00787697" w:rsidRDefault="00787697">
            <w:pPr>
              <w:pStyle w:val="Pieddepage"/>
              <w:jc w:val="right"/>
            </w:pPr>
            <w:r w:rsidRPr="00787697">
              <w:rPr>
                <w:bCs/>
                <w:sz w:val="24"/>
                <w:szCs w:val="24"/>
              </w:rPr>
              <w:fldChar w:fldCharType="begin"/>
            </w:r>
            <w:r w:rsidRPr="00787697">
              <w:rPr>
                <w:bCs/>
              </w:rPr>
              <w:instrText>PAGE</w:instrText>
            </w:r>
            <w:r w:rsidRPr="00787697">
              <w:rPr>
                <w:bCs/>
                <w:sz w:val="24"/>
                <w:szCs w:val="24"/>
              </w:rPr>
              <w:fldChar w:fldCharType="separate"/>
            </w:r>
            <w:r w:rsidR="00B75719">
              <w:rPr>
                <w:bCs/>
                <w:noProof/>
              </w:rPr>
              <w:t>9</w:t>
            </w:r>
            <w:r w:rsidRPr="00787697">
              <w:rPr>
                <w:bCs/>
                <w:sz w:val="24"/>
                <w:szCs w:val="24"/>
              </w:rPr>
              <w:fldChar w:fldCharType="end"/>
            </w:r>
            <w:r w:rsidRPr="00787697">
              <w:t xml:space="preserve"> / </w:t>
            </w:r>
            <w:r w:rsidRPr="00787697">
              <w:rPr>
                <w:bCs/>
                <w:sz w:val="24"/>
                <w:szCs w:val="24"/>
              </w:rPr>
              <w:fldChar w:fldCharType="begin"/>
            </w:r>
            <w:r w:rsidRPr="00787697">
              <w:rPr>
                <w:bCs/>
              </w:rPr>
              <w:instrText>NUMPAGES</w:instrText>
            </w:r>
            <w:r w:rsidRPr="00787697">
              <w:rPr>
                <w:bCs/>
                <w:sz w:val="24"/>
                <w:szCs w:val="24"/>
              </w:rPr>
              <w:fldChar w:fldCharType="separate"/>
            </w:r>
            <w:r w:rsidR="00B75719">
              <w:rPr>
                <w:bCs/>
                <w:noProof/>
              </w:rPr>
              <w:t>9</w:t>
            </w:r>
            <w:r w:rsidRPr="00787697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220E6C3" w14:textId="1C4B5BF1" w:rsidR="00787697" w:rsidRPr="00A81C82" w:rsidRDefault="00787697" w:rsidP="00787697">
    <w:pPr>
      <w:pStyle w:val="Pieddepage"/>
      <w:ind w:left="-709"/>
      <w:rPr>
        <w:rFonts w:ascii="Arial" w:hAnsi="Arial" w:cs="Arial"/>
        <w:i/>
        <w:sz w:val="16"/>
        <w:szCs w:val="16"/>
      </w:rPr>
    </w:pPr>
    <w:r w:rsidRPr="001E687D">
      <w:rPr>
        <w:rFonts w:ascii="Arial" w:hAnsi="Arial" w:cs="Arial"/>
        <w:i/>
        <w:sz w:val="16"/>
        <w:szCs w:val="16"/>
      </w:rPr>
      <w:t xml:space="preserve">DAPS/SRCM – version du </w:t>
    </w:r>
    <w:r w:rsidR="006E4994">
      <w:rPr>
        <w:rFonts w:ascii="Arial" w:hAnsi="Arial" w:cs="Arial"/>
        <w:i/>
        <w:sz w:val="16"/>
        <w:szCs w:val="16"/>
      </w:rPr>
      <w:t>04</w:t>
    </w:r>
    <w:r w:rsidR="00761B78">
      <w:rPr>
        <w:rFonts w:ascii="Arial" w:hAnsi="Arial" w:cs="Arial"/>
        <w:i/>
        <w:sz w:val="16"/>
        <w:szCs w:val="16"/>
      </w:rPr>
      <w:t>/0</w:t>
    </w:r>
    <w:r w:rsidR="006E4994">
      <w:rPr>
        <w:rFonts w:ascii="Arial" w:hAnsi="Arial" w:cs="Arial"/>
        <w:i/>
        <w:sz w:val="16"/>
        <w:szCs w:val="16"/>
      </w:rPr>
      <w:t>9</w:t>
    </w:r>
    <w:r w:rsidR="00761B78">
      <w:rPr>
        <w:rFonts w:ascii="Arial" w:hAnsi="Arial" w:cs="Arial"/>
        <w:i/>
        <w:sz w:val="16"/>
        <w:szCs w:val="16"/>
      </w:rPr>
      <w:t>/202</w:t>
    </w:r>
    <w:r w:rsidR="006E4994">
      <w:rPr>
        <w:rFonts w:ascii="Arial" w:hAnsi="Arial" w:cs="Arial"/>
        <w:i/>
        <w:sz w:val="16"/>
        <w:szCs w:val="16"/>
      </w:rPr>
      <w:t>5</w:t>
    </w:r>
  </w:p>
  <w:p w14:paraId="203778E1" w14:textId="41090B6D" w:rsidR="00355985" w:rsidRPr="00A81C82" w:rsidRDefault="00355985" w:rsidP="00A81C82">
    <w:pPr>
      <w:pStyle w:val="Pieddepage"/>
      <w:ind w:left="-709"/>
      <w:rPr>
        <w:rFonts w:ascii="Arial" w:hAnsi="Arial" w:cs="Arial"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136244" w14:textId="77777777" w:rsidR="00A07D43" w:rsidRDefault="00A07D43" w:rsidP="00EB16F1">
      <w:r>
        <w:separator/>
      </w:r>
    </w:p>
  </w:footnote>
  <w:footnote w:type="continuationSeparator" w:id="0">
    <w:p w14:paraId="0691458D" w14:textId="77777777" w:rsidR="00A07D43" w:rsidRDefault="00A07D43" w:rsidP="00EB16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85F6F" w14:textId="1C0FE190" w:rsidR="00355985" w:rsidRDefault="00D56393" w:rsidP="00744C6A">
    <w:pPr>
      <w:pStyle w:val="En-tte"/>
      <w:jc w:val="center"/>
      <w:rPr>
        <w:rFonts w:ascii="Arial" w:hAnsi="Arial" w:cs="Arial"/>
        <w:b/>
        <w:color w:val="FF0000"/>
      </w:rPr>
    </w:pPr>
    <w:r>
      <w:rPr>
        <w:rFonts w:ascii="Arial" w:hAnsi="Arial" w:cs="Arial"/>
        <w:b/>
        <w:color w:val="FF0000"/>
      </w:rPr>
      <w:t>F</w:t>
    </w:r>
    <w:r w:rsidR="00355985" w:rsidRPr="00744C6A">
      <w:rPr>
        <w:rFonts w:ascii="Arial" w:hAnsi="Arial" w:cs="Arial"/>
        <w:b/>
        <w:color w:val="FF0000"/>
      </w:rPr>
      <w:t xml:space="preserve">ormulaire </w:t>
    </w:r>
    <w:r w:rsidR="00355985">
      <w:rPr>
        <w:rFonts w:ascii="Arial" w:hAnsi="Arial" w:cs="Arial"/>
        <w:b/>
        <w:color w:val="FF0000"/>
      </w:rPr>
      <w:t xml:space="preserve">CEA </w:t>
    </w:r>
    <w:r w:rsidR="00355985" w:rsidRPr="00744C6A">
      <w:rPr>
        <w:rFonts w:ascii="Arial" w:hAnsi="Arial" w:cs="Arial"/>
        <w:b/>
        <w:color w:val="FF0000"/>
      </w:rPr>
      <w:t>de déclaration d’acceptation d’un sous-traitant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1B6555D"/>
    <w:multiLevelType w:val="hybridMultilevel"/>
    <w:tmpl w:val="549C6E8E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35A3DDE"/>
    <w:multiLevelType w:val="hybridMultilevel"/>
    <w:tmpl w:val="5EE866AE"/>
    <w:lvl w:ilvl="0" w:tplc="040C0005">
      <w:start w:val="1"/>
      <w:numFmt w:val="bullet"/>
      <w:lvlText w:val="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356"/>
        </w:tabs>
        <w:ind w:left="23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76"/>
        </w:tabs>
        <w:ind w:left="30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16"/>
        </w:tabs>
        <w:ind w:left="45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36"/>
        </w:tabs>
        <w:ind w:left="52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56"/>
        </w:tabs>
        <w:ind w:left="59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76"/>
        </w:tabs>
        <w:ind w:left="66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96"/>
        </w:tabs>
        <w:ind w:left="7396" w:hanging="360"/>
      </w:pPr>
      <w:rPr>
        <w:rFonts w:ascii="Wingdings" w:hAnsi="Wingdings" w:hint="default"/>
      </w:rPr>
    </w:lvl>
  </w:abstractNum>
  <w:abstractNum w:abstractNumId="4" w15:restartNumberingAfterBreak="0">
    <w:nsid w:val="03A63158"/>
    <w:multiLevelType w:val="hybridMultilevel"/>
    <w:tmpl w:val="85544D70"/>
    <w:lvl w:ilvl="0" w:tplc="54F24EC4">
      <w:start w:val="5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2D42C2"/>
    <w:multiLevelType w:val="hybridMultilevel"/>
    <w:tmpl w:val="E4B47EDE"/>
    <w:lvl w:ilvl="0" w:tplc="040C000B">
      <w:start w:val="1"/>
      <w:numFmt w:val="bullet"/>
      <w:lvlText w:val=""/>
      <w:lvlJc w:val="left"/>
      <w:pPr>
        <w:tabs>
          <w:tab w:val="num" w:pos="1713"/>
        </w:tabs>
        <w:ind w:left="171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950C60BC">
      <w:numFmt w:val="bullet"/>
      <w:lvlText w:val=""/>
      <w:lvlJc w:val="left"/>
      <w:pPr>
        <w:tabs>
          <w:tab w:val="num" w:pos="3153"/>
        </w:tabs>
        <w:ind w:left="3153" w:hanging="360"/>
      </w:pPr>
      <w:rPr>
        <w:rFonts w:ascii="Wingdings 2" w:eastAsia="Times New Roman" w:hAnsi="Wingdings 2" w:cs="Arial" w:hint="default"/>
        <w:sz w:val="24"/>
        <w:szCs w:val="24"/>
      </w:rPr>
    </w:lvl>
    <w:lvl w:ilvl="3" w:tplc="040C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0DE9610A"/>
    <w:multiLevelType w:val="hybridMultilevel"/>
    <w:tmpl w:val="0A5A79E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84501"/>
    <w:multiLevelType w:val="hybridMultilevel"/>
    <w:tmpl w:val="FE50D6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A166BE"/>
    <w:multiLevelType w:val="hybridMultilevel"/>
    <w:tmpl w:val="93B62912"/>
    <w:lvl w:ilvl="0" w:tplc="58F084FE">
      <w:start w:val="5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 w15:restartNumberingAfterBreak="0">
    <w:nsid w:val="182D362E"/>
    <w:multiLevelType w:val="hybridMultilevel"/>
    <w:tmpl w:val="61CE70FC"/>
    <w:lvl w:ilvl="0" w:tplc="322C389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2838B4"/>
    <w:multiLevelType w:val="hybridMultilevel"/>
    <w:tmpl w:val="32D8F136"/>
    <w:lvl w:ilvl="0" w:tplc="C2C824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A24169"/>
    <w:multiLevelType w:val="hybridMultilevel"/>
    <w:tmpl w:val="44F01558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1C2165A3"/>
    <w:multiLevelType w:val="hybridMultilevel"/>
    <w:tmpl w:val="7F6267E8"/>
    <w:lvl w:ilvl="0" w:tplc="AEA8DEE4">
      <w:start w:val="2"/>
      <w:numFmt w:val="bullet"/>
      <w:lvlText w:val=""/>
      <w:lvlJc w:val="left"/>
      <w:pPr>
        <w:tabs>
          <w:tab w:val="num" w:pos="915"/>
        </w:tabs>
        <w:ind w:left="915" w:hanging="555"/>
      </w:pPr>
      <w:rPr>
        <w:rFonts w:ascii="Wingdings 2" w:eastAsia="Times New Roman" w:hAnsi="Wingdings 2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F33FD8"/>
    <w:multiLevelType w:val="hybridMultilevel"/>
    <w:tmpl w:val="52202046"/>
    <w:lvl w:ilvl="0" w:tplc="613227AA">
      <w:start w:val="2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2262C2"/>
    <w:multiLevelType w:val="hybridMultilevel"/>
    <w:tmpl w:val="D5F6D2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0724F9"/>
    <w:multiLevelType w:val="hybridMultilevel"/>
    <w:tmpl w:val="200A62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4A7506"/>
    <w:multiLevelType w:val="hybridMultilevel"/>
    <w:tmpl w:val="53683E80"/>
    <w:lvl w:ilvl="0" w:tplc="1A9C51D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806244"/>
    <w:multiLevelType w:val="hybridMultilevel"/>
    <w:tmpl w:val="FB3246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505B61"/>
    <w:multiLevelType w:val="hybridMultilevel"/>
    <w:tmpl w:val="F612CF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FF1FD7"/>
    <w:multiLevelType w:val="hybridMultilevel"/>
    <w:tmpl w:val="C2F8548E"/>
    <w:lvl w:ilvl="0" w:tplc="63D443F6">
      <w:start w:val="1"/>
      <w:numFmt w:val="lowerLetter"/>
      <w:lvlText w:val="%1)"/>
      <w:lvlJc w:val="left"/>
      <w:pPr>
        <w:tabs>
          <w:tab w:val="num" w:pos="690"/>
        </w:tabs>
        <w:ind w:left="69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20" w15:restartNumberingAfterBreak="0">
    <w:nsid w:val="30D63353"/>
    <w:multiLevelType w:val="hybridMultilevel"/>
    <w:tmpl w:val="C7C2E1A2"/>
    <w:lvl w:ilvl="0" w:tplc="D6FAC7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76757A"/>
    <w:multiLevelType w:val="hybridMultilevel"/>
    <w:tmpl w:val="2B0E19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C235C0"/>
    <w:multiLevelType w:val="hybridMultilevel"/>
    <w:tmpl w:val="660408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2D6F0B"/>
    <w:multiLevelType w:val="hybridMultilevel"/>
    <w:tmpl w:val="EC0AFF60"/>
    <w:lvl w:ilvl="0" w:tplc="54F24EC4">
      <w:start w:val="5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09225A"/>
    <w:multiLevelType w:val="hybridMultilevel"/>
    <w:tmpl w:val="08527D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AD3A14"/>
    <w:multiLevelType w:val="hybridMultilevel"/>
    <w:tmpl w:val="240E8206"/>
    <w:lvl w:ilvl="0" w:tplc="8CF40B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E05F0E"/>
    <w:multiLevelType w:val="hybridMultilevel"/>
    <w:tmpl w:val="D4E031F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EF08C5"/>
    <w:multiLevelType w:val="hybridMultilevel"/>
    <w:tmpl w:val="5DE22EE4"/>
    <w:lvl w:ilvl="0" w:tplc="1A9C51D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1D63FF"/>
    <w:multiLevelType w:val="hybridMultilevel"/>
    <w:tmpl w:val="12080EBE"/>
    <w:lvl w:ilvl="0" w:tplc="C8D04B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B66EAD"/>
    <w:multiLevelType w:val="hybridMultilevel"/>
    <w:tmpl w:val="668CA4A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257319"/>
    <w:multiLevelType w:val="hybridMultilevel"/>
    <w:tmpl w:val="89D66ED0"/>
    <w:lvl w:ilvl="0" w:tplc="D1CADEC4">
      <w:start w:val="1"/>
      <w:numFmt w:val="bullet"/>
      <w:lvlText w:val=""/>
      <w:lvlJc w:val="left"/>
      <w:pPr>
        <w:tabs>
          <w:tab w:val="num" w:pos="785"/>
        </w:tabs>
        <w:ind w:left="785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31" w15:restartNumberingAfterBreak="0">
    <w:nsid w:val="532460B6"/>
    <w:multiLevelType w:val="hybridMultilevel"/>
    <w:tmpl w:val="12D0F37A"/>
    <w:lvl w:ilvl="0" w:tplc="1A9C51D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7864A0"/>
    <w:multiLevelType w:val="hybridMultilevel"/>
    <w:tmpl w:val="384620DC"/>
    <w:lvl w:ilvl="0" w:tplc="613227A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0502AF"/>
    <w:multiLevelType w:val="hybridMultilevel"/>
    <w:tmpl w:val="AAC862C0"/>
    <w:lvl w:ilvl="0" w:tplc="5C5CC0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725580"/>
    <w:multiLevelType w:val="hybridMultilevel"/>
    <w:tmpl w:val="12A8FCD4"/>
    <w:lvl w:ilvl="0" w:tplc="FCC0D5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2626E2"/>
    <w:multiLevelType w:val="hybridMultilevel"/>
    <w:tmpl w:val="3EEC361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321992"/>
    <w:multiLevelType w:val="hybridMultilevel"/>
    <w:tmpl w:val="44F84E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AE66C4F"/>
    <w:multiLevelType w:val="hybridMultilevel"/>
    <w:tmpl w:val="2B8E2F72"/>
    <w:lvl w:ilvl="0" w:tplc="322C389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D47ACC"/>
    <w:multiLevelType w:val="hybridMultilevel"/>
    <w:tmpl w:val="C2B404AA"/>
    <w:lvl w:ilvl="0" w:tplc="3F8653B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5DAD76F6"/>
    <w:multiLevelType w:val="hybridMultilevel"/>
    <w:tmpl w:val="6B4838B4"/>
    <w:lvl w:ilvl="0" w:tplc="7276B9C0">
      <w:start w:val="1"/>
      <w:numFmt w:val="bullet"/>
      <w:lvlText w:val=""/>
      <w:lvlJc w:val="left"/>
      <w:pPr>
        <w:ind w:left="360" w:hanging="360"/>
      </w:pPr>
      <w:rPr>
        <w:rFonts w:ascii="Wingdings" w:hAnsi="Wingdings" w:hint="default"/>
        <w:color w:val="0070C0"/>
      </w:rPr>
    </w:lvl>
    <w:lvl w:ilvl="1" w:tplc="174AC72E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0" w15:restartNumberingAfterBreak="0">
    <w:nsid w:val="6211626A"/>
    <w:multiLevelType w:val="hybridMultilevel"/>
    <w:tmpl w:val="7A6E6C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2E94869"/>
    <w:multiLevelType w:val="hybridMultilevel"/>
    <w:tmpl w:val="7102E4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8056D1"/>
    <w:multiLevelType w:val="hybridMultilevel"/>
    <w:tmpl w:val="395C0982"/>
    <w:lvl w:ilvl="0" w:tplc="1A70A50C"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5C32793"/>
    <w:multiLevelType w:val="hybridMultilevel"/>
    <w:tmpl w:val="BB10CB54"/>
    <w:lvl w:ilvl="0" w:tplc="1A9C51D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5FB18CD"/>
    <w:multiLevelType w:val="hybridMultilevel"/>
    <w:tmpl w:val="D7A8E03E"/>
    <w:lvl w:ilvl="0" w:tplc="B26084AA"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5" w15:restartNumberingAfterBreak="0">
    <w:nsid w:val="675D2ECF"/>
    <w:multiLevelType w:val="hybridMultilevel"/>
    <w:tmpl w:val="3C889D7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68817756"/>
    <w:multiLevelType w:val="hybridMultilevel"/>
    <w:tmpl w:val="CA00DBE0"/>
    <w:lvl w:ilvl="0" w:tplc="2B640178">
      <w:start w:val="5"/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7" w15:restartNumberingAfterBreak="0">
    <w:nsid w:val="6BAE39C2"/>
    <w:multiLevelType w:val="hybridMultilevel"/>
    <w:tmpl w:val="231AE038"/>
    <w:lvl w:ilvl="0" w:tplc="7E90DAE4">
      <w:start w:val="1"/>
      <w:numFmt w:val="decimal"/>
      <w:lvlText w:val="%1-"/>
      <w:lvlJc w:val="left"/>
      <w:pPr>
        <w:ind w:left="786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CC50000"/>
    <w:multiLevelType w:val="hybridMultilevel"/>
    <w:tmpl w:val="B9CEA4E4"/>
    <w:lvl w:ilvl="0" w:tplc="C2C824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E3E1E93"/>
    <w:multiLevelType w:val="hybridMultilevel"/>
    <w:tmpl w:val="8D7E95B2"/>
    <w:lvl w:ilvl="0" w:tplc="FA8EBDD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C14E63"/>
    <w:multiLevelType w:val="hybridMultilevel"/>
    <w:tmpl w:val="F01AB4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2C549F6"/>
    <w:multiLevelType w:val="hybridMultilevel"/>
    <w:tmpl w:val="C10C6A64"/>
    <w:lvl w:ilvl="0" w:tplc="5472F48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393117F"/>
    <w:multiLevelType w:val="hybridMultilevel"/>
    <w:tmpl w:val="0C882EF6"/>
    <w:lvl w:ilvl="0" w:tplc="E166B2E2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749435DF"/>
    <w:multiLevelType w:val="hybridMultilevel"/>
    <w:tmpl w:val="EBACADA4"/>
    <w:lvl w:ilvl="0" w:tplc="C8D04B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67D5B34"/>
    <w:multiLevelType w:val="hybridMultilevel"/>
    <w:tmpl w:val="4D3699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74D171E"/>
    <w:multiLevelType w:val="hybridMultilevel"/>
    <w:tmpl w:val="1E6204D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8C86082"/>
    <w:multiLevelType w:val="hybridMultilevel"/>
    <w:tmpl w:val="1110E5BE"/>
    <w:lvl w:ilvl="0" w:tplc="322C389C">
      <w:start w:val="1"/>
      <w:numFmt w:val="bullet"/>
      <w:lvlText w:val=""/>
      <w:lvlJc w:val="left"/>
      <w:pPr>
        <w:tabs>
          <w:tab w:val="num" w:pos="1510"/>
        </w:tabs>
        <w:ind w:left="151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EB537A1"/>
    <w:multiLevelType w:val="hybridMultilevel"/>
    <w:tmpl w:val="94DC3EAE"/>
    <w:lvl w:ilvl="0" w:tplc="AEA8DEE4">
      <w:start w:val="2"/>
      <w:numFmt w:val="bullet"/>
      <w:lvlText w:val=""/>
      <w:lvlJc w:val="left"/>
      <w:pPr>
        <w:ind w:left="720" w:hanging="360"/>
      </w:pPr>
      <w:rPr>
        <w:rFonts w:ascii="Wingdings 2" w:eastAsia="Times New Roman" w:hAnsi="Wingdings 2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559" w:hanging="283"/>
        </w:pPr>
        <w:rPr>
          <w:rFonts w:ascii="Symbol" w:hAnsi="Symbol" w:hint="default"/>
        </w:rPr>
      </w:lvl>
    </w:lvlOverride>
  </w:num>
  <w:num w:numId="3">
    <w:abstractNumId w:val="5"/>
  </w:num>
  <w:num w:numId="4">
    <w:abstractNumId w:val="34"/>
  </w:num>
  <w:num w:numId="5">
    <w:abstractNumId w:val="30"/>
  </w:num>
  <w:num w:numId="6">
    <w:abstractNumId w:val="12"/>
  </w:num>
  <w:num w:numId="7">
    <w:abstractNumId w:val="3"/>
  </w:num>
  <w:num w:numId="8">
    <w:abstractNumId w:val="50"/>
  </w:num>
  <w:num w:numId="9">
    <w:abstractNumId w:val="14"/>
  </w:num>
  <w:num w:numId="10">
    <w:abstractNumId w:val="6"/>
  </w:num>
  <w:num w:numId="11">
    <w:abstractNumId w:val="25"/>
  </w:num>
  <w:num w:numId="12">
    <w:abstractNumId w:val="56"/>
  </w:num>
  <w:num w:numId="13">
    <w:abstractNumId w:val="19"/>
  </w:num>
  <w:num w:numId="14">
    <w:abstractNumId w:val="39"/>
  </w:num>
  <w:num w:numId="15">
    <w:abstractNumId w:val="41"/>
  </w:num>
  <w:num w:numId="16">
    <w:abstractNumId w:val="42"/>
  </w:num>
  <w:num w:numId="17">
    <w:abstractNumId w:val="29"/>
  </w:num>
  <w:num w:numId="18">
    <w:abstractNumId w:val="22"/>
  </w:num>
  <w:num w:numId="19">
    <w:abstractNumId w:val="23"/>
  </w:num>
  <w:num w:numId="20">
    <w:abstractNumId w:val="55"/>
  </w:num>
  <w:num w:numId="21">
    <w:abstractNumId w:val="37"/>
  </w:num>
  <w:num w:numId="22">
    <w:abstractNumId w:val="33"/>
  </w:num>
  <w:num w:numId="23">
    <w:abstractNumId w:val="9"/>
  </w:num>
  <w:num w:numId="24">
    <w:abstractNumId w:val="24"/>
  </w:num>
  <w:num w:numId="25">
    <w:abstractNumId w:val="4"/>
  </w:num>
  <w:num w:numId="26">
    <w:abstractNumId w:val="40"/>
  </w:num>
  <w:num w:numId="27">
    <w:abstractNumId w:val="48"/>
  </w:num>
  <w:num w:numId="28">
    <w:abstractNumId w:val="10"/>
  </w:num>
  <w:num w:numId="29">
    <w:abstractNumId w:val="17"/>
  </w:num>
  <w:num w:numId="30">
    <w:abstractNumId w:val="15"/>
  </w:num>
  <w:num w:numId="31">
    <w:abstractNumId w:val="43"/>
  </w:num>
  <w:num w:numId="32">
    <w:abstractNumId w:val="27"/>
  </w:num>
  <w:num w:numId="33">
    <w:abstractNumId w:val="31"/>
  </w:num>
  <w:num w:numId="34">
    <w:abstractNumId w:val="45"/>
  </w:num>
  <w:num w:numId="35">
    <w:abstractNumId w:val="21"/>
  </w:num>
  <w:num w:numId="36">
    <w:abstractNumId w:val="36"/>
  </w:num>
  <w:num w:numId="37">
    <w:abstractNumId w:val="16"/>
  </w:num>
  <w:num w:numId="38">
    <w:abstractNumId w:val="18"/>
  </w:num>
  <w:num w:numId="39">
    <w:abstractNumId w:val="2"/>
  </w:num>
  <w:num w:numId="40">
    <w:abstractNumId w:val="26"/>
  </w:num>
  <w:num w:numId="41">
    <w:abstractNumId w:val="1"/>
  </w:num>
  <w:num w:numId="42">
    <w:abstractNumId w:val="38"/>
  </w:num>
  <w:num w:numId="43">
    <w:abstractNumId w:val="7"/>
  </w:num>
  <w:num w:numId="44">
    <w:abstractNumId w:val="53"/>
  </w:num>
  <w:num w:numId="45">
    <w:abstractNumId w:val="49"/>
  </w:num>
  <w:num w:numId="46">
    <w:abstractNumId w:val="32"/>
  </w:num>
  <w:num w:numId="47">
    <w:abstractNumId w:val="28"/>
  </w:num>
  <w:num w:numId="48">
    <w:abstractNumId w:val="54"/>
  </w:num>
  <w:num w:numId="49">
    <w:abstractNumId w:val="51"/>
  </w:num>
  <w:num w:numId="50">
    <w:abstractNumId w:val="57"/>
  </w:num>
  <w:num w:numId="51">
    <w:abstractNumId w:val="8"/>
  </w:num>
  <w:num w:numId="52">
    <w:abstractNumId w:val="11"/>
  </w:num>
  <w:num w:numId="53">
    <w:abstractNumId w:val="46"/>
  </w:num>
  <w:num w:numId="54">
    <w:abstractNumId w:val="13"/>
  </w:num>
  <w:num w:numId="55">
    <w:abstractNumId w:val="35"/>
  </w:num>
  <w:num w:numId="56">
    <w:abstractNumId w:val="52"/>
  </w:num>
  <w:num w:numId="57">
    <w:abstractNumId w:val="20"/>
  </w:num>
  <w:num w:numId="58">
    <w:abstractNumId w:val="47"/>
  </w:num>
  <w:num w:numId="59">
    <w:abstractNumId w:val="4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536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B00"/>
    <w:rsid w:val="000033A2"/>
    <w:rsid w:val="000038F6"/>
    <w:rsid w:val="00011AF5"/>
    <w:rsid w:val="000141DC"/>
    <w:rsid w:val="000235C8"/>
    <w:rsid w:val="00026CE3"/>
    <w:rsid w:val="00035381"/>
    <w:rsid w:val="00045C82"/>
    <w:rsid w:val="000530D9"/>
    <w:rsid w:val="00053F7C"/>
    <w:rsid w:val="00056F4F"/>
    <w:rsid w:val="00057352"/>
    <w:rsid w:val="00061DF1"/>
    <w:rsid w:val="000623A6"/>
    <w:rsid w:val="00064D0E"/>
    <w:rsid w:val="0007206E"/>
    <w:rsid w:val="0007278E"/>
    <w:rsid w:val="00081F99"/>
    <w:rsid w:val="0008475D"/>
    <w:rsid w:val="00086A12"/>
    <w:rsid w:val="00087A27"/>
    <w:rsid w:val="00092EF4"/>
    <w:rsid w:val="00095F6D"/>
    <w:rsid w:val="00096784"/>
    <w:rsid w:val="000A0E58"/>
    <w:rsid w:val="000A1590"/>
    <w:rsid w:val="000A5F1E"/>
    <w:rsid w:val="000A6067"/>
    <w:rsid w:val="000A60C0"/>
    <w:rsid w:val="000B13FF"/>
    <w:rsid w:val="000B521F"/>
    <w:rsid w:val="000C001E"/>
    <w:rsid w:val="000C1325"/>
    <w:rsid w:val="000C2001"/>
    <w:rsid w:val="000C490F"/>
    <w:rsid w:val="000C6407"/>
    <w:rsid w:val="000D34B8"/>
    <w:rsid w:val="000D43EE"/>
    <w:rsid w:val="000E0B3B"/>
    <w:rsid w:val="000E78D0"/>
    <w:rsid w:val="000F309F"/>
    <w:rsid w:val="001048B7"/>
    <w:rsid w:val="00107933"/>
    <w:rsid w:val="00114A0A"/>
    <w:rsid w:val="00114E14"/>
    <w:rsid w:val="00115425"/>
    <w:rsid w:val="0012119F"/>
    <w:rsid w:val="00121FA5"/>
    <w:rsid w:val="00122B2B"/>
    <w:rsid w:val="00122E03"/>
    <w:rsid w:val="00126B00"/>
    <w:rsid w:val="00137FA4"/>
    <w:rsid w:val="00142F05"/>
    <w:rsid w:val="001535A9"/>
    <w:rsid w:val="00157AFA"/>
    <w:rsid w:val="00163B5D"/>
    <w:rsid w:val="001704C6"/>
    <w:rsid w:val="00170B23"/>
    <w:rsid w:val="001742FF"/>
    <w:rsid w:val="001759DC"/>
    <w:rsid w:val="001766F6"/>
    <w:rsid w:val="001770EC"/>
    <w:rsid w:val="00183A83"/>
    <w:rsid w:val="00183CBE"/>
    <w:rsid w:val="00184822"/>
    <w:rsid w:val="00185DB6"/>
    <w:rsid w:val="00186661"/>
    <w:rsid w:val="001874AA"/>
    <w:rsid w:val="001905FD"/>
    <w:rsid w:val="001939BD"/>
    <w:rsid w:val="00193ABA"/>
    <w:rsid w:val="001957F5"/>
    <w:rsid w:val="001B5741"/>
    <w:rsid w:val="001B712F"/>
    <w:rsid w:val="001C2C80"/>
    <w:rsid w:val="001C5981"/>
    <w:rsid w:val="001C7B51"/>
    <w:rsid w:val="001D19EB"/>
    <w:rsid w:val="001D1B98"/>
    <w:rsid w:val="001D6DE4"/>
    <w:rsid w:val="001E02B3"/>
    <w:rsid w:val="001F1537"/>
    <w:rsid w:val="00202FFE"/>
    <w:rsid w:val="00213981"/>
    <w:rsid w:val="002154F0"/>
    <w:rsid w:val="00223A07"/>
    <w:rsid w:val="00224834"/>
    <w:rsid w:val="00224EFB"/>
    <w:rsid w:val="00227B34"/>
    <w:rsid w:val="002370CE"/>
    <w:rsid w:val="00237E1F"/>
    <w:rsid w:val="00241B64"/>
    <w:rsid w:val="00244181"/>
    <w:rsid w:val="002519AE"/>
    <w:rsid w:val="00251B22"/>
    <w:rsid w:val="002526DE"/>
    <w:rsid w:val="00252904"/>
    <w:rsid w:val="00254586"/>
    <w:rsid w:val="00256CAF"/>
    <w:rsid w:val="002616F9"/>
    <w:rsid w:val="00262D8C"/>
    <w:rsid w:val="00263A31"/>
    <w:rsid w:val="00266373"/>
    <w:rsid w:val="00270FFF"/>
    <w:rsid w:val="0027107E"/>
    <w:rsid w:val="0027526A"/>
    <w:rsid w:val="00281395"/>
    <w:rsid w:val="00281AC4"/>
    <w:rsid w:val="0028206F"/>
    <w:rsid w:val="00282A5D"/>
    <w:rsid w:val="00287340"/>
    <w:rsid w:val="0029000F"/>
    <w:rsid w:val="00291766"/>
    <w:rsid w:val="00293B5C"/>
    <w:rsid w:val="00293C2E"/>
    <w:rsid w:val="002970B9"/>
    <w:rsid w:val="002A4EBF"/>
    <w:rsid w:val="002A5DB4"/>
    <w:rsid w:val="002B6A93"/>
    <w:rsid w:val="002B6CFD"/>
    <w:rsid w:val="002C0F0B"/>
    <w:rsid w:val="002C613D"/>
    <w:rsid w:val="002D3053"/>
    <w:rsid w:val="002D3FE4"/>
    <w:rsid w:val="002D4E4D"/>
    <w:rsid w:val="002E0723"/>
    <w:rsid w:val="002E4CDD"/>
    <w:rsid w:val="002F553F"/>
    <w:rsid w:val="002F7808"/>
    <w:rsid w:val="00300ACF"/>
    <w:rsid w:val="00306E85"/>
    <w:rsid w:val="00311067"/>
    <w:rsid w:val="00311AE9"/>
    <w:rsid w:val="003127EA"/>
    <w:rsid w:val="003174A9"/>
    <w:rsid w:val="00331138"/>
    <w:rsid w:val="00341491"/>
    <w:rsid w:val="00341C7C"/>
    <w:rsid w:val="00341F3D"/>
    <w:rsid w:val="0034312A"/>
    <w:rsid w:val="003438E3"/>
    <w:rsid w:val="00344E8B"/>
    <w:rsid w:val="00355985"/>
    <w:rsid w:val="00365C7B"/>
    <w:rsid w:val="003807C4"/>
    <w:rsid w:val="00380E60"/>
    <w:rsid w:val="00381A43"/>
    <w:rsid w:val="00381DAA"/>
    <w:rsid w:val="003857EA"/>
    <w:rsid w:val="00385942"/>
    <w:rsid w:val="00394435"/>
    <w:rsid w:val="003959A8"/>
    <w:rsid w:val="003A2A00"/>
    <w:rsid w:val="003A336C"/>
    <w:rsid w:val="003A6224"/>
    <w:rsid w:val="003A6555"/>
    <w:rsid w:val="003A7EF9"/>
    <w:rsid w:val="003B261E"/>
    <w:rsid w:val="003B2DB7"/>
    <w:rsid w:val="003B3DBA"/>
    <w:rsid w:val="003B74E8"/>
    <w:rsid w:val="003C15FF"/>
    <w:rsid w:val="003C2A8A"/>
    <w:rsid w:val="003C2C4E"/>
    <w:rsid w:val="003C2E9C"/>
    <w:rsid w:val="003C6335"/>
    <w:rsid w:val="003D2645"/>
    <w:rsid w:val="003D2F4D"/>
    <w:rsid w:val="003D3958"/>
    <w:rsid w:val="003D4B79"/>
    <w:rsid w:val="003D512C"/>
    <w:rsid w:val="003D51B4"/>
    <w:rsid w:val="003D69C8"/>
    <w:rsid w:val="003D6BE4"/>
    <w:rsid w:val="003E67C0"/>
    <w:rsid w:val="003E6EA2"/>
    <w:rsid w:val="003F115C"/>
    <w:rsid w:val="004009AE"/>
    <w:rsid w:val="00403299"/>
    <w:rsid w:val="0041392D"/>
    <w:rsid w:val="00420511"/>
    <w:rsid w:val="00420CA6"/>
    <w:rsid w:val="004236A4"/>
    <w:rsid w:val="004302CC"/>
    <w:rsid w:val="0043768B"/>
    <w:rsid w:val="00444ADF"/>
    <w:rsid w:val="004458C6"/>
    <w:rsid w:val="00452759"/>
    <w:rsid w:val="004570C0"/>
    <w:rsid w:val="00461B50"/>
    <w:rsid w:val="004647D8"/>
    <w:rsid w:val="00465D84"/>
    <w:rsid w:val="00467B11"/>
    <w:rsid w:val="00483BD6"/>
    <w:rsid w:val="00484A5F"/>
    <w:rsid w:val="004965CF"/>
    <w:rsid w:val="004969D7"/>
    <w:rsid w:val="00496BB1"/>
    <w:rsid w:val="004A0A47"/>
    <w:rsid w:val="004A6133"/>
    <w:rsid w:val="004B4BA1"/>
    <w:rsid w:val="004B63F5"/>
    <w:rsid w:val="004B68D6"/>
    <w:rsid w:val="004C2413"/>
    <w:rsid w:val="004C6CD9"/>
    <w:rsid w:val="004D1A53"/>
    <w:rsid w:val="004D28DE"/>
    <w:rsid w:val="004D35CD"/>
    <w:rsid w:val="004D4CB3"/>
    <w:rsid w:val="004E65F1"/>
    <w:rsid w:val="005203AC"/>
    <w:rsid w:val="00526E80"/>
    <w:rsid w:val="00532468"/>
    <w:rsid w:val="00536495"/>
    <w:rsid w:val="005407C8"/>
    <w:rsid w:val="00545B53"/>
    <w:rsid w:val="005479C6"/>
    <w:rsid w:val="00551708"/>
    <w:rsid w:val="00554047"/>
    <w:rsid w:val="005563A7"/>
    <w:rsid w:val="00556747"/>
    <w:rsid w:val="00561A94"/>
    <w:rsid w:val="00564133"/>
    <w:rsid w:val="0056480A"/>
    <w:rsid w:val="00565F60"/>
    <w:rsid w:val="0056640D"/>
    <w:rsid w:val="00566721"/>
    <w:rsid w:val="00567589"/>
    <w:rsid w:val="00567886"/>
    <w:rsid w:val="00570B5E"/>
    <w:rsid w:val="00570E0B"/>
    <w:rsid w:val="005716FD"/>
    <w:rsid w:val="00580264"/>
    <w:rsid w:val="005803E0"/>
    <w:rsid w:val="0059091E"/>
    <w:rsid w:val="00591E3D"/>
    <w:rsid w:val="00592C99"/>
    <w:rsid w:val="00593D91"/>
    <w:rsid w:val="00597F2A"/>
    <w:rsid w:val="005A59E3"/>
    <w:rsid w:val="005A7376"/>
    <w:rsid w:val="005B0162"/>
    <w:rsid w:val="005C0580"/>
    <w:rsid w:val="005C735A"/>
    <w:rsid w:val="005D131E"/>
    <w:rsid w:val="005D399C"/>
    <w:rsid w:val="005D3B1D"/>
    <w:rsid w:val="005E0E2D"/>
    <w:rsid w:val="005E39E0"/>
    <w:rsid w:val="005E60EB"/>
    <w:rsid w:val="005E720E"/>
    <w:rsid w:val="005F675C"/>
    <w:rsid w:val="00603E83"/>
    <w:rsid w:val="00605260"/>
    <w:rsid w:val="00605490"/>
    <w:rsid w:val="0062232E"/>
    <w:rsid w:val="0062527D"/>
    <w:rsid w:val="00625809"/>
    <w:rsid w:val="00625A10"/>
    <w:rsid w:val="00630F57"/>
    <w:rsid w:val="006318E2"/>
    <w:rsid w:val="00631B9F"/>
    <w:rsid w:val="0063717C"/>
    <w:rsid w:val="00642A00"/>
    <w:rsid w:val="00643519"/>
    <w:rsid w:val="00643AB8"/>
    <w:rsid w:val="006459C3"/>
    <w:rsid w:val="00645EF7"/>
    <w:rsid w:val="0066015C"/>
    <w:rsid w:val="0066289C"/>
    <w:rsid w:val="006645C5"/>
    <w:rsid w:val="00664BB6"/>
    <w:rsid w:val="00672680"/>
    <w:rsid w:val="00672C97"/>
    <w:rsid w:val="0067478D"/>
    <w:rsid w:val="00675B25"/>
    <w:rsid w:val="00676D30"/>
    <w:rsid w:val="006809C9"/>
    <w:rsid w:val="00684875"/>
    <w:rsid w:val="006908B2"/>
    <w:rsid w:val="00693040"/>
    <w:rsid w:val="006967C3"/>
    <w:rsid w:val="00697C30"/>
    <w:rsid w:val="006A0F47"/>
    <w:rsid w:val="006A2E3E"/>
    <w:rsid w:val="006A5109"/>
    <w:rsid w:val="006B09AE"/>
    <w:rsid w:val="006B12E8"/>
    <w:rsid w:val="006B1F90"/>
    <w:rsid w:val="006B2994"/>
    <w:rsid w:val="006C3A84"/>
    <w:rsid w:val="006C685F"/>
    <w:rsid w:val="006C7395"/>
    <w:rsid w:val="006C7466"/>
    <w:rsid w:val="006C7B84"/>
    <w:rsid w:val="006D5EE8"/>
    <w:rsid w:val="006E3333"/>
    <w:rsid w:val="006E4994"/>
    <w:rsid w:val="006E77B1"/>
    <w:rsid w:val="006F0DE5"/>
    <w:rsid w:val="006F1488"/>
    <w:rsid w:val="006F1677"/>
    <w:rsid w:val="006F6AC9"/>
    <w:rsid w:val="00706DD5"/>
    <w:rsid w:val="00711C9D"/>
    <w:rsid w:val="00713CD0"/>
    <w:rsid w:val="00717FA1"/>
    <w:rsid w:val="0072462A"/>
    <w:rsid w:val="00726B12"/>
    <w:rsid w:val="00727328"/>
    <w:rsid w:val="007274DB"/>
    <w:rsid w:val="00743734"/>
    <w:rsid w:val="00744C6A"/>
    <w:rsid w:val="0074537C"/>
    <w:rsid w:val="00747262"/>
    <w:rsid w:val="00751321"/>
    <w:rsid w:val="007520AE"/>
    <w:rsid w:val="00754344"/>
    <w:rsid w:val="00760BA2"/>
    <w:rsid w:val="00761B78"/>
    <w:rsid w:val="00762D6E"/>
    <w:rsid w:val="00764639"/>
    <w:rsid w:val="007661DB"/>
    <w:rsid w:val="007707E1"/>
    <w:rsid w:val="00771A97"/>
    <w:rsid w:val="00772969"/>
    <w:rsid w:val="00774F5F"/>
    <w:rsid w:val="0078137C"/>
    <w:rsid w:val="007828BD"/>
    <w:rsid w:val="00783170"/>
    <w:rsid w:val="0078504B"/>
    <w:rsid w:val="00787697"/>
    <w:rsid w:val="0079112C"/>
    <w:rsid w:val="007961FD"/>
    <w:rsid w:val="00796AC2"/>
    <w:rsid w:val="007976FE"/>
    <w:rsid w:val="00797DA6"/>
    <w:rsid w:val="007A5B7A"/>
    <w:rsid w:val="007B367A"/>
    <w:rsid w:val="007B6185"/>
    <w:rsid w:val="007D1D83"/>
    <w:rsid w:val="007D23D9"/>
    <w:rsid w:val="007D35D9"/>
    <w:rsid w:val="007D7FBF"/>
    <w:rsid w:val="007E0173"/>
    <w:rsid w:val="007E1C25"/>
    <w:rsid w:val="007E4480"/>
    <w:rsid w:val="007F6893"/>
    <w:rsid w:val="00807ACA"/>
    <w:rsid w:val="00813087"/>
    <w:rsid w:val="00813B19"/>
    <w:rsid w:val="008221AB"/>
    <w:rsid w:val="00836ABA"/>
    <w:rsid w:val="008414E1"/>
    <w:rsid w:val="008476FE"/>
    <w:rsid w:val="00861F14"/>
    <w:rsid w:val="0086484D"/>
    <w:rsid w:val="00871954"/>
    <w:rsid w:val="00872984"/>
    <w:rsid w:val="00873B66"/>
    <w:rsid w:val="008745FB"/>
    <w:rsid w:val="00882EAD"/>
    <w:rsid w:val="00891883"/>
    <w:rsid w:val="00891E93"/>
    <w:rsid w:val="008927BA"/>
    <w:rsid w:val="00893B21"/>
    <w:rsid w:val="008944E1"/>
    <w:rsid w:val="00897514"/>
    <w:rsid w:val="00897738"/>
    <w:rsid w:val="008A2322"/>
    <w:rsid w:val="008A6C58"/>
    <w:rsid w:val="008B3DB3"/>
    <w:rsid w:val="008B5B1A"/>
    <w:rsid w:val="008B5B9C"/>
    <w:rsid w:val="008C0967"/>
    <w:rsid w:val="008C3862"/>
    <w:rsid w:val="008C3AA1"/>
    <w:rsid w:val="008C3DA9"/>
    <w:rsid w:val="008C4843"/>
    <w:rsid w:val="008D0F71"/>
    <w:rsid w:val="008D49DC"/>
    <w:rsid w:val="008D5FD6"/>
    <w:rsid w:val="008E69F1"/>
    <w:rsid w:val="008F0C85"/>
    <w:rsid w:val="008F444E"/>
    <w:rsid w:val="008F6FDB"/>
    <w:rsid w:val="008F7C2D"/>
    <w:rsid w:val="00900996"/>
    <w:rsid w:val="00905E95"/>
    <w:rsid w:val="00906243"/>
    <w:rsid w:val="009071A0"/>
    <w:rsid w:val="00914D96"/>
    <w:rsid w:val="00916142"/>
    <w:rsid w:val="00920DD0"/>
    <w:rsid w:val="0092128B"/>
    <w:rsid w:val="00923279"/>
    <w:rsid w:val="00924091"/>
    <w:rsid w:val="009253AF"/>
    <w:rsid w:val="00926529"/>
    <w:rsid w:val="00933950"/>
    <w:rsid w:val="00942BBF"/>
    <w:rsid w:val="00947D6E"/>
    <w:rsid w:val="009516BC"/>
    <w:rsid w:val="009541B1"/>
    <w:rsid w:val="009548B2"/>
    <w:rsid w:val="00957FA7"/>
    <w:rsid w:val="0097512E"/>
    <w:rsid w:val="00975A6C"/>
    <w:rsid w:val="009762C4"/>
    <w:rsid w:val="00977319"/>
    <w:rsid w:val="00982DAB"/>
    <w:rsid w:val="009847FA"/>
    <w:rsid w:val="0098594A"/>
    <w:rsid w:val="0099103B"/>
    <w:rsid w:val="009A0FB5"/>
    <w:rsid w:val="009A2D9C"/>
    <w:rsid w:val="009A31E4"/>
    <w:rsid w:val="009B4AF6"/>
    <w:rsid w:val="009B60B7"/>
    <w:rsid w:val="009C5C8F"/>
    <w:rsid w:val="009D486B"/>
    <w:rsid w:val="009D4DD0"/>
    <w:rsid w:val="009D6EA6"/>
    <w:rsid w:val="009E5385"/>
    <w:rsid w:val="009F0C22"/>
    <w:rsid w:val="009F60DD"/>
    <w:rsid w:val="00A0696F"/>
    <w:rsid w:val="00A07D43"/>
    <w:rsid w:val="00A10587"/>
    <w:rsid w:val="00A11EBA"/>
    <w:rsid w:val="00A16229"/>
    <w:rsid w:val="00A20C4A"/>
    <w:rsid w:val="00A21602"/>
    <w:rsid w:val="00A27184"/>
    <w:rsid w:val="00A30350"/>
    <w:rsid w:val="00A33963"/>
    <w:rsid w:val="00A33AE4"/>
    <w:rsid w:val="00A40B9E"/>
    <w:rsid w:val="00A41C69"/>
    <w:rsid w:val="00A4791B"/>
    <w:rsid w:val="00A51643"/>
    <w:rsid w:val="00A53AAA"/>
    <w:rsid w:val="00A56C2C"/>
    <w:rsid w:val="00A60ED4"/>
    <w:rsid w:val="00A62D5B"/>
    <w:rsid w:val="00A632B4"/>
    <w:rsid w:val="00A632C3"/>
    <w:rsid w:val="00A673C5"/>
    <w:rsid w:val="00A7192D"/>
    <w:rsid w:val="00A75807"/>
    <w:rsid w:val="00A75E68"/>
    <w:rsid w:val="00A805C5"/>
    <w:rsid w:val="00A81C82"/>
    <w:rsid w:val="00A81E73"/>
    <w:rsid w:val="00A842FD"/>
    <w:rsid w:val="00A861A0"/>
    <w:rsid w:val="00A92C66"/>
    <w:rsid w:val="00A96F85"/>
    <w:rsid w:val="00AA020F"/>
    <w:rsid w:val="00AA211E"/>
    <w:rsid w:val="00AA25DE"/>
    <w:rsid w:val="00AA3F42"/>
    <w:rsid w:val="00AB0591"/>
    <w:rsid w:val="00AB413F"/>
    <w:rsid w:val="00AC4F07"/>
    <w:rsid w:val="00AC5E1F"/>
    <w:rsid w:val="00AC6851"/>
    <w:rsid w:val="00AC6DA3"/>
    <w:rsid w:val="00AD5132"/>
    <w:rsid w:val="00AD7710"/>
    <w:rsid w:val="00AD79F6"/>
    <w:rsid w:val="00AE0ABD"/>
    <w:rsid w:val="00AE15F7"/>
    <w:rsid w:val="00AE19D4"/>
    <w:rsid w:val="00AE3F32"/>
    <w:rsid w:val="00AF010D"/>
    <w:rsid w:val="00AF5304"/>
    <w:rsid w:val="00B01350"/>
    <w:rsid w:val="00B02524"/>
    <w:rsid w:val="00B14D58"/>
    <w:rsid w:val="00B20483"/>
    <w:rsid w:val="00B2095A"/>
    <w:rsid w:val="00B23EC7"/>
    <w:rsid w:val="00B23F8E"/>
    <w:rsid w:val="00B24681"/>
    <w:rsid w:val="00B262D1"/>
    <w:rsid w:val="00B26644"/>
    <w:rsid w:val="00B269C7"/>
    <w:rsid w:val="00B27FC9"/>
    <w:rsid w:val="00B35D1D"/>
    <w:rsid w:val="00B40801"/>
    <w:rsid w:val="00B43F02"/>
    <w:rsid w:val="00B450A1"/>
    <w:rsid w:val="00B50834"/>
    <w:rsid w:val="00B51FEB"/>
    <w:rsid w:val="00B52215"/>
    <w:rsid w:val="00B52473"/>
    <w:rsid w:val="00B54C0E"/>
    <w:rsid w:val="00B647CB"/>
    <w:rsid w:val="00B70294"/>
    <w:rsid w:val="00B70582"/>
    <w:rsid w:val="00B71D7A"/>
    <w:rsid w:val="00B73F66"/>
    <w:rsid w:val="00B75719"/>
    <w:rsid w:val="00B849ED"/>
    <w:rsid w:val="00B87B70"/>
    <w:rsid w:val="00B90955"/>
    <w:rsid w:val="00B92650"/>
    <w:rsid w:val="00B92799"/>
    <w:rsid w:val="00B93DEC"/>
    <w:rsid w:val="00B960C4"/>
    <w:rsid w:val="00BA0F1B"/>
    <w:rsid w:val="00BA1732"/>
    <w:rsid w:val="00BB02EA"/>
    <w:rsid w:val="00BB2E6D"/>
    <w:rsid w:val="00BB69F5"/>
    <w:rsid w:val="00BC2C2A"/>
    <w:rsid w:val="00BC51B1"/>
    <w:rsid w:val="00BC7AC0"/>
    <w:rsid w:val="00BD3906"/>
    <w:rsid w:val="00BD4B18"/>
    <w:rsid w:val="00BE2FC8"/>
    <w:rsid w:val="00BF1AEB"/>
    <w:rsid w:val="00BF4953"/>
    <w:rsid w:val="00C001C8"/>
    <w:rsid w:val="00C00A10"/>
    <w:rsid w:val="00C01C4F"/>
    <w:rsid w:val="00C035E1"/>
    <w:rsid w:val="00C13116"/>
    <w:rsid w:val="00C14928"/>
    <w:rsid w:val="00C14BE9"/>
    <w:rsid w:val="00C16263"/>
    <w:rsid w:val="00C224E4"/>
    <w:rsid w:val="00C25A2E"/>
    <w:rsid w:val="00C340AC"/>
    <w:rsid w:val="00C364DC"/>
    <w:rsid w:val="00C4262E"/>
    <w:rsid w:val="00C46591"/>
    <w:rsid w:val="00C46BE5"/>
    <w:rsid w:val="00C56292"/>
    <w:rsid w:val="00C57733"/>
    <w:rsid w:val="00C60EB4"/>
    <w:rsid w:val="00C6400D"/>
    <w:rsid w:val="00C82554"/>
    <w:rsid w:val="00C86043"/>
    <w:rsid w:val="00C93942"/>
    <w:rsid w:val="00C95B0E"/>
    <w:rsid w:val="00CA0456"/>
    <w:rsid w:val="00CA0D07"/>
    <w:rsid w:val="00CA57DF"/>
    <w:rsid w:val="00CB22BE"/>
    <w:rsid w:val="00CB2EED"/>
    <w:rsid w:val="00CC6117"/>
    <w:rsid w:val="00CD3802"/>
    <w:rsid w:val="00CD5F69"/>
    <w:rsid w:val="00CE091E"/>
    <w:rsid w:val="00CE4417"/>
    <w:rsid w:val="00CE6EE7"/>
    <w:rsid w:val="00D0675A"/>
    <w:rsid w:val="00D07AD6"/>
    <w:rsid w:val="00D13298"/>
    <w:rsid w:val="00D134E9"/>
    <w:rsid w:val="00D160B6"/>
    <w:rsid w:val="00D20E78"/>
    <w:rsid w:val="00D26E2F"/>
    <w:rsid w:val="00D31502"/>
    <w:rsid w:val="00D3211B"/>
    <w:rsid w:val="00D35C42"/>
    <w:rsid w:val="00D35D70"/>
    <w:rsid w:val="00D42C0C"/>
    <w:rsid w:val="00D517E9"/>
    <w:rsid w:val="00D53527"/>
    <w:rsid w:val="00D54990"/>
    <w:rsid w:val="00D561B8"/>
    <w:rsid w:val="00D56393"/>
    <w:rsid w:val="00D57572"/>
    <w:rsid w:val="00D6150A"/>
    <w:rsid w:val="00D6285B"/>
    <w:rsid w:val="00D63568"/>
    <w:rsid w:val="00D64D1E"/>
    <w:rsid w:val="00D710B0"/>
    <w:rsid w:val="00D715CB"/>
    <w:rsid w:val="00D71C6D"/>
    <w:rsid w:val="00D73007"/>
    <w:rsid w:val="00D82906"/>
    <w:rsid w:val="00D8326C"/>
    <w:rsid w:val="00D844A4"/>
    <w:rsid w:val="00D87331"/>
    <w:rsid w:val="00D92452"/>
    <w:rsid w:val="00DA3560"/>
    <w:rsid w:val="00DB24A9"/>
    <w:rsid w:val="00DB4457"/>
    <w:rsid w:val="00DB4BFB"/>
    <w:rsid w:val="00DB59C9"/>
    <w:rsid w:val="00DC0A44"/>
    <w:rsid w:val="00DC24D1"/>
    <w:rsid w:val="00DC37EC"/>
    <w:rsid w:val="00DC3A12"/>
    <w:rsid w:val="00DC4966"/>
    <w:rsid w:val="00DC78CA"/>
    <w:rsid w:val="00DC7938"/>
    <w:rsid w:val="00DD498B"/>
    <w:rsid w:val="00DD49AE"/>
    <w:rsid w:val="00DD5812"/>
    <w:rsid w:val="00DD6345"/>
    <w:rsid w:val="00DD7E5E"/>
    <w:rsid w:val="00DE1D37"/>
    <w:rsid w:val="00DE2848"/>
    <w:rsid w:val="00DE340A"/>
    <w:rsid w:val="00DE6836"/>
    <w:rsid w:val="00DE79D4"/>
    <w:rsid w:val="00DF0BB5"/>
    <w:rsid w:val="00E04DFB"/>
    <w:rsid w:val="00E1254E"/>
    <w:rsid w:val="00E1634F"/>
    <w:rsid w:val="00E20557"/>
    <w:rsid w:val="00E225F1"/>
    <w:rsid w:val="00E25900"/>
    <w:rsid w:val="00E27501"/>
    <w:rsid w:val="00E32625"/>
    <w:rsid w:val="00E34FE0"/>
    <w:rsid w:val="00E412D1"/>
    <w:rsid w:val="00E43FF6"/>
    <w:rsid w:val="00E46B6D"/>
    <w:rsid w:val="00E46C60"/>
    <w:rsid w:val="00E51243"/>
    <w:rsid w:val="00E53808"/>
    <w:rsid w:val="00E56B1E"/>
    <w:rsid w:val="00E56F8E"/>
    <w:rsid w:val="00E634CA"/>
    <w:rsid w:val="00E64C78"/>
    <w:rsid w:val="00E76A36"/>
    <w:rsid w:val="00E83610"/>
    <w:rsid w:val="00E844BA"/>
    <w:rsid w:val="00E90FAA"/>
    <w:rsid w:val="00E959A2"/>
    <w:rsid w:val="00EA0DD5"/>
    <w:rsid w:val="00EA36C3"/>
    <w:rsid w:val="00EA62B0"/>
    <w:rsid w:val="00EB052E"/>
    <w:rsid w:val="00EB1320"/>
    <w:rsid w:val="00EB16F1"/>
    <w:rsid w:val="00EB2444"/>
    <w:rsid w:val="00EB3A57"/>
    <w:rsid w:val="00EC229C"/>
    <w:rsid w:val="00ED2175"/>
    <w:rsid w:val="00ED3411"/>
    <w:rsid w:val="00ED35C8"/>
    <w:rsid w:val="00ED4BA9"/>
    <w:rsid w:val="00EE3A9F"/>
    <w:rsid w:val="00EE4CDE"/>
    <w:rsid w:val="00EE7991"/>
    <w:rsid w:val="00EF2277"/>
    <w:rsid w:val="00EF599B"/>
    <w:rsid w:val="00F0438B"/>
    <w:rsid w:val="00F04DE5"/>
    <w:rsid w:val="00F1201E"/>
    <w:rsid w:val="00F12A93"/>
    <w:rsid w:val="00F200D7"/>
    <w:rsid w:val="00F221E7"/>
    <w:rsid w:val="00F2385C"/>
    <w:rsid w:val="00F319AE"/>
    <w:rsid w:val="00F343C2"/>
    <w:rsid w:val="00F34F4E"/>
    <w:rsid w:val="00F37887"/>
    <w:rsid w:val="00F40F6D"/>
    <w:rsid w:val="00F42B60"/>
    <w:rsid w:val="00F4329E"/>
    <w:rsid w:val="00F4343B"/>
    <w:rsid w:val="00F446F9"/>
    <w:rsid w:val="00F46987"/>
    <w:rsid w:val="00F47B4E"/>
    <w:rsid w:val="00F532FB"/>
    <w:rsid w:val="00F549B0"/>
    <w:rsid w:val="00F54E25"/>
    <w:rsid w:val="00F5779A"/>
    <w:rsid w:val="00F62EE1"/>
    <w:rsid w:val="00F64D96"/>
    <w:rsid w:val="00F66B1E"/>
    <w:rsid w:val="00F72D51"/>
    <w:rsid w:val="00F74984"/>
    <w:rsid w:val="00F76048"/>
    <w:rsid w:val="00F76077"/>
    <w:rsid w:val="00F763C2"/>
    <w:rsid w:val="00F77D42"/>
    <w:rsid w:val="00F808B8"/>
    <w:rsid w:val="00F94DF6"/>
    <w:rsid w:val="00FA0B19"/>
    <w:rsid w:val="00FA2046"/>
    <w:rsid w:val="00FA29D9"/>
    <w:rsid w:val="00FB2B67"/>
    <w:rsid w:val="00FB4224"/>
    <w:rsid w:val="00FB7898"/>
    <w:rsid w:val="00FC2A3A"/>
    <w:rsid w:val="00FC3B3E"/>
    <w:rsid w:val="00FC41FE"/>
    <w:rsid w:val="00FC6B00"/>
    <w:rsid w:val="00FD169A"/>
    <w:rsid w:val="00FE54F3"/>
    <w:rsid w:val="00FE788D"/>
    <w:rsid w:val="00FF7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/>
    <o:shapelayout v:ext="edit">
      <o:idmap v:ext="edit" data="1"/>
    </o:shapelayout>
  </w:shapeDefaults>
  <w:decimalSymbol w:val=","/>
  <w:listSeparator w:val=";"/>
  <w14:docId w14:val="28C1C75E"/>
  <w15:docId w15:val="{E35F2071-8D18-4606-A394-C256B7419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174A9"/>
  </w:style>
  <w:style w:type="paragraph" w:styleId="Titre1">
    <w:name w:val="heading 1"/>
    <w:basedOn w:val="Normal"/>
    <w:next w:val="Normal"/>
    <w:qFormat/>
    <w:rsid w:val="003174A9"/>
    <w:pPr>
      <w:keepNext/>
      <w:tabs>
        <w:tab w:val="left" w:pos="284"/>
      </w:tabs>
      <w:spacing w:before="240" w:after="60"/>
      <w:outlineLvl w:val="0"/>
    </w:pPr>
    <w:rPr>
      <w:b/>
      <w:kern w:val="28"/>
    </w:rPr>
  </w:style>
  <w:style w:type="paragraph" w:styleId="Titre2">
    <w:name w:val="heading 2"/>
    <w:basedOn w:val="Normal"/>
    <w:next w:val="Normal"/>
    <w:link w:val="Titre2Car"/>
    <w:semiHidden/>
    <w:unhideWhenUsed/>
    <w:qFormat/>
    <w:rsid w:val="00A673C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qFormat/>
    <w:rsid w:val="00045C82"/>
    <w:pPr>
      <w:keepNext/>
      <w:outlineLvl w:val="2"/>
    </w:pPr>
    <w:rPr>
      <w:rFonts w:ascii="Arial" w:hAnsi="Arial"/>
      <w:i/>
      <w:iCs/>
      <w:sz w:val="12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9B4AF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3174A9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3174A9"/>
    <w:pPr>
      <w:spacing w:line="360" w:lineRule="auto"/>
      <w:jc w:val="both"/>
    </w:pPr>
  </w:style>
  <w:style w:type="table" w:styleId="Grilledutableau">
    <w:name w:val="Table Grid"/>
    <w:basedOn w:val="TableauNormal"/>
    <w:rsid w:val="003174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FA2046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2970B9"/>
    <w:pPr>
      <w:ind w:left="720"/>
      <w:contextualSpacing/>
    </w:pPr>
  </w:style>
  <w:style w:type="paragraph" w:customStyle="1" w:styleId="Tabulation-Points">
    <w:name w:val="Tabulation - Points"/>
    <w:basedOn w:val="Normal"/>
    <w:rsid w:val="00C14BE9"/>
    <w:pPr>
      <w:tabs>
        <w:tab w:val="left" w:leader="dot" w:pos="9072"/>
      </w:tabs>
      <w:ind w:left="284"/>
    </w:pPr>
    <w:rPr>
      <w:sz w:val="22"/>
      <w:szCs w:val="22"/>
    </w:rPr>
  </w:style>
  <w:style w:type="paragraph" w:customStyle="1" w:styleId="fcasegauche">
    <w:name w:val="f_case_gauche"/>
    <w:basedOn w:val="Normal"/>
    <w:rsid w:val="00C14BE9"/>
    <w:pPr>
      <w:spacing w:after="60"/>
      <w:ind w:left="284" w:hanging="284"/>
      <w:jc w:val="both"/>
    </w:pPr>
    <w:rPr>
      <w:rFonts w:ascii="Univers (WN)" w:hAnsi="Univers (WN)"/>
    </w:rPr>
  </w:style>
  <w:style w:type="paragraph" w:styleId="Lgende">
    <w:name w:val="caption"/>
    <w:basedOn w:val="Normal"/>
    <w:next w:val="Normal"/>
    <w:qFormat/>
    <w:rsid w:val="003B261E"/>
    <w:pPr>
      <w:jc w:val="both"/>
    </w:pPr>
    <w:rPr>
      <w:rFonts w:ascii="Arial" w:hAnsi="Arial" w:cs="Arial"/>
      <w:b/>
      <w:bCs/>
      <w:i/>
      <w:iCs/>
      <w:sz w:val="16"/>
      <w:szCs w:val="16"/>
    </w:rPr>
  </w:style>
  <w:style w:type="paragraph" w:styleId="NormalWeb">
    <w:name w:val="Normal (Web)"/>
    <w:basedOn w:val="Normal"/>
    <w:uiPriority w:val="99"/>
    <w:rsid w:val="003B261E"/>
    <w:pPr>
      <w:spacing w:before="100" w:beforeAutospacing="1" w:after="100" w:afterAutospacing="1"/>
    </w:pPr>
    <w:rPr>
      <w:sz w:val="24"/>
      <w:szCs w:val="24"/>
    </w:rPr>
  </w:style>
  <w:style w:type="character" w:customStyle="1" w:styleId="Titre5Car">
    <w:name w:val="Titre 5 Car"/>
    <w:basedOn w:val="Policepardfaut"/>
    <w:link w:val="Titre5"/>
    <w:semiHidden/>
    <w:rsid w:val="009B4AF6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fiche-sur-titre">
    <w:name w:val="fiche-sur-titre"/>
    <w:basedOn w:val="Normal"/>
    <w:rsid w:val="009B4AF6"/>
    <w:pPr>
      <w:spacing w:before="100" w:beforeAutospacing="1" w:after="100" w:afterAutospacing="1"/>
    </w:pPr>
    <w:rPr>
      <w:sz w:val="24"/>
      <w:szCs w:val="24"/>
    </w:rPr>
  </w:style>
  <w:style w:type="paragraph" w:customStyle="1" w:styleId="h5">
    <w:name w:val="h5"/>
    <w:basedOn w:val="Normal"/>
    <w:rsid w:val="009B4AF6"/>
    <w:pPr>
      <w:spacing w:before="100" w:beforeAutospacing="1" w:after="100" w:afterAutospacing="1"/>
    </w:pPr>
    <w:rPr>
      <w:sz w:val="24"/>
      <w:szCs w:val="24"/>
    </w:rPr>
  </w:style>
  <w:style w:type="character" w:styleId="Lienhypertexte">
    <w:name w:val="Hyperlink"/>
    <w:basedOn w:val="Policepardfaut"/>
    <w:rsid w:val="009B4AF6"/>
    <w:rPr>
      <w:color w:val="0000FF" w:themeColor="hyperlink"/>
      <w:u w:val="single"/>
    </w:rPr>
  </w:style>
  <w:style w:type="paragraph" w:styleId="Pieddepage">
    <w:name w:val="footer"/>
    <w:basedOn w:val="Normal"/>
    <w:link w:val="PieddepageCar"/>
    <w:uiPriority w:val="99"/>
    <w:rsid w:val="00EB16F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B16F1"/>
  </w:style>
  <w:style w:type="character" w:styleId="lev">
    <w:name w:val="Strong"/>
    <w:basedOn w:val="Policepardfaut"/>
    <w:uiPriority w:val="22"/>
    <w:qFormat/>
    <w:rsid w:val="006908B2"/>
    <w:rPr>
      <w:b/>
      <w:bCs/>
    </w:rPr>
  </w:style>
  <w:style w:type="character" w:styleId="Marquedecommentaire">
    <w:name w:val="annotation reference"/>
    <w:basedOn w:val="Policepardfaut"/>
    <w:semiHidden/>
    <w:unhideWhenUsed/>
    <w:rsid w:val="000D34B8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0D34B8"/>
  </w:style>
  <w:style w:type="character" w:customStyle="1" w:styleId="CommentaireCar">
    <w:name w:val="Commentaire Car"/>
    <w:basedOn w:val="Policepardfaut"/>
    <w:link w:val="Commentaire"/>
    <w:semiHidden/>
    <w:rsid w:val="000D34B8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0D34B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0D34B8"/>
    <w:rPr>
      <w:b/>
      <w:bCs/>
    </w:rPr>
  </w:style>
  <w:style w:type="character" w:customStyle="1" w:styleId="En-tteCar">
    <w:name w:val="En-tête Car"/>
    <w:link w:val="En-tte"/>
    <w:uiPriority w:val="99"/>
    <w:rsid w:val="00D92452"/>
  </w:style>
  <w:style w:type="character" w:styleId="Lienhypertextesuivivisit">
    <w:name w:val="FollowedHyperlink"/>
    <w:basedOn w:val="Policepardfaut"/>
    <w:semiHidden/>
    <w:unhideWhenUsed/>
    <w:rsid w:val="00A33AE4"/>
    <w:rPr>
      <w:color w:val="800080" w:themeColor="followedHyperlink"/>
      <w:u w:val="single"/>
    </w:rPr>
  </w:style>
  <w:style w:type="character" w:styleId="Accentuation">
    <w:name w:val="Emphasis"/>
    <w:basedOn w:val="Policepardfaut"/>
    <w:uiPriority w:val="20"/>
    <w:qFormat/>
    <w:rsid w:val="00254586"/>
    <w:rPr>
      <w:i/>
      <w:iCs/>
    </w:rPr>
  </w:style>
  <w:style w:type="paragraph" w:styleId="Notedebasdepage">
    <w:name w:val="footnote text"/>
    <w:basedOn w:val="Normal"/>
    <w:link w:val="NotedebasdepageCar"/>
    <w:semiHidden/>
    <w:unhideWhenUsed/>
    <w:rsid w:val="00DD6345"/>
  </w:style>
  <w:style w:type="character" w:customStyle="1" w:styleId="NotedebasdepageCar">
    <w:name w:val="Note de bas de page Car"/>
    <w:basedOn w:val="Policepardfaut"/>
    <w:link w:val="Notedebasdepage"/>
    <w:semiHidden/>
    <w:rsid w:val="00DD6345"/>
  </w:style>
  <w:style w:type="character" w:styleId="Appelnotedebasdep">
    <w:name w:val="footnote reference"/>
    <w:basedOn w:val="Policepardfaut"/>
    <w:semiHidden/>
    <w:unhideWhenUsed/>
    <w:rsid w:val="00DD6345"/>
    <w:rPr>
      <w:vertAlign w:val="superscript"/>
    </w:rPr>
  </w:style>
  <w:style w:type="character" w:customStyle="1" w:styleId="Titre2Car">
    <w:name w:val="Titre 2 Car"/>
    <w:basedOn w:val="Policepardfaut"/>
    <w:link w:val="Titre2"/>
    <w:semiHidden/>
    <w:rsid w:val="00A673C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2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461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572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3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353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72365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48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734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445132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74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1398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1702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05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legifrance.gouv.fr/affichCode.do;jsessionid=B81BA950929BDC11249DDF8C185D1DE4.tplgfr42s_2?idSectionTA=LEGISCTA000037728277&amp;cidTexte=LEGITEXT000037701019&amp;dateTexte=20190401" TargetMode="External"/><Relationship Id="rId18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ameli.fr/entreprise/votre-entreprise/compte-atmp/ouvrir-compte-atmp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.do;jsessionid=B81BA950929BDC11249DDF8C185D1DE4.tplgfr42s_2?idSectionTA=LEGISCTA000037729575&amp;cidTexte=LEGITEXT000037701019&amp;dateTexte=20190401" TargetMode="External"/><Relationship Id="rId17" Type="http://schemas.openxmlformats.org/officeDocument/2006/relationships/hyperlink" Target="https://www.legifrance.gouv.fr/affichCode.do?idSectionTA=LEGISCTA000037703603&amp;cidTexte=LEGITEXT000037701019&amp;dateTexte=20190401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20" Type="http://schemas.openxmlformats.org/officeDocument/2006/relationships/hyperlink" Target="https://www.net-entreprises.f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.do;jsessionid=B81BA950929BDC11249DDF8C185D1DE4.tplgfr42s_2?idSectionTA=LEGISCTA000037728277&amp;cidTexte=LEGITEXT000037701019&amp;dateTexte=20190401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?idSectionTA=LEGISCTA000037703603&amp;cidTexte=LEGITEXT000037701019&amp;dateTexte=20190401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www.legifrance.gouv.fr/affichCode.do;jsessionid=B81BA950929BDC11249DDF8C185D1DE4.tplgfr42s_2?idSectionTA=LEGISCTA000037729575&amp;cidTexte=LEGITEXT000037701019&amp;dateTexte=20190401" TargetMode="External"/><Relationship Id="rId19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egifrance.gouv.fr/affichCodeArticle.do?idArticle=LEGIARTI000028418301&amp;cidTexte=LEGITEXT000006069577" TargetMode="External"/><Relationship Id="rId14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22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cf205202\Local%20Settings\IE_Recycl\Temporary%20Internet%20Files\Content.Outlook\QY2QGBAM\DEMANDE%20AS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D5090-B19D-41DF-AEA9-AD82994ED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DEMANDE AST.dot</Template>
  <TotalTime>203</TotalTime>
  <Pages>9</Pages>
  <Words>2040</Words>
  <Characters>13781</Characters>
  <Application>Microsoft Office Word</Application>
  <DocSecurity>0</DocSecurity>
  <Lines>114</Lines>
  <Paragraphs>31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3 - DEMANDE D’ACCEPTATION D’UN SOUS-TRAITANT</vt:lpstr>
    </vt:vector>
  </TitlesOfParts>
  <Company>CADARACHE</Company>
  <LinksUpToDate>false</LinksUpToDate>
  <CharactersWithSpaces>15790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3 - DEMANDE D’ACCEPTATION D’UN SOUS-TRAITANT</dc:title>
  <dc:creator>cf205202</dc:creator>
  <cp:lastModifiedBy>BAZIN Cedric 233509</cp:lastModifiedBy>
  <cp:revision>33</cp:revision>
  <cp:lastPrinted>2020-01-08T09:27:00Z</cp:lastPrinted>
  <dcterms:created xsi:type="dcterms:W3CDTF">2023-10-12T09:28:00Z</dcterms:created>
  <dcterms:modified xsi:type="dcterms:W3CDTF">2025-09-04T08:00:00Z</dcterms:modified>
</cp:coreProperties>
</file>